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74670" w14:textId="77777777" w:rsidR="00F422D3" w:rsidRDefault="00F422D3" w:rsidP="00B42F40">
      <w:pPr>
        <w:pStyle w:val="Titul1"/>
      </w:pPr>
      <w:r>
        <w:t xml:space="preserve">SMLOUVA O DÍLO </w:t>
      </w:r>
    </w:p>
    <w:p w14:paraId="1F56212A" w14:textId="3A97EBF1" w:rsidR="00F422D3" w:rsidRDefault="00F422D3" w:rsidP="00B42F40">
      <w:pPr>
        <w:pStyle w:val="Titul2"/>
      </w:pPr>
      <w:r>
        <w:t xml:space="preserve">Název zakázky: </w:t>
      </w:r>
      <w:r w:rsidR="00A13B65" w:rsidRPr="00456E44">
        <w:rPr>
          <w:rFonts w:ascii="Verdana" w:eastAsia="Verdana" w:hAnsi="Verdana" w:cs="Times New Roman"/>
        </w:rPr>
        <w:t xml:space="preserve">Vypracování projektové dokumentace </w:t>
      </w:r>
      <w:r w:rsidR="00A13B65">
        <w:rPr>
          <w:rFonts w:ascii="Verdana" w:eastAsia="Verdana" w:hAnsi="Verdana" w:cs="Times New Roman"/>
        </w:rPr>
        <w:t>„</w:t>
      </w:r>
      <w:r w:rsidR="00A13B65" w:rsidRPr="00456E44">
        <w:rPr>
          <w:rFonts w:ascii="Verdana" w:eastAsia="Verdana" w:hAnsi="Verdana" w:cs="Times New Roman"/>
        </w:rPr>
        <w:t>Oprava PZS</w:t>
      </w:r>
      <w:r w:rsidR="00A13B65">
        <w:rPr>
          <w:rFonts w:ascii="Verdana" w:eastAsia="Verdana" w:hAnsi="Verdana" w:cs="Times New Roman"/>
        </w:rPr>
        <w:t xml:space="preserve"> </w:t>
      </w:r>
      <w:r w:rsidR="00A13B65" w:rsidRPr="00456E44">
        <w:rPr>
          <w:rFonts w:ascii="Verdana" w:eastAsia="Verdana" w:hAnsi="Verdana" w:cs="Times New Roman"/>
        </w:rPr>
        <w:t>v</w:t>
      </w:r>
      <w:r w:rsidR="00A13B65">
        <w:rPr>
          <w:rFonts w:ascii="Verdana" w:eastAsia="Verdana" w:hAnsi="Verdana" w:cs="Times New Roman"/>
        </w:rPr>
        <w:t> </w:t>
      </w:r>
      <w:r w:rsidR="00A13B65" w:rsidRPr="00456E44">
        <w:rPr>
          <w:rFonts w:ascii="Verdana" w:eastAsia="Verdana" w:hAnsi="Verdana" w:cs="Times New Roman"/>
        </w:rPr>
        <w:t xml:space="preserve">úseku Rožďalovice </w:t>
      </w:r>
      <w:r w:rsidR="00A13B65">
        <w:rPr>
          <w:rFonts w:ascii="Verdana" w:eastAsia="Verdana" w:hAnsi="Verdana" w:cs="Times New Roman"/>
        </w:rPr>
        <w:t>–</w:t>
      </w:r>
      <w:r w:rsidR="00A13B65" w:rsidRPr="00456E44">
        <w:rPr>
          <w:rFonts w:ascii="Verdana" w:eastAsia="Verdana" w:hAnsi="Verdana" w:cs="Times New Roman"/>
        </w:rPr>
        <w:t xml:space="preserve"> Nemyčeves</w:t>
      </w:r>
      <w:r w:rsidR="00A13B65">
        <w:rPr>
          <w:rFonts w:ascii="Verdana" w:eastAsia="Verdana" w:hAnsi="Verdana" w:cs="Times New Roman"/>
        </w:rPr>
        <w:t>“</w:t>
      </w:r>
      <w:r w:rsidR="00A13B65" w:rsidDel="00A13B65">
        <w:t xml:space="preserve"> </w:t>
      </w:r>
      <w:r w:rsidR="00485CE8">
        <w:t xml:space="preserve"> </w:t>
      </w:r>
    </w:p>
    <w:p w14:paraId="46430014" w14:textId="77777777" w:rsidR="007A6E42" w:rsidRPr="00D32554" w:rsidRDefault="007A6E42" w:rsidP="007A6E42">
      <w:pPr>
        <w:pStyle w:val="Nadpis1-1"/>
      </w:pPr>
      <w:r>
        <w:t>Smluvní strany</w:t>
      </w:r>
    </w:p>
    <w:p w14:paraId="1366E579" w14:textId="77777777" w:rsidR="001C2A3F" w:rsidRPr="001C2A3F" w:rsidRDefault="001C2A3F" w:rsidP="001C2A3F">
      <w:pPr>
        <w:numPr>
          <w:ilvl w:val="1"/>
          <w:numId w:val="39"/>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6D7DFD24" w14:textId="77777777" w:rsidR="001C2A3F" w:rsidRPr="001C2A3F" w:rsidRDefault="001C2A3F" w:rsidP="001C2A3F">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15653209" w14:textId="77777777" w:rsidR="001C2A3F" w:rsidRPr="001C2A3F" w:rsidRDefault="001C2A3F" w:rsidP="001C2A3F">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663D42BB"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5735FA5E"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4CD2BA58" w14:textId="77777777" w:rsidR="001C2A3F" w:rsidRPr="001C2A3F" w:rsidRDefault="001C2A3F" w:rsidP="001C2A3F">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Zapsaná: v obchodním rejstříku vedeném Městským soudem v Praze, oddíl A, vložka 48384</w:t>
      </w:r>
    </w:p>
    <w:p w14:paraId="4B43A5C6" w14:textId="77777777" w:rsidR="001C2A3F" w:rsidRPr="001C2A3F" w:rsidRDefault="001C2A3F" w:rsidP="001C2A3F">
      <w:pPr>
        <w:tabs>
          <w:tab w:val="left" w:pos="567"/>
          <w:tab w:val="left" w:pos="1985"/>
          <w:tab w:val="left" w:pos="3544"/>
        </w:tabs>
        <w:spacing w:after="0" w:line="240" w:lineRule="auto"/>
        <w:ind w:left="567" w:hanging="567"/>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Ing. Luborem Hrubešem</w:t>
      </w:r>
      <w:r w:rsidRPr="001C2A3F">
        <w:rPr>
          <w:rFonts w:eastAsia="Times New Roman" w:cs="Arial"/>
          <w:snapToGrid w:val="0"/>
          <w:lang w:eastAsia="cs-CZ"/>
        </w:rPr>
        <w:t>, ředitelem Oblastního ředitelství Hradec Králové</w:t>
      </w:r>
    </w:p>
    <w:p w14:paraId="7D3B74AB" w14:textId="77777777" w:rsidR="001C2A3F" w:rsidRPr="001C2A3F" w:rsidRDefault="001C2A3F" w:rsidP="001C2A3F">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6CF7B8DB"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767BA9C2" w14:textId="77777777" w:rsidR="001C2A3F" w:rsidRPr="001C2A3F" w:rsidRDefault="007162F4" w:rsidP="007162F4">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14:paraId="012C6F97" w14:textId="77777777" w:rsidR="001C2A3F" w:rsidRPr="001C2A3F"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Mgr. Filip Kudláček, tel.: 972 342 048, Kudlacek@</w:t>
      </w:r>
      <w:r w:rsidR="001E6B7C">
        <w:rPr>
          <w:rFonts w:eastAsia="Times New Roman" w:cs="Arial"/>
          <w:snapToGrid w:val="0"/>
          <w:lang w:eastAsia="cs-CZ"/>
        </w:rPr>
        <w:t>spravazeleznic</w:t>
      </w:r>
      <w:r w:rsidRPr="001C2A3F">
        <w:rPr>
          <w:rFonts w:eastAsia="Times New Roman" w:cs="Arial"/>
          <w:snapToGrid w:val="0"/>
          <w:lang w:eastAsia="cs-CZ"/>
        </w:rPr>
        <w:t>.cz</w:t>
      </w:r>
    </w:p>
    <w:p w14:paraId="20C1ADED" w14:textId="7143551D" w:rsidR="001C2A3F" w:rsidRPr="001C2A3F" w:rsidRDefault="001C2A3F" w:rsidP="001C2A3F">
      <w:p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t xml:space="preserve">Ing. Jan Jirowetz, tel.: 972 341 425, </w:t>
      </w:r>
      <w:r w:rsidRPr="001C2A3F">
        <w:rPr>
          <w:rFonts w:eastAsia="Times New Roman" w:cs="Arial"/>
          <w:snapToGrid w:val="0"/>
          <w:color w:val="0000FF"/>
          <w:u w:val="single"/>
          <w:lang w:eastAsia="cs-CZ"/>
        </w:rPr>
        <w:t>ORHKRzvz@</w:t>
      </w:r>
      <w:r w:rsidR="00855710">
        <w:rPr>
          <w:rFonts w:eastAsia="Times New Roman" w:cs="Arial"/>
          <w:snapToGrid w:val="0"/>
          <w:color w:val="0000FF"/>
          <w:u w:val="single"/>
          <w:lang w:eastAsia="cs-CZ"/>
        </w:rPr>
        <w:t>spravazeleznic</w:t>
      </w:r>
      <w:r w:rsidRPr="001C2A3F">
        <w:rPr>
          <w:rFonts w:eastAsia="Times New Roman" w:cs="Arial"/>
          <w:snapToGrid w:val="0"/>
          <w:color w:val="0000FF"/>
          <w:u w:val="single"/>
          <w:lang w:eastAsia="cs-CZ"/>
        </w:rPr>
        <w:t>.c</w:t>
      </w:r>
      <w:r w:rsidR="00A13B65">
        <w:rPr>
          <w:rFonts w:eastAsia="Times New Roman" w:cs="Arial"/>
          <w:snapToGrid w:val="0"/>
          <w:color w:val="0000FF"/>
          <w:u w:val="single"/>
          <w:lang w:eastAsia="cs-CZ"/>
        </w:rPr>
        <w:t>z.</w:t>
      </w:r>
    </w:p>
    <w:p w14:paraId="413A2E2C" w14:textId="0250C267" w:rsidR="001C2A3F" w:rsidRPr="001C2A3F"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5C61A9">
        <w:rPr>
          <w:rFonts w:eastAsia="Times New Roman" w:cs="Arial"/>
          <w:snapToGrid w:val="0"/>
          <w:lang w:eastAsia="cs-CZ"/>
        </w:rPr>
        <w:t>ve věcech technických:</w:t>
      </w:r>
      <w:r w:rsidRPr="001C2A3F">
        <w:rPr>
          <w:rFonts w:eastAsia="Times New Roman" w:cs="Arial"/>
          <w:snapToGrid w:val="0"/>
          <w:lang w:eastAsia="cs-CZ"/>
        </w:rPr>
        <w:t xml:space="preserve"> </w:t>
      </w:r>
      <w:r w:rsidRPr="001C2A3F">
        <w:rPr>
          <w:rFonts w:eastAsia="Times New Roman" w:cs="Arial"/>
          <w:snapToGrid w:val="0"/>
          <w:lang w:eastAsia="cs-CZ"/>
        </w:rPr>
        <w:tab/>
      </w:r>
      <w:r w:rsidR="00A13B65">
        <w:rPr>
          <w:rFonts w:eastAsia="Times New Roman" w:cs="Arial"/>
          <w:snapToGrid w:val="0"/>
          <w:lang w:eastAsia="cs-CZ"/>
        </w:rPr>
        <w:t>Ing. Jindřich Červený, tel.: 972 341 100, Cerveny@spravazeleznic.cz.</w:t>
      </w:r>
    </w:p>
    <w:p w14:paraId="700A217D" w14:textId="77777777" w:rsidR="001C2A3F" w:rsidRPr="001C2A3F" w:rsidRDefault="001C2A3F" w:rsidP="001C2A3F">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14:paraId="4FB3B64A" w14:textId="77777777" w:rsidR="001C2A3F" w:rsidRPr="001C2A3F" w:rsidRDefault="001C2A3F" w:rsidP="001C2A3F">
      <w:pPr>
        <w:tabs>
          <w:tab w:val="left" w:pos="567"/>
          <w:tab w:val="left" w:pos="1985"/>
          <w:tab w:val="left" w:pos="3544"/>
        </w:tabs>
        <w:spacing w:after="0" w:line="240" w:lineRule="auto"/>
        <w:ind w:left="1134"/>
        <w:rPr>
          <w:rFonts w:eastAsia="Times New Roman" w:cs="Arial"/>
          <w:snapToGrid w:val="0"/>
          <w:lang w:eastAsia="cs-CZ"/>
        </w:rPr>
      </w:pPr>
    </w:p>
    <w:p w14:paraId="3C6514B7" w14:textId="77777777" w:rsidR="00596502" w:rsidRPr="00596502" w:rsidRDefault="00517326" w:rsidP="00C84A44">
      <w:pPr>
        <w:tabs>
          <w:tab w:val="left" w:pos="567"/>
          <w:tab w:val="left" w:pos="1985"/>
          <w:tab w:val="left" w:pos="4395"/>
        </w:tabs>
        <w:spacing w:after="0" w:line="240" w:lineRule="auto"/>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0CD89689" w14:textId="77777777" w:rsidR="00596502" w:rsidRDefault="00596502" w:rsidP="00C84A44">
      <w:pPr>
        <w:tabs>
          <w:tab w:val="left" w:pos="567"/>
          <w:tab w:val="left" w:pos="1985"/>
          <w:tab w:val="left" w:pos="4395"/>
        </w:tabs>
        <w:spacing w:after="0" w:line="240" w:lineRule="auto"/>
        <w:rPr>
          <w:rFonts w:eastAsia="Times New Roman" w:cs="Arial"/>
          <w:snapToGrid w:val="0"/>
          <w:lang w:eastAsia="cs-CZ"/>
        </w:rPr>
      </w:pPr>
    </w:p>
    <w:p w14:paraId="6C13C861" w14:textId="77777777" w:rsidR="001C2A3F" w:rsidRPr="00000F1F" w:rsidRDefault="00596502" w:rsidP="00040E2B">
      <w:pPr>
        <w:tabs>
          <w:tab w:val="left" w:pos="1985"/>
          <w:tab w:val="left" w:pos="4395"/>
        </w:tabs>
        <w:spacing w:after="0" w:line="240" w:lineRule="auto"/>
        <w:ind w:left="567"/>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4DFB1D6F"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35A51041"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186D5ACB"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 xml:space="preserve">U </w:t>
      </w:r>
      <w:proofErr w:type="spellStart"/>
      <w:r w:rsidR="001C2A3F" w:rsidRPr="001C2A3F">
        <w:rPr>
          <w:rFonts w:eastAsia="Times New Roman" w:cs="Arial"/>
          <w:snapToGrid w:val="0"/>
          <w:lang w:eastAsia="cs-CZ"/>
        </w:rPr>
        <w:t>Fotochemy</w:t>
      </w:r>
      <w:proofErr w:type="spellEnd"/>
      <w:r w:rsidR="001C2A3F" w:rsidRPr="001C2A3F">
        <w:rPr>
          <w:rFonts w:eastAsia="Times New Roman" w:cs="Arial"/>
          <w:snapToGrid w:val="0"/>
          <w:lang w:eastAsia="cs-CZ"/>
        </w:rPr>
        <w:t xml:space="preserve"> 259, poštovní schránka 26</w:t>
      </w:r>
    </w:p>
    <w:p w14:paraId="3640D4AB"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14:paraId="702B836D" w14:textId="77777777" w:rsidR="001C2A3F" w:rsidRDefault="00517326" w:rsidP="00C84A44">
      <w:pPr>
        <w:pStyle w:val="Textbezodsazen"/>
        <w:tabs>
          <w:tab w:val="left" w:pos="567"/>
        </w:tabs>
        <w:spacing w:before="120"/>
      </w:pPr>
      <w:r>
        <w:tab/>
        <w:t>(dále jen „objednatel“)</w:t>
      </w:r>
    </w:p>
    <w:p w14:paraId="505DEE99" w14:textId="77777777" w:rsidR="00000F1F" w:rsidRDefault="00000F1F" w:rsidP="00000F1F">
      <w:pPr>
        <w:pStyle w:val="Textbezodsazen"/>
        <w:ind w:left="567"/>
        <w:rPr>
          <w:b/>
        </w:rPr>
      </w:pPr>
    </w:p>
    <w:p w14:paraId="3E97431E" w14:textId="77777777" w:rsidR="00000F1F" w:rsidRPr="001D580D" w:rsidRDefault="00000F1F" w:rsidP="00000F1F">
      <w:pPr>
        <w:pStyle w:val="Textbezodsazen"/>
        <w:ind w:left="567"/>
        <w:rPr>
          <w:b/>
        </w:rPr>
      </w:pPr>
      <w:r w:rsidRPr="001D580D">
        <w:rPr>
          <w:b/>
        </w:rPr>
        <w:t>Adresa pro zasílání elektronických faktur:</w:t>
      </w:r>
    </w:p>
    <w:p w14:paraId="4BF6A014" w14:textId="77777777" w:rsidR="00000F1F" w:rsidRDefault="00000F1F" w:rsidP="00000F1F">
      <w:pPr>
        <w:pStyle w:val="Textbezodsazen"/>
        <w:ind w:firstLine="567"/>
      </w:pPr>
      <w:r>
        <w:t xml:space="preserve">E-mail: </w:t>
      </w:r>
      <w:r w:rsidR="00230947" w:rsidRPr="00230947">
        <w:t>ePodatelnaCFUCechy@spravazeleznic.cz</w:t>
      </w:r>
    </w:p>
    <w:p w14:paraId="4F67F25C" w14:textId="77777777" w:rsidR="00000F1F" w:rsidRDefault="00000F1F" w:rsidP="00C63E53">
      <w:pPr>
        <w:pStyle w:val="Textbezodsazen"/>
        <w:ind w:firstLine="567"/>
      </w:pPr>
    </w:p>
    <w:p w14:paraId="61C99E1E" w14:textId="77777777" w:rsidR="00C63E53" w:rsidRDefault="00C63E53" w:rsidP="00C63E53">
      <w:pPr>
        <w:pStyle w:val="Textbezodsazen"/>
        <w:ind w:firstLine="567"/>
        <w:rPr>
          <w:b/>
        </w:rPr>
      </w:pPr>
      <w:r w:rsidRPr="00B42F40">
        <w:t xml:space="preserve">číslo smlouvy: </w:t>
      </w:r>
      <w:r w:rsidRPr="009020DB">
        <w:rPr>
          <w:b/>
          <w:highlight w:val="green"/>
        </w:rPr>
        <w:t>"[VLOŽÍ OBJEDNATEL]"</w:t>
      </w:r>
    </w:p>
    <w:p w14:paraId="0EC3D7EB" w14:textId="3F252E33" w:rsidR="00C63E53" w:rsidRDefault="00C63E53" w:rsidP="00C63E53">
      <w:pPr>
        <w:pStyle w:val="Textbezodsazen"/>
        <w:ind w:left="567"/>
        <w:rPr>
          <w:b/>
        </w:rPr>
      </w:pPr>
      <w:r>
        <w:t>ev. č. registru VZ</w:t>
      </w:r>
      <w:r w:rsidRPr="00B42F40">
        <w:t xml:space="preserve">: </w:t>
      </w:r>
      <w:r w:rsidR="00A13B65">
        <w:rPr>
          <w:b/>
        </w:rPr>
        <w:t>64020213</w:t>
      </w:r>
    </w:p>
    <w:p w14:paraId="0A3EFEE2" w14:textId="77777777" w:rsidR="00C63E53" w:rsidRDefault="00C63E53" w:rsidP="00C63E53">
      <w:pPr>
        <w:pStyle w:val="Textbezodsazen"/>
        <w:ind w:left="567"/>
      </w:pPr>
      <w:r>
        <w:t xml:space="preserve">číslo jednací: </w:t>
      </w:r>
      <w:r w:rsidRPr="00264E21">
        <w:rPr>
          <w:b/>
          <w:highlight w:val="green"/>
        </w:rPr>
        <w:t>"[VLOŽÍ OBJEDNATEL]"</w:t>
      </w:r>
    </w:p>
    <w:p w14:paraId="2DC4D388" w14:textId="77777777" w:rsidR="00B42F40" w:rsidRPr="00B42F40" w:rsidRDefault="00F422D3" w:rsidP="009020DB">
      <w:pPr>
        <w:pStyle w:val="Textbezodsazen"/>
        <w:ind w:firstLine="709"/>
      </w:pPr>
      <w:r w:rsidRPr="00B42F40">
        <w:t>a</w:t>
      </w:r>
    </w:p>
    <w:p w14:paraId="72F3E16B" w14:textId="77777777" w:rsidR="009020DB" w:rsidRPr="009020DB" w:rsidRDefault="009020DB" w:rsidP="009020DB">
      <w:pPr>
        <w:numPr>
          <w:ilvl w:val="1"/>
          <w:numId w:val="39"/>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14:paraId="111BBDFC" w14:textId="77777777" w:rsidR="009020DB" w:rsidRPr="009020DB" w:rsidRDefault="009020DB" w:rsidP="009020DB">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Pr="009020DB">
        <w:rPr>
          <w:rFonts w:eastAsia="Times New Roman" w:cs="Arial"/>
          <w:b/>
          <w:snapToGrid w:val="0"/>
          <w:lang w:eastAsia="cs-CZ"/>
        </w:rPr>
        <w:fldChar w:fldCharType="begin">
          <w:ffData>
            <w:name w:val="Text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ab/>
      </w:r>
    </w:p>
    <w:p w14:paraId="7054269D" w14:textId="77777777" w:rsidR="009020DB" w:rsidRPr="009020DB" w:rsidRDefault="009020DB" w:rsidP="009020DB">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PSČ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675A4C78" w14:textId="77777777"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Pr="009020DB">
        <w:rPr>
          <w:rFonts w:eastAsia="Times New Roman" w:cs="Arial"/>
          <w:snapToGrid w:val="0"/>
          <w:lang w:eastAsia="cs-CZ"/>
        </w:rPr>
        <w:fldChar w:fldCharType="begin">
          <w:ffData>
            <w:name w:val="Text1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0E34861E" w14:textId="77777777"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lastRenderedPageBreak/>
        <w:tab/>
        <w:t xml:space="preserve">DIČ: </w:t>
      </w:r>
      <w:r w:rsidRPr="009020DB">
        <w:rPr>
          <w:rFonts w:eastAsia="Times New Roman" w:cs="Arial"/>
          <w:snapToGrid w:val="0"/>
          <w:lang w:eastAsia="cs-CZ"/>
        </w:rPr>
        <w:fldChar w:fldCharType="begin">
          <w:ffData>
            <w:name w:val="Text1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1009DD4E" w14:textId="77777777" w:rsidR="009020DB" w:rsidRPr="009020DB" w:rsidRDefault="009020DB" w:rsidP="009020DB">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Pr="009020DB">
        <w:rPr>
          <w:rFonts w:eastAsia="Times New Roman" w:cs="Arial"/>
          <w:snapToGrid w:val="0"/>
          <w:lang w:eastAsia="cs-CZ"/>
        </w:rPr>
        <w:fldChar w:fldCharType="begin">
          <w:ffData>
            <w:name w:val="Text1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soudem v </w:t>
      </w:r>
      <w:r w:rsidRPr="009020DB">
        <w:rPr>
          <w:rFonts w:eastAsia="Times New Roman" w:cs="Arial"/>
          <w:snapToGrid w:val="0"/>
          <w:lang w:eastAsia="cs-CZ"/>
        </w:rPr>
        <w:fldChar w:fldCharType="begin">
          <w:ffData>
            <w:name w:val="Text14"/>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oddíl </w:t>
      </w:r>
      <w:r w:rsidRPr="009020DB">
        <w:rPr>
          <w:rFonts w:eastAsia="Times New Roman" w:cs="Arial"/>
          <w:snapToGrid w:val="0"/>
          <w:lang w:eastAsia="cs-CZ"/>
        </w:rPr>
        <w:fldChar w:fldCharType="begin">
          <w:ffData>
            <w:name w:val="Text1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vložka </w:t>
      </w:r>
      <w:r w:rsidRPr="009020DB">
        <w:rPr>
          <w:rFonts w:eastAsia="Times New Roman" w:cs="Arial"/>
          <w:snapToGrid w:val="0"/>
          <w:lang w:eastAsia="cs-CZ"/>
        </w:rPr>
        <w:fldChar w:fldCharType="begin">
          <w:ffData>
            <w:name w:val="Text1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657BB9D9" w14:textId="77777777" w:rsidR="009020DB" w:rsidRPr="009020DB" w:rsidRDefault="009020DB" w:rsidP="009020DB">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Pr="009020DB">
        <w:rPr>
          <w:rFonts w:eastAsia="Times New Roman" w:cs="Arial"/>
          <w:b/>
          <w:snapToGrid w:val="0"/>
          <w:lang w:eastAsia="cs-CZ"/>
        </w:rPr>
        <w:fldChar w:fldCharType="begin">
          <w:ffData>
            <w:name w:val="Text1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 xml:space="preserve">, jednatelem </w:t>
      </w:r>
    </w:p>
    <w:p w14:paraId="5695A2BB" w14:textId="77777777" w:rsidR="009020DB" w:rsidRPr="009020DB" w:rsidRDefault="009020DB" w:rsidP="009020DB">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2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č. účtu: </w:t>
      </w:r>
      <w:r w:rsidRPr="009020DB">
        <w:rPr>
          <w:rFonts w:eastAsia="Times New Roman" w:cs="Arial"/>
          <w:snapToGrid w:val="0"/>
          <w:lang w:eastAsia="cs-CZ"/>
        </w:rPr>
        <w:fldChar w:fldCharType="begin">
          <w:ffData>
            <w:name w:val="Text2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4590C529" w14:textId="77777777"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14:paraId="5DE89EF1" w14:textId="77777777" w:rsidR="009020DB" w:rsidRPr="009020DB" w:rsidRDefault="009020DB" w:rsidP="009020DB">
      <w:pPr>
        <w:numPr>
          <w:ilvl w:val="0"/>
          <w:numId w:val="40"/>
        </w:numPr>
        <w:tabs>
          <w:tab w:val="left" w:pos="567"/>
          <w:tab w:val="left" w:pos="3544"/>
        </w:tabs>
        <w:spacing w:after="0" w:line="240" w:lineRule="auto"/>
        <w:ind w:left="1134" w:hanging="425"/>
        <w:contextualSpacing/>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402676B7" w14:textId="77777777" w:rsidR="009020DB" w:rsidRPr="009020DB" w:rsidRDefault="009020DB" w:rsidP="009020DB">
      <w:pPr>
        <w:numPr>
          <w:ilvl w:val="0"/>
          <w:numId w:val="40"/>
        </w:numPr>
        <w:tabs>
          <w:tab w:val="left" w:pos="567"/>
          <w:tab w:val="left" w:pos="3544"/>
        </w:tabs>
        <w:spacing w:after="0" w:line="240" w:lineRule="auto"/>
        <w:ind w:left="1134" w:hanging="425"/>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1EA52B4A" w14:textId="77777777"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417A836F" w14:textId="77777777"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p>
    <w:p w14:paraId="14111317" w14:textId="77777777" w:rsidR="009020DB" w:rsidRPr="009020DB" w:rsidRDefault="009020DB" w:rsidP="009020DB">
      <w:pPr>
        <w:tabs>
          <w:tab w:val="left" w:pos="1985"/>
          <w:tab w:val="left" w:pos="4395"/>
        </w:tabs>
        <w:spacing w:after="0" w:line="240" w:lineRule="auto"/>
        <w:ind w:left="1134" w:hanging="425"/>
        <w:rPr>
          <w:rFonts w:eastAsia="Times New Roman" w:cs="Arial"/>
          <w:snapToGrid w:val="0"/>
          <w:lang w:eastAsia="cs-CZ"/>
        </w:rPr>
      </w:pPr>
    </w:p>
    <w:p w14:paraId="6E16240E" w14:textId="77777777" w:rsidR="009020DB" w:rsidRPr="009020DB" w:rsidRDefault="009020DB" w:rsidP="00C84A44">
      <w:pPr>
        <w:tabs>
          <w:tab w:val="left" w:pos="567"/>
          <w:tab w:val="left" w:pos="1985"/>
          <w:tab w:val="left" w:pos="4395"/>
        </w:tabs>
        <w:spacing w:after="0" w:line="240" w:lineRule="auto"/>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627230F5" w14:textId="77777777" w:rsidR="009020DB" w:rsidRPr="009020DB" w:rsidRDefault="009020DB" w:rsidP="00C84A44">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Pr="009020DB">
        <w:rPr>
          <w:rFonts w:eastAsia="Times New Roman" w:cs="Arial"/>
          <w:snapToGrid w:val="0"/>
          <w:lang w:eastAsia="cs-CZ"/>
        </w:rPr>
        <w:t>zhotovitel</w:t>
      </w:r>
      <w:r w:rsidR="00517326">
        <w:rPr>
          <w:rFonts w:eastAsia="Times New Roman" w:cs="Arial"/>
          <w:snapToGrid w:val="0"/>
          <w:lang w:eastAsia="cs-CZ"/>
        </w:rPr>
        <w:t>“</w:t>
      </w:r>
      <w:r w:rsidRPr="009020DB">
        <w:rPr>
          <w:rFonts w:eastAsia="Times New Roman" w:cs="Arial"/>
          <w:snapToGrid w:val="0"/>
          <w:lang w:eastAsia="cs-CZ"/>
        </w:rPr>
        <w:t>)</w:t>
      </w:r>
    </w:p>
    <w:p w14:paraId="51CD1B38" w14:textId="77777777" w:rsidR="00F422D3" w:rsidRPr="00B42F40" w:rsidRDefault="009020DB" w:rsidP="009020DB">
      <w:pPr>
        <w:pStyle w:val="Textbezodsazen"/>
      </w:pPr>
      <w:r>
        <w:t xml:space="preserve">          </w:t>
      </w:r>
      <w:r w:rsidR="00F422D3" w:rsidRPr="00B42F40">
        <w:t>číslo smlouvy: "</w:t>
      </w:r>
      <w:r w:rsidR="00F422D3" w:rsidRPr="00B42F40">
        <w:rPr>
          <w:rStyle w:val="Tun"/>
        </w:rPr>
        <w:t>[</w:t>
      </w:r>
      <w:r w:rsidR="00F422D3" w:rsidRPr="00B42F40">
        <w:rPr>
          <w:rStyle w:val="Tun"/>
          <w:highlight w:val="yellow"/>
        </w:rPr>
        <w:t>VLOŽÍ ZHOTOVITEL</w:t>
      </w:r>
      <w:r w:rsidR="00F422D3" w:rsidRPr="00B42F40">
        <w:rPr>
          <w:rStyle w:val="Tun"/>
        </w:rPr>
        <w:t>]</w:t>
      </w:r>
      <w:r w:rsidR="00F422D3" w:rsidRPr="00B42F40">
        <w:t xml:space="preserve">" </w:t>
      </w:r>
    </w:p>
    <w:p w14:paraId="449A029E" w14:textId="77777777" w:rsidR="00B42F40" w:rsidRPr="00B42F40"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36347FB" w14:textId="77777777"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2CD4731" w14:textId="77777777" w:rsidR="00EF05B5" w:rsidRDefault="00EF05B5" w:rsidP="00EF05B5">
      <w:pPr>
        <w:pStyle w:val="Nadpis1-1"/>
      </w:pPr>
      <w:r>
        <w:t>Výchozí podklady a Údaje</w:t>
      </w:r>
    </w:p>
    <w:p w14:paraId="483108EE" w14:textId="77777777" w:rsidR="00EF05B5" w:rsidRPr="00EF05B5" w:rsidRDefault="00EF05B5" w:rsidP="00EF05B5">
      <w:r w:rsidRPr="00EF05B5">
        <w:t>Smlouva bude plněna v souladu se zněním následujících dokumentů:</w:t>
      </w:r>
    </w:p>
    <w:p w14:paraId="1C305C1E" w14:textId="77F198F0" w:rsidR="00EF05B5" w:rsidRPr="00657A25" w:rsidRDefault="00EF05B5" w:rsidP="00D70E10">
      <w:pPr>
        <w:pStyle w:val="Text1-1"/>
      </w:pPr>
      <w:r w:rsidRPr="00657A25">
        <w:t xml:space="preserve">Výzva k podání nabídky na realizaci veřejné zakázky </w:t>
      </w:r>
      <w:r w:rsidR="00A13B65" w:rsidRPr="00456E44">
        <w:rPr>
          <w:rFonts w:ascii="Verdana" w:eastAsia="Verdana" w:hAnsi="Verdana" w:cs="Times New Roman"/>
        </w:rPr>
        <w:t xml:space="preserve">Vypracování projektové dokumentace </w:t>
      </w:r>
      <w:r w:rsidR="00A13B65">
        <w:rPr>
          <w:rFonts w:ascii="Verdana" w:eastAsia="Verdana" w:hAnsi="Verdana" w:cs="Times New Roman"/>
        </w:rPr>
        <w:t>„</w:t>
      </w:r>
      <w:r w:rsidR="00A13B65" w:rsidRPr="00456E44">
        <w:rPr>
          <w:rFonts w:ascii="Verdana" w:eastAsia="Verdana" w:hAnsi="Verdana" w:cs="Times New Roman"/>
        </w:rPr>
        <w:t>Oprava PZS</w:t>
      </w:r>
      <w:r w:rsidR="00A13B65">
        <w:rPr>
          <w:rFonts w:ascii="Verdana" w:eastAsia="Verdana" w:hAnsi="Verdana" w:cs="Times New Roman"/>
        </w:rPr>
        <w:t xml:space="preserve"> </w:t>
      </w:r>
      <w:r w:rsidR="00A13B65" w:rsidRPr="00456E44">
        <w:rPr>
          <w:rFonts w:ascii="Verdana" w:eastAsia="Verdana" w:hAnsi="Verdana" w:cs="Times New Roman"/>
        </w:rPr>
        <w:t>v</w:t>
      </w:r>
      <w:r w:rsidR="00A13B65">
        <w:rPr>
          <w:rFonts w:ascii="Verdana" w:eastAsia="Verdana" w:hAnsi="Verdana" w:cs="Times New Roman"/>
        </w:rPr>
        <w:t> </w:t>
      </w:r>
      <w:r w:rsidR="00A13B65" w:rsidRPr="00456E44">
        <w:rPr>
          <w:rFonts w:ascii="Verdana" w:eastAsia="Verdana" w:hAnsi="Verdana" w:cs="Times New Roman"/>
        </w:rPr>
        <w:t xml:space="preserve">úseku Rožďalovice </w:t>
      </w:r>
      <w:r w:rsidR="00A13B65">
        <w:rPr>
          <w:rFonts w:ascii="Verdana" w:eastAsia="Verdana" w:hAnsi="Verdana" w:cs="Times New Roman"/>
        </w:rPr>
        <w:t>–</w:t>
      </w:r>
      <w:r w:rsidR="00A13B65" w:rsidRPr="00456E44">
        <w:rPr>
          <w:rFonts w:ascii="Verdana" w:eastAsia="Verdana" w:hAnsi="Verdana" w:cs="Times New Roman"/>
        </w:rPr>
        <w:t xml:space="preserve"> Nemyčeves</w:t>
      </w:r>
      <w:r w:rsidR="00A13B65">
        <w:rPr>
          <w:rFonts w:ascii="Verdana" w:eastAsia="Verdana" w:hAnsi="Verdana" w:cs="Times New Roman"/>
        </w:rPr>
        <w:t>“</w:t>
      </w:r>
      <w:r w:rsidRPr="00657A25">
        <w:t xml:space="preserve">, č. </w:t>
      </w:r>
      <w:r w:rsidRPr="00B61444">
        <w:t>j.:</w:t>
      </w:r>
      <w:r w:rsidR="00D70E10" w:rsidRPr="00D70E10">
        <w:t xml:space="preserve"> 342/2021-SŽ-OŘ HKR-NPI</w:t>
      </w:r>
      <w:r w:rsidR="00D70E10">
        <w:t xml:space="preserve"> </w:t>
      </w:r>
      <w:r w:rsidR="008B2FF7">
        <w:t xml:space="preserve">ze </w:t>
      </w:r>
      <w:r>
        <w:t xml:space="preserve">dne </w:t>
      </w:r>
      <w:r w:rsidR="00D70E10">
        <w:t>7. 1. 2021</w:t>
      </w:r>
      <w:bookmarkStart w:id="0" w:name="_GoBack"/>
      <w:bookmarkEnd w:id="0"/>
      <w:r w:rsidRPr="00657A25">
        <w:t xml:space="preserve"> (dále jen „Výzva“). </w:t>
      </w:r>
    </w:p>
    <w:p w14:paraId="064AB395" w14:textId="57746AD7" w:rsidR="00EF05B5" w:rsidRPr="00C42371" w:rsidRDefault="00EF05B5" w:rsidP="00EF05B5">
      <w:pPr>
        <w:pStyle w:val="Text1-1"/>
      </w:pPr>
      <w:r w:rsidRPr="00C42371">
        <w:t xml:space="preserve">Nabídka vybraného zhotovitele obdržená </w:t>
      </w:r>
      <w:r w:rsidR="00602FD6">
        <w:t xml:space="preserve">prostřednictvím elektronického nástroje E-ZAK </w:t>
      </w:r>
      <w:r w:rsidRPr="00C42371">
        <w:t>dne</w:t>
      </w:r>
      <w:r>
        <w:t xml:space="preserve"> </w:t>
      </w:r>
      <w:r w:rsidRPr="00C42371">
        <w:rPr>
          <w:highlight w:val="green"/>
        </w:rPr>
        <w:t>"[VLOŽÍ OBJEDNATEL]"</w:t>
      </w:r>
      <w:r w:rsidR="00602FD6">
        <w:t xml:space="preserve"> (dále jen „Nabídka“)</w:t>
      </w:r>
      <w:r w:rsidRPr="00C42371">
        <w:t>.</w:t>
      </w:r>
    </w:p>
    <w:p w14:paraId="7AD815F2" w14:textId="77777777" w:rsidR="00EF05B5" w:rsidRPr="00EF05B5" w:rsidRDefault="00EF05B5" w:rsidP="00EF05B5">
      <w:pPr>
        <w:pStyle w:val="Text1-1"/>
      </w:pPr>
      <w:r w:rsidRPr="00324258">
        <w:t>Zákon č. 183/2006 Sb., o územním plánování a stavebním řádu (stavební zákon), a</w:t>
      </w:r>
      <w:r w:rsidR="008B2FF7">
        <w:t> </w:t>
      </w:r>
      <w:r w:rsidRPr="00324258">
        <w:t>jeho prováděcí vyhlášky, vyhláška č.177/1995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 xml:space="preserve">příslušné technické normy (ČSN, EN,TNŽ), </w:t>
      </w:r>
      <w:r w:rsidRPr="00EF05B5">
        <w:t>drážní předpisy a další relevantní právní předpisy, vše ve znění pozdějších předpisů.</w:t>
      </w:r>
    </w:p>
    <w:p w14:paraId="4ECED54E" w14:textId="77777777" w:rsidR="00EF05B5" w:rsidRPr="00092818" w:rsidRDefault="00EF05B5" w:rsidP="00EF05B5">
      <w:pPr>
        <w:pStyle w:val="Text1-1"/>
      </w:pPr>
      <w:r>
        <w:t>Dokumentace k předmětné veřejné zakázce, která</w:t>
      </w:r>
      <w:r w:rsidRPr="00092818">
        <w:t xml:space="preserve"> je </w:t>
      </w:r>
      <w:r>
        <w:t>součástí Zadávací dokumentace.</w:t>
      </w:r>
    </w:p>
    <w:p w14:paraId="6FD9FCDB" w14:textId="77777777" w:rsidR="00EF05B5" w:rsidRPr="00EF05B5" w:rsidRDefault="00EF05B5" w:rsidP="00EC53D5">
      <w:pPr>
        <w:pStyle w:val="Text1-1"/>
      </w:pPr>
      <w:r w:rsidRPr="00EF05B5">
        <w:rPr>
          <w:snapToGrid w:val="0"/>
          <w:lang w:eastAsia="cs-CZ"/>
        </w:rPr>
        <w:t xml:space="preserve">Technické kvalitativní podmínky staveb státních drah (dále jen „TKP“), české technické normy a interní předpisy objednatele vyjmenované v příslušných kapitolách TKP staveb státních drah, Obchodní podmínky na projekční práce u </w:t>
      </w:r>
      <w:proofErr w:type="gramStart"/>
      <w:r w:rsidRPr="00EF05B5">
        <w:rPr>
          <w:snapToGrid w:val="0"/>
          <w:lang w:eastAsia="cs-CZ"/>
        </w:rPr>
        <w:t>OŘ</w:t>
      </w:r>
      <w:proofErr w:type="gramEnd"/>
      <w:r w:rsidRPr="00EF05B5">
        <w:rPr>
          <w:snapToGrid w:val="0"/>
          <w:lang w:eastAsia="cs-CZ"/>
        </w:rPr>
        <w:t xml:space="preserve"> Hradec Králové, </w:t>
      </w:r>
      <w:r w:rsidR="0004467E">
        <w:rPr>
          <w:snapToGrid w:val="0"/>
          <w:lang w:eastAsia="cs-CZ"/>
        </w:rPr>
        <w:t>Všeobecné t</w:t>
      </w:r>
      <w:r w:rsidRPr="00EF05B5">
        <w:rPr>
          <w:snapToGrid w:val="0"/>
          <w:lang w:eastAsia="cs-CZ"/>
        </w:rPr>
        <w:t>echnické podmínky</w:t>
      </w:r>
      <w:r w:rsidR="00EC53D5">
        <w:rPr>
          <w:snapToGrid w:val="0"/>
          <w:lang w:eastAsia="cs-CZ"/>
        </w:rPr>
        <w:t xml:space="preserve"> </w:t>
      </w:r>
      <w:r w:rsidR="00EC53D5" w:rsidRPr="00EC53D5">
        <w:rPr>
          <w:rFonts w:eastAsia="Times New Roman" w:cs="Arial"/>
          <w:snapToGrid w:val="0"/>
          <w:lang w:eastAsia="cs-CZ"/>
        </w:rPr>
        <w:t>VTP/R/12/19</w:t>
      </w:r>
      <w:r w:rsidRPr="00EF05B5">
        <w:rPr>
          <w:snapToGrid w:val="0"/>
          <w:lang w:eastAsia="cs-CZ"/>
        </w:rPr>
        <w:t>, zákony a 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 znění pozdějších předpisů.</w:t>
      </w:r>
    </w:p>
    <w:p w14:paraId="18C65080" w14:textId="77777777" w:rsidR="007D0186" w:rsidRDefault="007D0186" w:rsidP="007D0186">
      <w:pPr>
        <w:pStyle w:val="Text1-1"/>
      </w:pPr>
      <w:r w:rsidRPr="007D0186">
        <w:t xml:space="preserve">Zhotovitel podpisem této smlouvy potvrzuje, že je se všemi dokumenty tvořícími zadávací dokumentaci na realizaci díla seznámen a bez výhrad s nimi souhlasí. </w:t>
      </w:r>
    </w:p>
    <w:p w14:paraId="0B0B0A8E" w14:textId="77777777" w:rsidR="007D0186" w:rsidRPr="00783C51" w:rsidRDefault="007D0186" w:rsidP="007D0186">
      <w:pPr>
        <w:pStyle w:val="Text1-1"/>
      </w:pPr>
      <w:r w:rsidRPr="00783C51">
        <w:t>Zhotovitel prohlašuje, že dokumenty uvedené v této smlouvě mu by</w:t>
      </w:r>
      <w:r>
        <w:t>ly před podpisem této smlouvy k </w:t>
      </w:r>
      <w:r w:rsidRPr="00783C51">
        <w:t>dispozici, že byl s jejich obsahem seznámen, a že jejich obsah je pro něj závazný.</w:t>
      </w:r>
    </w:p>
    <w:p w14:paraId="41A0AB13" w14:textId="77777777" w:rsidR="007D0186" w:rsidRDefault="007D0186" w:rsidP="007D0186">
      <w:pPr>
        <w:pStyle w:val="Text1-1"/>
      </w:pPr>
      <w:r w:rsidRPr="00092818">
        <w:t>Zhotovitel se zavazuje respektovat změny předpisů objednatele a norem, které se týkají předmětného díla a jeho součástí, i pokud k nim dojde během provádění díla a</w:t>
      </w:r>
      <w:r w:rsidR="008B2FF7">
        <w:t> </w:t>
      </w:r>
      <w:r w:rsidRPr="00092818">
        <w:t>budou objednatelem uplatněny. Tyto změny budou řešeny písemnými dodatky k této smlouvě.</w:t>
      </w:r>
    </w:p>
    <w:p w14:paraId="4BCFC84D" w14:textId="77777777" w:rsidR="00F24489" w:rsidRDefault="007D0186" w:rsidP="00F24489">
      <w:pPr>
        <w:pStyle w:val="Nadpis1-1"/>
      </w:pPr>
      <w:r>
        <w:t>Název a předmět díla</w:t>
      </w:r>
    </w:p>
    <w:p w14:paraId="7D4407FD" w14:textId="5DCBCCC1" w:rsidR="007D0186" w:rsidRPr="00324258" w:rsidRDefault="007D0186" w:rsidP="007D0186">
      <w:pPr>
        <w:pStyle w:val="Text1-1"/>
      </w:pPr>
      <w:r w:rsidRPr="00324258">
        <w:t xml:space="preserve">Název díla: </w:t>
      </w:r>
      <w:r w:rsidR="00A13B65" w:rsidRPr="00456E44">
        <w:rPr>
          <w:rFonts w:ascii="Verdana" w:eastAsia="Verdana" w:hAnsi="Verdana" w:cs="Times New Roman"/>
        </w:rPr>
        <w:t xml:space="preserve">Vypracování projektové dokumentace </w:t>
      </w:r>
      <w:r w:rsidR="00A13B65">
        <w:rPr>
          <w:rFonts w:ascii="Verdana" w:eastAsia="Verdana" w:hAnsi="Verdana" w:cs="Times New Roman"/>
        </w:rPr>
        <w:t>„</w:t>
      </w:r>
      <w:r w:rsidR="00A13B65" w:rsidRPr="00456E44">
        <w:rPr>
          <w:rFonts w:ascii="Verdana" w:eastAsia="Verdana" w:hAnsi="Verdana" w:cs="Times New Roman"/>
        </w:rPr>
        <w:t>Oprava PZS</w:t>
      </w:r>
      <w:r w:rsidR="00A13B65">
        <w:rPr>
          <w:rFonts w:ascii="Verdana" w:eastAsia="Verdana" w:hAnsi="Verdana" w:cs="Times New Roman"/>
        </w:rPr>
        <w:t xml:space="preserve"> </w:t>
      </w:r>
      <w:r w:rsidR="00A13B65" w:rsidRPr="00456E44">
        <w:rPr>
          <w:rFonts w:ascii="Verdana" w:eastAsia="Verdana" w:hAnsi="Verdana" w:cs="Times New Roman"/>
        </w:rPr>
        <w:t>v</w:t>
      </w:r>
      <w:r w:rsidR="00A13B65">
        <w:rPr>
          <w:rFonts w:ascii="Verdana" w:eastAsia="Verdana" w:hAnsi="Verdana" w:cs="Times New Roman"/>
        </w:rPr>
        <w:t> </w:t>
      </w:r>
      <w:r w:rsidR="00A13B65" w:rsidRPr="00456E44">
        <w:rPr>
          <w:rFonts w:ascii="Verdana" w:eastAsia="Verdana" w:hAnsi="Verdana" w:cs="Times New Roman"/>
        </w:rPr>
        <w:t xml:space="preserve">úseku Rožďalovice </w:t>
      </w:r>
      <w:r w:rsidR="00A13B65">
        <w:rPr>
          <w:rFonts w:ascii="Verdana" w:eastAsia="Verdana" w:hAnsi="Verdana" w:cs="Times New Roman"/>
        </w:rPr>
        <w:t>–</w:t>
      </w:r>
      <w:r w:rsidR="00A13B65" w:rsidRPr="00456E44">
        <w:rPr>
          <w:rFonts w:ascii="Verdana" w:eastAsia="Verdana" w:hAnsi="Verdana" w:cs="Times New Roman"/>
        </w:rPr>
        <w:t xml:space="preserve"> Nemyčeves</w:t>
      </w:r>
      <w:r w:rsidR="00A13B65">
        <w:rPr>
          <w:rFonts w:ascii="Verdana" w:eastAsia="Verdana" w:hAnsi="Verdana" w:cs="Times New Roman"/>
        </w:rPr>
        <w:t>“</w:t>
      </w:r>
    </w:p>
    <w:p w14:paraId="35F362D5" w14:textId="6E7AE6E5" w:rsidR="00D06BD0" w:rsidRDefault="00D06BD0" w:rsidP="00D06BD0">
      <w:pPr>
        <w:pStyle w:val="Text1-1"/>
        <w:rPr>
          <w:szCs w:val="22"/>
        </w:rPr>
      </w:pPr>
      <w:r w:rsidRPr="00324258">
        <w:rPr>
          <w:szCs w:val="22"/>
        </w:rPr>
        <w:t xml:space="preserve">Předmětem díla je </w:t>
      </w:r>
      <w:r w:rsidRPr="006D7050">
        <w:t xml:space="preserve">vyhotovení projektové dokumentace </w:t>
      </w:r>
      <w:r w:rsidRPr="00434F96">
        <w:t>pro následné zadání veřejné zakázky, která bude splňovat podmínku řádného a jednoznačného zadání pro</w:t>
      </w:r>
      <w:r w:rsidRPr="00434F96" w:rsidDel="00434F96">
        <w:t xml:space="preserve"> </w:t>
      </w:r>
      <w:r w:rsidR="00AA538C" w:rsidRPr="00A43CC6">
        <w:rPr>
          <w:noProof/>
        </w:rPr>
        <w:t>opravu logického jádra, prvků pro detekci kolejového vozidla, místní kabelizace a základního napájení zařízení - elektrické přípojky</w:t>
      </w:r>
      <w:r w:rsidR="00AA538C" w:rsidRPr="005C61A9">
        <w:rPr>
          <w:rStyle w:val="Odkaznakoment"/>
          <w:rFonts w:cs="Arial"/>
          <w:sz w:val="18"/>
          <w:szCs w:val="18"/>
        </w:rPr>
        <w:t xml:space="preserve"> </w:t>
      </w:r>
      <w:r w:rsidR="008D24EE">
        <w:rPr>
          <w:rStyle w:val="Odkaznakoment"/>
          <w:rFonts w:cs="Arial"/>
          <w:sz w:val="18"/>
          <w:szCs w:val="18"/>
        </w:rPr>
        <w:t>(dále jen „Stavba“)</w:t>
      </w:r>
      <w:r w:rsidRPr="00233C72">
        <w:rPr>
          <w:szCs w:val="22"/>
        </w:rPr>
        <w:t xml:space="preserve">, </w:t>
      </w:r>
      <w:r>
        <w:rPr>
          <w:szCs w:val="22"/>
        </w:rPr>
        <w:t>přičemž konkrétně je </w:t>
      </w:r>
      <w:r w:rsidRPr="000D6FF4">
        <w:rPr>
          <w:szCs w:val="22"/>
        </w:rPr>
        <w:t>rozsah díla popsán v</w:t>
      </w:r>
      <w:r>
        <w:rPr>
          <w:szCs w:val="22"/>
        </w:rPr>
        <w:t> dokumentaci, jež byla zveřejněna jako součást Zadávací dokumentace. Z</w:t>
      </w:r>
      <w:r w:rsidRPr="00AA1FE3">
        <w:rPr>
          <w:szCs w:val="22"/>
        </w:rPr>
        <w:t xml:space="preserve">hotovitel </w:t>
      </w:r>
      <w:r>
        <w:rPr>
          <w:szCs w:val="22"/>
        </w:rPr>
        <w:t xml:space="preserve">se </w:t>
      </w:r>
      <w:r w:rsidRPr="00AA1FE3">
        <w:rPr>
          <w:szCs w:val="22"/>
        </w:rPr>
        <w:t>zavazuje provést dílo v souladu s</w:t>
      </w:r>
      <w:r>
        <w:rPr>
          <w:szCs w:val="22"/>
        </w:rPr>
        <w:t> </w:t>
      </w:r>
      <w:r w:rsidRPr="00AA1FE3">
        <w:rPr>
          <w:szCs w:val="22"/>
        </w:rPr>
        <w:t>podmínkami stanovenými to</w:t>
      </w:r>
      <w:r>
        <w:rPr>
          <w:szCs w:val="22"/>
        </w:rPr>
        <w:t>uto smlouvou o </w:t>
      </w:r>
      <w:r w:rsidRPr="00AA1FE3">
        <w:rPr>
          <w:szCs w:val="22"/>
        </w:rPr>
        <w:t>dílo</w:t>
      </w:r>
      <w:r>
        <w:rPr>
          <w:szCs w:val="22"/>
        </w:rPr>
        <w:t xml:space="preserve">, </w:t>
      </w:r>
      <w:r w:rsidRPr="000D6FF4">
        <w:rPr>
          <w:szCs w:val="22"/>
        </w:rPr>
        <w:t>Výzvou, Zadávací dokumentací, Nabídkou zhotovitele a ostatními výše uvedenými dokumenty</w:t>
      </w:r>
      <w:r>
        <w:rPr>
          <w:szCs w:val="22"/>
        </w:rPr>
        <w:t>.</w:t>
      </w:r>
    </w:p>
    <w:p w14:paraId="45FADC31" w14:textId="12F2E6C6" w:rsidR="00557DDF" w:rsidRPr="00456B88" w:rsidRDefault="004112D1" w:rsidP="00557DDF">
      <w:pPr>
        <w:pStyle w:val="Text1-1"/>
      </w:pPr>
      <w:r>
        <w:t>P</w:t>
      </w:r>
      <w:r w:rsidR="00985312">
        <w:t>rojektová dokumentace S</w:t>
      </w:r>
      <w:r w:rsidR="00557DDF" w:rsidRPr="00456B88">
        <w:t>tavby bude obsahovat tyto části:</w:t>
      </w:r>
    </w:p>
    <w:p w14:paraId="43DE2595"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Technická dokumentace</w:t>
      </w:r>
    </w:p>
    <w:p w14:paraId="3C54A08B"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Situace</w:t>
      </w:r>
    </w:p>
    <w:p w14:paraId="159FBF0D"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Podélný profil</w:t>
      </w:r>
    </w:p>
    <w:p w14:paraId="2C71254C"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Vzorové příčné řezy koleje a přejezdu</w:t>
      </w:r>
    </w:p>
    <w:p w14:paraId="0BB0AAB5"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Vytyčovací výkres</w:t>
      </w:r>
    </w:p>
    <w:p w14:paraId="139189EB"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Technologický postup výlukových prací</w:t>
      </w:r>
    </w:p>
    <w:p w14:paraId="5164BDA2"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Položkový soupis prací s výkazem výměr (oceněný + neoceněný)</w:t>
      </w:r>
    </w:p>
    <w:p w14:paraId="20CBD1B6" w14:textId="77777777" w:rsid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Dokladová část (výpis z katastru nemovitostí, kopie katastrální mapy, příp. informací o</w:t>
      </w:r>
      <w:r w:rsidR="008B2FF7">
        <w:rPr>
          <w:rFonts w:asciiTheme="minorHAnsi" w:hAnsiTheme="minorHAnsi"/>
          <w:b w:val="0"/>
          <w:caps w:val="0"/>
          <w:sz w:val="18"/>
        </w:rPr>
        <w:t> </w:t>
      </w:r>
      <w:r w:rsidRPr="00557DDF">
        <w:rPr>
          <w:rFonts w:asciiTheme="minorHAnsi" w:hAnsiTheme="minorHAnsi"/>
          <w:b w:val="0"/>
          <w:caps w:val="0"/>
          <w:sz w:val="18"/>
        </w:rPr>
        <w:t>parcele, projednání s orgány státní správy a správců sítí)</w:t>
      </w:r>
    </w:p>
    <w:p w14:paraId="4638EF22" w14:textId="77777777" w:rsidR="00557DDF" w:rsidRPr="00557DDF" w:rsidRDefault="00557DDF" w:rsidP="00557DDF">
      <w:r w:rsidRPr="00557DDF">
        <w:t>Souprava č. 1 a č. 2 bude opatřena razítkem s autorizací.</w:t>
      </w:r>
    </w:p>
    <w:p w14:paraId="113AD827" w14:textId="77777777" w:rsidR="00557DDF" w:rsidRPr="00557DDF" w:rsidRDefault="00557DDF" w:rsidP="00557DDF">
      <w:pPr>
        <w:pStyle w:val="Text1-1"/>
      </w:pPr>
      <w:r w:rsidRPr="00557DDF">
        <w:t>Zhotovitel se zavazuje provést výše uvedené dílo (projektovou dokumentaci) dle podmínek této smlouvy řádně a s odbornou péčí a objednatel se zavazuje provedené dílo převzít a zaplatit za něj zhotoviteli dohodnutou cenu. Za dokončené dílo se pokládá jen takové dílo, které nebude mít při předání a převzetí žádnou vadu či nedodělek.</w:t>
      </w:r>
    </w:p>
    <w:p w14:paraId="1982F9C1" w14:textId="77777777" w:rsidR="00624262" w:rsidRPr="00624262" w:rsidRDefault="00624262" w:rsidP="00624262">
      <w:pPr>
        <w:pStyle w:val="Text1-1"/>
      </w:pPr>
      <w:r w:rsidRPr="00624262">
        <w:t>Práce na realizaci díla budou zahájeny ke dni účinnosti této smlouvy. Ukončení prací na realizaci díla a předání díla objednateli na adrese pro doručování písemností proběhne nejpozději v den ukončení díla dle čl. 4.1 této smlouvy, což bude dokumentovat předávací protokol. Přesnou hodinu předání díla si upřesní zhotovitel s objednatelem telefonicky. Předání díla bude provedeno za podmínky, že dílo bude prosté vad a</w:t>
      </w:r>
      <w:r w:rsidR="008B2FF7">
        <w:t> </w:t>
      </w:r>
      <w:r w:rsidRPr="00624262">
        <w:t>nedodělků a v předepsané kvalitě.</w:t>
      </w:r>
    </w:p>
    <w:p w14:paraId="50B433AF" w14:textId="77777777" w:rsidR="00624262" w:rsidRPr="00624262" w:rsidRDefault="00624262" w:rsidP="00624262">
      <w:pPr>
        <w:pStyle w:val="Text1-1"/>
      </w:pPr>
      <w:r w:rsidRPr="00624262">
        <w:t>O předání a převzetí díla bude pořízen protokol ve dvou vyhotoveních, z nichž jedno obdrží objednatel a jedno zhotovitel, podepsaný bude za objednatele díla i za zhotovitele díla kontaktními osobami ve věcech technických.</w:t>
      </w:r>
    </w:p>
    <w:p w14:paraId="2C2FA0DC" w14:textId="77777777" w:rsidR="00624262" w:rsidRPr="00624262" w:rsidRDefault="00624262" w:rsidP="00624262">
      <w:pPr>
        <w:pStyle w:val="Text1-1"/>
      </w:pPr>
      <w:r w:rsidRPr="00624262">
        <w:t>Zhotovitel se zavazuje provést dílo (projektovou dokumentaci) tak, aby splňovalo podmínku řádného a jednoznačného zadání opravných prací (veřejné zakázky) objednatelem v rámci výběrového řízení na zhotovitele opravných prací (veřejné zakázky) a nevyžadovalo jakékoliv dodatečné dopracování vybraným zhotovitelem při provádění příslušných opravných prací.</w:t>
      </w:r>
    </w:p>
    <w:p w14:paraId="3A3ADB0F" w14:textId="77777777" w:rsidR="00557DDF" w:rsidRPr="00557DDF" w:rsidRDefault="00624262" w:rsidP="00624262">
      <w:pPr>
        <w:pStyle w:val="Text1-1"/>
      </w:pPr>
      <w:r w:rsidRPr="00624262">
        <w:t>Dílo bude ve vlastnictví České republiky s právem hospodařit s majetkem státu pro objednatele.</w:t>
      </w:r>
    </w:p>
    <w:p w14:paraId="7EF29EB2" w14:textId="77777777" w:rsidR="00F24489" w:rsidRDefault="00C11E78" w:rsidP="00F24489">
      <w:pPr>
        <w:pStyle w:val="Nadpis1-1"/>
      </w:pPr>
      <w:r>
        <w:t>TERMÍN PLNĚNÍ</w:t>
      </w:r>
    </w:p>
    <w:p w14:paraId="3CBF011C" w14:textId="77777777" w:rsidR="00F24489" w:rsidRDefault="00F24489" w:rsidP="00F24489">
      <w:pPr>
        <w:pStyle w:val="slovanseznam"/>
        <w:numPr>
          <w:ilvl w:val="0"/>
          <w:numId w:val="0"/>
        </w:numPr>
        <w:ind w:left="567" w:hanging="567"/>
      </w:pPr>
    </w:p>
    <w:p w14:paraId="23981250" w14:textId="5FD33378" w:rsidR="004C5D1C" w:rsidRDefault="00CD316B" w:rsidP="00AA538C">
      <w:pPr>
        <w:pStyle w:val="Text1-1"/>
        <w:numPr>
          <w:ilvl w:val="0"/>
          <w:numId w:val="0"/>
        </w:numPr>
        <w:ind w:left="737"/>
      </w:pPr>
      <w:r w:rsidRPr="00CD316B">
        <w:t>Zhotovitel se v souladu se svou Nabídkou zavazuje dokončit a předat Objednateli Dílo nebo jeho jednotlivé části v termínech uvedených v</w:t>
      </w:r>
      <w:r w:rsidR="008D24EE">
        <w:t> H</w:t>
      </w:r>
      <w:r w:rsidRPr="00CD316B">
        <w:t>armonogramu</w:t>
      </w:r>
      <w:r w:rsidR="008D24EE">
        <w:t xml:space="preserve"> plnění, který je p</w:t>
      </w:r>
      <w:r w:rsidRPr="00CD316B">
        <w:t>řílo</w:t>
      </w:r>
      <w:r w:rsidR="008D24EE">
        <w:t>hou</w:t>
      </w:r>
      <w:r w:rsidRPr="00CD316B">
        <w:t xml:space="preserve"> č. </w:t>
      </w:r>
      <w:r>
        <w:t>3</w:t>
      </w:r>
      <w:r w:rsidRPr="00CD316B">
        <w:t xml:space="preserve"> </w:t>
      </w:r>
      <w:proofErr w:type="gramStart"/>
      <w:r w:rsidRPr="00CD316B">
        <w:t>této</w:t>
      </w:r>
      <w:proofErr w:type="gramEnd"/>
      <w:r w:rsidRPr="00CD316B">
        <w:t xml:space="preserve"> Smlouvy (dále jen „Harmonogram plnění“).</w:t>
      </w:r>
    </w:p>
    <w:p w14:paraId="1C034B06" w14:textId="77777777" w:rsidR="00F24489" w:rsidRDefault="00D84FB3" w:rsidP="00214C3E">
      <w:pPr>
        <w:pStyle w:val="Nadpis1-1"/>
      </w:pPr>
      <w:r>
        <w:t>CENA ZA DÍLO</w:t>
      </w:r>
    </w:p>
    <w:p w14:paraId="4561F55A" w14:textId="77777777" w:rsidR="00D84FB3" w:rsidRPr="00092818" w:rsidRDefault="00D84FB3" w:rsidP="00D84FB3">
      <w:pPr>
        <w:pStyle w:val="Text1-1"/>
      </w:pPr>
      <w:r w:rsidRPr="00834E82">
        <w:t xml:space="preserve">Cena za zhotovení díla byla stanovena na základě </w:t>
      </w:r>
      <w:r w:rsidR="006E055F">
        <w:t>výběrového</w:t>
      </w:r>
      <w:r w:rsidRPr="00834E82">
        <w:t xml:space="preserve"> řízení, je sjednána jako maximální a činí:</w:t>
      </w:r>
    </w:p>
    <w:p w14:paraId="5A0E652C" w14:textId="77777777" w:rsidR="00D84FB3" w:rsidRPr="00092818" w:rsidRDefault="00D84FB3" w:rsidP="00D84FB3">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bez DPH:</w:t>
      </w:r>
      <w:r>
        <w:rPr>
          <w:rFonts w:ascii="Arial" w:hAnsi="Arial" w:cs="Arial"/>
          <w:sz w:val="22"/>
          <w:szCs w:val="22"/>
        </w:rPr>
        <w:t xml:space="preserve">   </w:t>
      </w:r>
      <w:r w:rsidRPr="00B42F40">
        <w:t>"</w:t>
      </w:r>
      <w:r w:rsidRPr="00B42F40">
        <w:rPr>
          <w:rStyle w:val="Tun"/>
        </w:rPr>
        <w:t>[</w:t>
      </w:r>
      <w:r w:rsidRPr="00B42F40">
        <w:rPr>
          <w:rStyle w:val="Tun"/>
          <w:highlight w:val="yellow"/>
        </w:rPr>
        <w:t>VLOŽÍ ZHOTOVITEL</w:t>
      </w:r>
      <w:r w:rsidRPr="00B42F40">
        <w:rPr>
          <w:rStyle w:val="Tun"/>
        </w:rPr>
        <w:t>]</w:t>
      </w:r>
      <w:r w:rsidRPr="00B42F40">
        <w:t>"</w:t>
      </w:r>
      <w:r w:rsidRPr="00092818">
        <w:rPr>
          <w:rFonts w:ascii="Arial" w:hAnsi="Arial" w:cs="Arial"/>
          <w:szCs w:val="22"/>
        </w:rPr>
        <w:t xml:space="preserve"> </w:t>
      </w:r>
      <w:r w:rsidRPr="00D84FB3">
        <w:rPr>
          <w:rFonts w:cs="Arial"/>
          <w:b/>
        </w:rPr>
        <w:t>Kč</w:t>
      </w:r>
    </w:p>
    <w:p w14:paraId="754C1CE7" w14:textId="77777777" w:rsidR="00D84FB3" w:rsidRPr="00007997" w:rsidRDefault="00D84FB3" w:rsidP="00D84FB3">
      <w:pPr>
        <w:tabs>
          <w:tab w:val="left" w:pos="1418"/>
          <w:tab w:val="left" w:pos="4253"/>
        </w:tabs>
        <w:spacing w:before="240" w:line="247" w:lineRule="auto"/>
        <w:ind w:right="-1"/>
        <w:jc w:val="both"/>
        <w:rPr>
          <w:rFonts w:cs="Arial"/>
        </w:rPr>
      </w:pPr>
      <w:r>
        <w:rPr>
          <w:rFonts w:ascii="Arial" w:hAnsi="Arial" w:cs="Arial"/>
          <w:sz w:val="22"/>
          <w:szCs w:val="22"/>
        </w:rPr>
        <w:tab/>
      </w:r>
      <w:r w:rsidRPr="00007997">
        <w:rPr>
          <w:rFonts w:cs="Arial"/>
        </w:rPr>
        <w:t xml:space="preserve">slovy:         </w:t>
      </w:r>
      <w:r w:rsidRPr="00007997">
        <w:t>"</w:t>
      </w:r>
      <w:r w:rsidRPr="00007997">
        <w:rPr>
          <w:rStyle w:val="Tun"/>
        </w:rPr>
        <w:t>[</w:t>
      </w:r>
      <w:r w:rsidRPr="00007997">
        <w:rPr>
          <w:rStyle w:val="Tun"/>
          <w:highlight w:val="yellow"/>
        </w:rPr>
        <w:t>VLOŽÍ ZHOTOVITEL</w:t>
      </w:r>
      <w:r w:rsidRPr="00007997">
        <w:rPr>
          <w:rStyle w:val="Tun"/>
        </w:rPr>
        <w:t>]</w:t>
      </w:r>
      <w:r w:rsidRPr="00007997">
        <w:t>"</w:t>
      </w:r>
      <w:r w:rsidRPr="00007997">
        <w:rPr>
          <w:rFonts w:cs="Arial"/>
        </w:rPr>
        <w:t xml:space="preserve"> korun českých.</w:t>
      </w:r>
    </w:p>
    <w:p w14:paraId="03FDB48C" w14:textId="77777777" w:rsidR="00D84FB3" w:rsidRPr="00D84FB3" w:rsidRDefault="00D84FB3" w:rsidP="00C84A44">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nutných k řádnému dokončení díla bez vad a je si vědom toho, že nebude v průběhu provádění díla zvyšována cena za jeho provedení. Cena za dílo obsahuje veškeré náklady zhotovitele na provedení díla.</w:t>
      </w:r>
    </w:p>
    <w:p w14:paraId="3703FE41" w14:textId="77777777" w:rsidR="00214C3E" w:rsidRPr="006C7460" w:rsidRDefault="00D84FB3" w:rsidP="006C7460">
      <w:pPr>
        <w:spacing w:line="247" w:lineRule="auto"/>
        <w:ind w:left="709"/>
        <w:jc w:val="both"/>
        <w:rPr>
          <w:rFonts w:cs="Arial"/>
          <w:bCs/>
        </w:rPr>
      </w:pPr>
      <w:r w:rsidRPr="006C7460">
        <w:rPr>
          <w:rFonts w:cs="Arial"/>
          <w:bCs/>
        </w:rPr>
        <w:t>Výše DPH bude účtována dle účinného zákona o DPH.</w:t>
      </w:r>
    </w:p>
    <w:p w14:paraId="2F3DE193" w14:textId="77777777" w:rsidR="006C7460" w:rsidRPr="006C7460" w:rsidRDefault="006C7460" w:rsidP="006C7460">
      <w:pPr>
        <w:pStyle w:val="Text1-1"/>
      </w:pPr>
      <w:r w:rsidRPr="006C7460">
        <w:t>Pouze po předchozím písemném souhlasu objednatele je zhotovitel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w:t>
      </w:r>
      <w:r w:rsidR="008B2FF7">
        <w:t> </w:t>
      </w:r>
      <w:r w:rsidRPr="006C7460">
        <w:t>nesplatné pohledávce zhotovitele.</w:t>
      </w:r>
    </w:p>
    <w:p w14:paraId="740395B2" w14:textId="77777777" w:rsidR="00214C3E" w:rsidRDefault="006C7460" w:rsidP="006C7460">
      <w:pPr>
        <w:pStyle w:val="Text1-1"/>
      </w:pPr>
      <w:r w:rsidRPr="006C7460">
        <w:t xml:space="preserve">Zhotovitel se zavazuje, že nepostoupí práva, povinnosti, závazky a pohledávky z této smlouvy třetím osobám bez písemného souhlasu objednatele. </w:t>
      </w:r>
    </w:p>
    <w:p w14:paraId="4892D0F0" w14:textId="0017777E" w:rsidR="004C5D1C" w:rsidRDefault="004C5D1C" w:rsidP="006C7460">
      <w:pPr>
        <w:pStyle w:val="Text1-1"/>
      </w:pPr>
      <w:r>
        <w:t>Rozpis Ceny díla je přílo</w:t>
      </w:r>
      <w:r w:rsidR="00E37FEA">
        <w:t>hou</w:t>
      </w:r>
      <w:r>
        <w:t xml:space="preserve"> č. 2 </w:t>
      </w:r>
      <w:proofErr w:type="gramStart"/>
      <w:r>
        <w:t>této</w:t>
      </w:r>
      <w:proofErr w:type="gramEnd"/>
      <w:r>
        <w:t xml:space="preserve"> </w:t>
      </w:r>
      <w:r w:rsidR="007D51F3">
        <w:t>S</w:t>
      </w:r>
      <w:r>
        <w:t>mlouvy.</w:t>
      </w:r>
    </w:p>
    <w:p w14:paraId="43666A05" w14:textId="77777777" w:rsidR="006C7460" w:rsidRDefault="006C7460" w:rsidP="00214C3E">
      <w:pPr>
        <w:pStyle w:val="Nadpis1-1"/>
      </w:pPr>
      <w:r>
        <w:t>POVINNOSTI SMLUVNÍCH STRAN</w:t>
      </w:r>
    </w:p>
    <w:p w14:paraId="4AFE0BB2" w14:textId="24F0DAAE" w:rsidR="006C7460" w:rsidRDefault="006C7460" w:rsidP="006C7460">
      <w:pPr>
        <w:pStyle w:val="Text1-1"/>
      </w:pPr>
      <w:r w:rsidRPr="00092818">
        <w:t>V případě změny v označení smluvních stran, změn pověřených osob, statutárních orgánů a</w:t>
      </w:r>
      <w:r>
        <w:t> </w:t>
      </w:r>
      <w:r w:rsidRPr="00092818">
        <w:t xml:space="preserve">dalších údajů uvedených v článku 1.1 – 1.2 se nepoužije ustanovení článku </w:t>
      </w:r>
      <w:r>
        <w:t>10.2</w:t>
      </w:r>
      <w:r w:rsidRPr="00092818">
        <w:t xml:space="preserve"> smlouvy.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případě změny právní formy některé ze 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zhotovitele, které může být měněno pouze formou dodatku. Změna bankovního spojení musí být zhotovitelem oznámena vždy s předstihem tak, aby mezi smluvními stranami mohl být včas uzavřen příslušný dodatek k této smlouvě. Oznámení o změně bankovního spojení je třeba zaslat ve formě žádosti na provedení změny nebo doplnění bankovního spojení prostřednictvím datové schránky zhotovitele do datové schránky objednatele</w:t>
      </w:r>
      <w:r w:rsidRPr="00740F61">
        <w:t>.</w:t>
      </w:r>
    </w:p>
    <w:p w14:paraId="0F138941" w14:textId="77777777" w:rsidR="006C7460" w:rsidRPr="006C7460" w:rsidRDefault="006C7460" w:rsidP="006C7460">
      <w:pPr>
        <w:pStyle w:val="Text1-1"/>
      </w:pPr>
      <w:r w:rsidRPr="006C7460">
        <w:t>Zhotovitel nesmí vyjma geodetických prací převést celé dílo ani jeho část na poddodavatele, které jmenovitě neuvedl v nabídce a ani nesmí uzavřít poddodavatelskou smlouvu na žádnou část díla bez předchozího písemného souhlasu objednatele. Jednalo by se o podstatné porušení smlouvy a objednatel by byl oprávněn odstoupit od smlouvy.</w:t>
      </w:r>
    </w:p>
    <w:p w14:paraId="7B853111" w14:textId="77777777" w:rsidR="006C7460" w:rsidRPr="006C7460" w:rsidRDefault="006C7460" w:rsidP="006C7460">
      <w:pPr>
        <w:pStyle w:val="Text1-1"/>
      </w:pPr>
      <w:r w:rsidRPr="006C7460">
        <w:t>Veškeré plánované pracovní postupy nutné ke zhotovení a ukončení díla a odstraňování jeho vad, nakolik shoda s požadavky smlouvy dovolí, budou projektovou dokumentací navrženy tak, aby zbytečně nebo nevhodně nezasahovaly do okolních nemovitostí ve vlastnictví objednatele či jiných osob.</w:t>
      </w:r>
    </w:p>
    <w:p w14:paraId="3FB84AB1" w14:textId="77777777" w:rsidR="006C7460" w:rsidRPr="006C7460" w:rsidRDefault="006C7460" w:rsidP="006C7460">
      <w:pPr>
        <w:pStyle w:val="Text1-1"/>
      </w:pPr>
      <w:r w:rsidRPr="006C7460">
        <w:t>Případné změny, týkající se provádění díla, je možné projednat jen s pověřenými osobami objednatele při vzájemných konzultacích a poradách. Zhotovitel vyzve zástupce objednatele ke konzultacím technického řešení a k výrobním poradám nejméně 5 dní před termínem jejich konání. Z jednání zhotovitel pořídí zápis, jenž bude součástí odevzdaného díla.</w:t>
      </w:r>
    </w:p>
    <w:p w14:paraId="1C164956" w14:textId="77777777" w:rsidR="006C7460" w:rsidRDefault="006C7460" w:rsidP="006C7460">
      <w:pPr>
        <w:pStyle w:val="Text1-1"/>
      </w:pPr>
      <w:r>
        <w:t>Zhotovitel se zavazuje provést dílo svým jménem a na vlastní odpovědnost. Zhotovitel dílo provede dle podmínek této smlouvy a v souladu se Zadávací dokumentací. Provedením díla se rozumí pouze předání kompletního díla dle veškerých podmínek této smlouvy.</w:t>
      </w:r>
    </w:p>
    <w:p w14:paraId="1E082456" w14:textId="77777777" w:rsidR="006C7460" w:rsidRDefault="006C7460" w:rsidP="006C7460">
      <w:pPr>
        <w:pStyle w:val="Text1-1"/>
      </w:pPr>
      <w:r>
        <w:t>Pro každé porušení povinností dle této smlouvy zhotovitelem (bez ohledu na jeho zavinění), zejména podmínek kvality díla a termínu předání díla, bude objednatel oprávněn od smlouvy odstoupit.</w:t>
      </w:r>
    </w:p>
    <w:p w14:paraId="3966C4A5" w14:textId="77777777" w:rsidR="006C7460" w:rsidRDefault="006C7460" w:rsidP="006C7460">
      <w:pPr>
        <w:pStyle w:val="Text1-1"/>
      </w:pPr>
      <w:r>
        <w:t>Veškerá ujednání obsažená ve Výzvě, především v bodě Další podmínky zadavatele, budou dodržena.</w:t>
      </w:r>
    </w:p>
    <w:p w14:paraId="3692B9C5" w14:textId="77777777" w:rsidR="006C7460" w:rsidRDefault="006C7460" w:rsidP="006C7460">
      <w:pPr>
        <w:pStyle w:val="Text1-1"/>
      </w:pPr>
      <w:r>
        <w:t>Smluvní strana, která zavinila a odpovídá za přerušení realizace prací na díle, je povinna druhé smluvní straně nahradit prokazatelně oprávněně vynaložené náklady i</w:t>
      </w:r>
      <w:r w:rsidR="008B2FF7">
        <w:t> </w:t>
      </w:r>
      <w:r>
        <w:t xml:space="preserve">způsobenou škodu ve smyslu Obchodních podmínek na projekční práce u </w:t>
      </w:r>
      <w:proofErr w:type="gramStart"/>
      <w:r>
        <w:t>OŘ</w:t>
      </w:r>
      <w:proofErr w:type="gramEnd"/>
      <w:r>
        <w:t xml:space="preserve"> HKR.</w:t>
      </w:r>
    </w:p>
    <w:p w14:paraId="35ED8D83" w14:textId="47021DDA" w:rsidR="006C7460" w:rsidRDefault="006C7460" w:rsidP="006C7460">
      <w:pPr>
        <w:pStyle w:val="Text1-1"/>
      </w:pPr>
      <w:r>
        <w:t>Objednatel je oprávněn prostřednictvím osob uvedených v článku 1.1 písm. b) této smlouvy provádět u všech osob podílejících se na provádění díla, které se pohybují v</w:t>
      </w:r>
      <w:r w:rsidR="008B2FF7">
        <w:t> </w:t>
      </w:r>
      <w:r>
        <w:t xml:space="preserve">obvodu dráhy, kontrolu, zda tyto osoby nejsou pod vlivem alkoholu nebo návykové látky. </w:t>
      </w:r>
    </w:p>
    <w:p w14:paraId="755AB759" w14:textId="77777777" w:rsidR="006C7460" w:rsidRDefault="006C7460" w:rsidP="00000679">
      <w:pPr>
        <w:pStyle w:val="Text1-1"/>
        <w:numPr>
          <w:ilvl w:val="0"/>
          <w:numId w:val="0"/>
        </w:numPr>
        <w:ind w:left="709"/>
      </w:pPr>
      <w:r>
        <w:t>Zhotovitel seznámí své zaměstnance a osoby, které užívá při plnění předmětu této smlouvy, a které se budou pohybovat v obvodu dráhy, s povinností podrobit se kontrole prováděné objednatelem.</w:t>
      </w:r>
    </w:p>
    <w:p w14:paraId="3438CC97" w14:textId="77777777" w:rsidR="006C7460" w:rsidRDefault="006C7460" w:rsidP="00000679">
      <w:pPr>
        <w:pStyle w:val="Text1-1"/>
        <w:numPr>
          <w:ilvl w:val="0"/>
          <w:numId w:val="0"/>
        </w:numPr>
        <w:ind w:left="709"/>
      </w:pPr>
      <w:r>
        <w:t>Kontrola bude prováděna orientační dechovou zkouškou na přítomnost alkoholu a</w:t>
      </w:r>
      <w:r w:rsidR="008B2FF7">
        <w:t> </w:t>
      </w:r>
      <w:r>
        <w:t>slinným testem na přítomnost návykových látek.</w:t>
      </w:r>
    </w:p>
    <w:p w14:paraId="020D8F0E" w14:textId="37400977" w:rsidR="006C7460" w:rsidRDefault="006C7460" w:rsidP="006C7460">
      <w:pPr>
        <w:pStyle w:val="Text1-1"/>
        <w:numPr>
          <w:ilvl w:val="0"/>
          <w:numId w:val="0"/>
        </w:numPr>
        <w:ind w:left="709"/>
      </w:pPr>
      <w:r>
        <w:t xml:space="preserve">Kontrola bude prováděna dle části čtvrté a páté Směrnice SŽDC č. 120 „Dodržování zákazu kouření, požívání alkoholických nápojů a užívání jiných návykových látek“ </w:t>
      </w:r>
      <w:proofErr w:type="gramStart"/>
      <w:r>
        <w:t>č.j.</w:t>
      </w:r>
      <w:proofErr w:type="gramEnd"/>
      <w:r>
        <w:t>: 36503/2017-SŽDC-GŘ-O10 účinné od 7. 11. 2017, která byla zveřejněna jako součást zadávací dokumentace (dále jen jako „Směrnice“), přičemž platí, že pokud se v</w:t>
      </w:r>
      <w:r w:rsidR="008B2FF7">
        <w:t> </w:t>
      </w:r>
      <w:r>
        <w:t>předmětné Směrnici hovoří o oprávněné osobě nebo o vedoucím zaměstnanci, rozumí se tím vždy osoba uvedená v článku 1.1 písm. b) této smlouvy, pokud se v předmětné Směrnici hovoří o zaměstnanci, rozumí se jím vždy zaměstnanec zhotovitele nebo jiná osoba, kterou zhotovitel užívá při provádění díla.</w:t>
      </w:r>
    </w:p>
    <w:p w14:paraId="5D35C987" w14:textId="77777777" w:rsidR="006C7460" w:rsidRDefault="006C7460" w:rsidP="006C7460">
      <w:pPr>
        <w:pStyle w:val="Text1-1"/>
        <w:numPr>
          <w:ilvl w:val="0"/>
          <w:numId w:val="0"/>
        </w:numPr>
        <w:ind w:firstLine="709"/>
      </w:pPr>
      <w:r>
        <w:t>Pozitivní výsledek ověření bude neprodleně oznámen zhotoviteli (telefonicky, emailem).</w:t>
      </w:r>
    </w:p>
    <w:p w14:paraId="738117C9" w14:textId="77777777" w:rsidR="006C7460" w:rsidRDefault="006C7460" w:rsidP="006C7460">
      <w:pPr>
        <w:pStyle w:val="Text1-1"/>
        <w:numPr>
          <w:ilvl w:val="0"/>
          <w:numId w:val="0"/>
        </w:numPr>
        <w:ind w:firstLine="709"/>
      </w:pPr>
      <w:r>
        <w:t>Náklady na vyšetření v případě pozitivního výsledku uhradí zhotovitel.</w:t>
      </w:r>
    </w:p>
    <w:p w14:paraId="3A7A5F66" w14:textId="77777777" w:rsidR="006C7460" w:rsidRDefault="006C7460" w:rsidP="006C7460">
      <w:pPr>
        <w:pStyle w:val="Text1-1"/>
      </w:pPr>
      <w:r>
        <w:t>V případě pozitivního výsledku kontroly nesmí dotčená osoba zhotovitele pokračovat ve vykonávané činnosti a bude jí odebrán „Průkaz ke vstupu do budov a prostor SŽDC a</w:t>
      </w:r>
      <w:r w:rsidR="008B2FF7">
        <w:t> </w:t>
      </w:r>
      <w:r>
        <w:t>provozované železniční dopravní cesty SŽDC“.</w:t>
      </w:r>
    </w:p>
    <w:p w14:paraId="03AA9CC2" w14:textId="77777777" w:rsidR="006C7460" w:rsidRDefault="006C7460" w:rsidP="006C7460">
      <w:pPr>
        <w:pStyle w:val="Text1-1"/>
      </w:pPr>
      <w:r>
        <w:t>V případě, že se osoba, kterou zhotovitel využívá při plnění předmětu této smlouvy, a</w:t>
      </w:r>
      <w:r w:rsidR="008B2FF7">
        <w:t> </w:t>
      </w:r>
      <w:r>
        <w:t xml:space="preserve">která se pohybuje v obvodu dráhy, odmítne podrobit zjištění, zda není pod vlivem alkoholu nebo návykové látky, nebo je-li u této osoby dosaženo pozitivního výsledku kontroly, je objednatel oprávněn na základě posouzení souvisejících okolností, uplatnit vůči zhotoviteli sankci až do výše 100.000,- Kč za každý jednotlivý případ. </w:t>
      </w:r>
    </w:p>
    <w:p w14:paraId="434C63A4" w14:textId="77777777" w:rsidR="006C7460" w:rsidRDefault="006C7460" w:rsidP="006C7460">
      <w:pPr>
        <w:pStyle w:val="Text1-1"/>
      </w:pPr>
      <w:r>
        <w:t>Zhotovitel se zavazuje zajistit, že všichni jeho zaměstnanci, jakož i zaměstnanci jeho poddodavatelů, budou po celou dobu realizace díla v obvodu dráhy viditelně označeni na svrchním výstražném či pracovním oděvu, případně na ochranné přilbě, pokud je její používání nařízeno, a to názvem či logem svého zaměstnavatele.</w:t>
      </w:r>
    </w:p>
    <w:p w14:paraId="64976803" w14:textId="2DB09183" w:rsidR="006C7460" w:rsidRPr="00092818" w:rsidRDefault="00F7405C" w:rsidP="001F458E">
      <w:pPr>
        <w:pStyle w:val="Text1-1"/>
      </w:pPr>
      <w:r>
        <w:t>P</w:t>
      </w:r>
      <w:r w:rsidR="006C7460">
        <w:t xml:space="preserve">rojektová dokumentace </w:t>
      </w:r>
      <w:r w:rsidR="00985312">
        <w:t>S</w:t>
      </w:r>
      <w:r w:rsidR="006C7460">
        <w:t xml:space="preserve">tavby bude zpracována komplexně s důslednou vnitřní koordinací navrhovaných částí stavby, zejména z hlediska minimalizace výluk, případně jiných omezení železničního provozu, a hospodárnosti následného provádění předmětu </w:t>
      </w:r>
      <w:r w:rsidR="001F458E">
        <w:t>projektové dokumentace.</w:t>
      </w:r>
    </w:p>
    <w:p w14:paraId="1F7E2856" w14:textId="77777777" w:rsidR="007A7344" w:rsidRDefault="00D232F4" w:rsidP="00214C3E">
      <w:pPr>
        <w:pStyle w:val="Nadpis1-1"/>
      </w:pPr>
      <w:r>
        <w:t>ZÁRUKA ZA DÍLO</w:t>
      </w:r>
    </w:p>
    <w:p w14:paraId="45DE3EA3" w14:textId="186EAD26" w:rsidR="00A50C2E" w:rsidRPr="00F01DE8" w:rsidRDefault="00A50C2E" w:rsidP="00A50C2E">
      <w:pPr>
        <w:pStyle w:val="Text1-1"/>
      </w:pPr>
      <w:r>
        <w:t xml:space="preserve">Zhotovitel poskytuje záruku za kvalitu a bezvadnost provedeného díla a následnou proveditelnost a plnou funkčnost předmětu projektové dokumentace po dobu </w:t>
      </w:r>
      <w:r w:rsidR="00FB1F1C">
        <w:rPr>
          <w:b/>
        </w:rPr>
        <w:t>120</w:t>
      </w:r>
      <w:r>
        <w:rPr>
          <w:b/>
        </w:rPr>
        <w:t xml:space="preserve"> měsíců</w:t>
      </w:r>
      <w:r>
        <w:t xml:space="preserve">, tzn. za to, že dílo a předmět </w:t>
      </w:r>
      <w:r w:rsidRPr="00482306">
        <w:t>projektové dokumentace bude splňovat požadavky smlouvy, veškerých předpisů a norem vztahujících</w:t>
      </w:r>
      <w:r>
        <w:t xml:space="preserve"> se k dílu a předmětu </w:t>
      </w:r>
      <w:r w:rsidRPr="00F01DE8">
        <w:t>projektové dokumentace.</w:t>
      </w:r>
    </w:p>
    <w:p w14:paraId="7A15D36B" w14:textId="77777777" w:rsidR="007A7344" w:rsidRPr="00F01DE8" w:rsidRDefault="00D232F4" w:rsidP="007A7344">
      <w:pPr>
        <w:pStyle w:val="Text1-1"/>
      </w:pPr>
      <w:r w:rsidRPr="00F01DE8">
        <w:rPr>
          <w:spacing w:val="2"/>
        </w:rPr>
        <w:t xml:space="preserve">V dalším platí článek 11 </w:t>
      </w:r>
      <w:r w:rsidRPr="00F01DE8">
        <w:t xml:space="preserve">Obchodních podmínek na projekční práce u </w:t>
      </w:r>
      <w:proofErr w:type="gramStart"/>
      <w:r w:rsidRPr="00F01DE8">
        <w:t>OŘ</w:t>
      </w:r>
      <w:proofErr w:type="gramEnd"/>
      <w:r w:rsidRPr="00F01DE8">
        <w:t xml:space="preserve"> HKR.</w:t>
      </w:r>
    </w:p>
    <w:p w14:paraId="325CB8C4" w14:textId="77777777" w:rsidR="00F24489" w:rsidRPr="00F01DE8" w:rsidRDefault="00C63B8E" w:rsidP="00214C3E">
      <w:pPr>
        <w:pStyle w:val="Nadpis1-1"/>
      </w:pPr>
      <w:r w:rsidRPr="00F01DE8">
        <w:t>PLATEBNÍ PODMÍNKY</w:t>
      </w:r>
    </w:p>
    <w:p w14:paraId="2A290BA6" w14:textId="2EB7E8D5" w:rsidR="00C63B8E" w:rsidRPr="00F01DE8" w:rsidRDefault="00C63B8E" w:rsidP="00214C3E">
      <w:pPr>
        <w:pStyle w:val="Text1-1"/>
      </w:pPr>
      <w:r w:rsidRPr="00F01DE8">
        <w:rPr>
          <w:rFonts w:eastAsia="Times New Roman" w:cs="Arial"/>
          <w:snapToGrid w:val="0"/>
          <w:lang w:eastAsia="cs-CZ"/>
        </w:rPr>
        <w:t>Zaplacení smluvní ceny díla dle čl. 5.1 této smlouvy provede objednatel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xml:space="preserve">. V případě, že faktura nebude mít všechny náležitosti uvedené v této smlouvě a Obchodních podmínkách na projekční práce u </w:t>
      </w:r>
      <w:proofErr w:type="gramStart"/>
      <w:r w:rsidRPr="00F01DE8">
        <w:rPr>
          <w:rFonts w:eastAsia="Times New Roman" w:cs="Arial"/>
          <w:snapToGrid w:val="0"/>
          <w:lang w:eastAsia="cs-CZ"/>
        </w:rPr>
        <w:t>OŘ</w:t>
      </w:r>
      <w:proofErr w:type="gramEnd"/>
      <w:r w:rsidRPr="00F01DE8">
        <w:rPr>
          <w:rFonts w:eastAsia="Times New Roman" w:cs="Arial"/>
          <w:snapToGrid w:val="0"/>
          <w:lang w:eastAsia="cs-CZ"/>
        </w:rPr>
        <w:t xml:space="preserve"> HKR, je objednatel oprávněn fakturu vrátit zhotoviteli a nevzniká prodlení s placením. Zhotovitel je povinen v takovém případě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objednateli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03B0ADFC" w14:textId="77777777" w:rsidR="00C63B8E" w:rsidRDefault="00C63B8E" w:rsidP="00C63B8E">
      <w:pPr>
        <w:pStyle w:val="Text1-1"/>
      </w:pPr>
      <w:r w:rsidRPr="00B01C8B">
        <w:t>Při splnění podmínek § 92e ZDPH, je zhotovitel povinen vystavovat daňové doklady se zřetelem na</w:t>
      </w:r>
      <w:r>
        <w:t> </w:t>
      </w:r>
      <w:r w:rsidRPr="00B01C8B">
        <w:t>pravidla režimu přenesené daňové povinnosti dle § 92a ZDPH.</w:t>
      </w:r>
    </w:p>
    <w:p w14:paraId="2C0F4562" w14:textId="77777777" w:rsidR="00C63B8E" w:rsidRPr="00310878" w:rsidRDefault="00C63B8E" w:rsidP="00C63B8E">
      <w:pPr>
        <w:pStyle w:val="Text1-1"/>
      </w:pPr>
      <w:r w:rsidRPr="00B01C8B">
        <w:t xml:space="preserve">Smluvní strany se dohodly, že stane-li se </w:t>
      </w:r>
      <w:r w:rsidRPr="00310878">
        <w:t>zhotovitel nespolehlivým plátcem nebo daňový doklad zhotovitele bude obsahovat číslo bankovního účtu, na který má být plněno, aniž by bylo uvedeno ve</w:t>
      </w:r>
      <w:r>
        <w:t> </w:t>
      </w:r>
      <w:r w:rsidRPr="00310878">
        <w:t>veřejném registru spolehlivých účtů, je objednatel oprávněn z finančního plnění uhradit daň z</w:t>
      </w:r>
      <w:r>
        <w:t> </w:t>
      </w:r>
      <w:r w:rsidRPr="00310878">
        <w:t>přidané hodnoty přímo místně a věcně příslušnému správci daně zhotovitele.</w:t>
      </w:r>
    </w:p>
    <w:p w14:paraId="60E59A37" w14:textId="77777777" w:rsidR="00C63B8E" w:rsidRPr="00E05AA8" w:rsidRDefault="00C63B8E" w:rsidP="00C63B8E">
      <w:pPr>
        <w:pStyle w:val="Text1-1"/>
      </w:pPr>
      <w:r w:rsidRPr="00310878">
        <w:t xml:space="preserve">Případné vícepráce budou fakturovány zásadně samostatně </w:t>
      </w:r>
      <w:r>
        <w:t>a v souladu s příslušnými  ustanoveními</w:t>
      </w:r>
      <w:r w:rsidRPr="00E05AA8">
        <w:t xml:space="preserve"> Obchodních podmínek na </w:t>
      </w:r>
      <w:r>
        <w:t xml:space="preserve">projekční práce u </w:t>
      </w:r>
      <w:proofErr w:type="gramStart"/>
      <w:r>
        <w:t>OŘ</w:t>
      </w:r>
      <w:proofErr w:type="gramEnd"/>
      <w:r>
        <w:t xml:space="preserve"> HKR</w:t>
      </w:r>
      <w:r w:rsidRPr="00E05AA8">
        <w:t>.</w:t>
      </w:r>
    </w:p>
    <w:p w14:paraId="635A131C" w14:textId="77777777" w:rsidR="00C63B8E" w:rsidRPr="00310878" w:rsidRDefault="00C63B8E" w:rsidP="00C63B8E">
      <w:pPr>
        <w:pStyle w:val="Text1-1"/>
      </w:pPr>
      <w:r w:rsidRPr="00310878">
        <w:t>Splatnost faktur</w:t>
      </w:r>
      <w:r>
        <w:t xml:space="preserve">y </w:t>
      </w:r>
      <w:r w:rsidRPr="00310878">
        <w:t>je 30 kalendářních dnů od data doručení faktury</w:t>
      </w:r>
      <w:r>
        <w:t xml:space="preserve"> objednateli</w:t>
      </w:r>
      <w:r w:rsidRPr="00310878">
        <w:t>.</w:t>
      </w:r>
      <w:r>
        <w:t xml:space="preserve"> </w:t>
      </w:r>
      <w:r>
        <w:rPr>
          <w:bCs/>
        </w:rPr>
        <w:t>Dnem úhrady se rozumí den odepsání předmětné částky z účtu objednatele.</w:t>
      </w:r>
    </w:p>
    <w:p w14:paraId="119BFEED" w14:textId="77777777" w:rsidR="00C63B8E" w:rsidRPr="00092818" w:rsidRDefault="00C63B8E" w:rsidP="00C63B8E">
      <w:pPr>
        <w:pStyle w:val="Text1-1"/>
      </w:pPr>
      <w:r w:rsidRPr="00092818">
        <w:t>Na daňových dokladech je nutno uvádět jako objednatele:</w:t>
      </w:r>
    </w:p>
    <w:p w14:paraId="288F9733" w14:textId="77777777" w:rsidR="00C63B8E" w:rsidRPr="00C63B8E" w:rsidRDefault="00C63B8E" w:rsidP="00C63B8E">
      <w:pPr>
        <w:pStyle w:val="Zkladntext"/>
        <w:tabs>
          <w:tab w:val="left" w:pos="1134"/>
        </w:tabs>
        <w:spacing w:after="0"/>
        <w:rPr>
          <w:rFonts w:cs="Arial"/>
        </w:rPr>
      </w:pPr>
      <w:r w:rsidRPr="00092818">
        <w:rPr>
          <w:rFonts w:cs="Arial"/>
          <w:sz w:val="22"/>
          <w:szCs w:val="22"/>
        </w:rPr>
        <w:tab/>
      </w:r>
      <w:r w:rsidR="00385359">
        <w:rPr>
          <w:rFonts w:cs="Arial"/>
        </w:rPr>
        <w:t>Správa železnic</w:t>
      </w:r>
      <w:r w:rsidRPr="00C63B8E">
        <w:rPr>
          <w:rFonts w:cs="Arial"/>
        </w:rPr>
        <w:t>, státní organizace</w:t>
      </w:r>
    </w:p>
    <w:p w14:paraId="27A855D9" w14:textId="77777777" w:rsidR="00C63B8E" w:rsidRPr="00C63B8E" w:rsidRDefault="00C63B8E" w:rsidP="00C63B8E">
      <w:pPr>
        <w:pStyle w:val="Zkladntext"/>
        <w:tabs>
          <w:tab w:val="left" w:pos="1134"/>
        </w:tabs>
        <w:spacing w:after="0"/>
        <w:rPr>
          <w:rFonts w:cs="Arial"/>
        </w:rPr>
      </w:pPr>
      <w:r w:rsidRPr="00C63B8E">
        <w:rPr>
          <w:rFonts w:cs="Arial"/>
        </w:rPr>
        <w:tab/>
        <w:t>Praha 1, Nové Město, Dlážděná 1003/7, PSČ 110 00</w:t>
      </w:r>
    </w:p>
    <w:p w14:paraId="7FF222E5" w14:textId="77777777" w:rsidR="00C63B8E" w:rsidRPr="00C63B8E" w:rsidRDefault="00C63B8E" w:rsidP="00C63B8E">
      <w:pPr>
        <w:pStyle w:val="Zkladntext"/>
        <w:tabs>
          <w:tab w:val="left" w:pos="1134"/>
        </w:tabs>
        <w:spacing w:after="0"/>
        <w:rPr>
          <w:rFonts w:cs="Arial"/>
        </w:rPr>
      </w:pPr>
      <w:r w:rsidRPr="00C63B8E">
        <w:rPr>
          <w:rFonts w:cs="Arial"/>
        </w:rPr>
        <w:tab/>
        <w:t>zapsána v obchodním rejstříku u Městského soudu v Praze, oddíl A, vložka 48384</w:t>
      </w:r>
    </w:p>
    <w:p w14:paraId="0731ACD2" w14:textId="77777777" w:rsidR="00C63B8E" w:rsidRPr="00C63B8E" w:rsidRDefault="00C63B8E" w:rsidP="00C63B8E">
      <w:pPr>
        <w:pStyle w:val="Zkladntext"/>
        <w:tabs>
          <w:tab w:val="left" w:pos="1134"/>
        </w:tabs>
        <w:spacing w:after="0"/>
        <w:rPr>
          <w:rFonts w:cs="Arial"/>
        </w:rPr>
      </w:pPr>
      <w:r w:rsidRPr="00C63B8E">
        <w:rPr>
          <w:rFonts w:cs="Arial"/>
        </w:rPr>
        <w:tab/>
        <w:t>IČ: 709 94 234</w:t>
      </w:r>
    </w:p>
    <w:p w14:paraId="17BFB10F" w14:textId="77777777" w:rsidR="00C63B8E" w:rsidRPr="00C63B8E" w:rsidRDefault="00C63B8E" w:rsidP="00C63B8E">
      <w:pPr>
        <w:pStyle w:val="Zkladntext"/>
        <w:tabs>
          <w:tab w:val="left" w:pos="1134"/>
        </w:tabs>
        <w:rPr>
          <w:rFonts w:cs="Arial"/>
        </w:rPr>
      </w:pPr>
      <w:r w:rsidRPr="00C63B8E">
        <w:rPr>
          <w:rFonts w:cs="Arial"/>
        </w:rPr>
        <w:tab/>
        <w:t>DIČ: CZ70994234</w:t>
      </w:r>
    </w:p>
    <w:p w14:paraId="2FF84BD7" w14:textId="6CA4D50D" w:rsidR="00C63B8E" w:rsidRPr="00F01DE8" w:rsidRDefault="00BF0A90" w:rsidP="001E5D10">
      <w:pPr>
        <w:pStyle w:val="Text1-1"/>
      </w:pPr>
      <w:r>
        <w:t>Faktura (daňový doklad) bude vystavena v elektronické podobě a zaslána na e-mailovou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kontaktu objednatele</w:t>
      </w:r>
      <w:r w:rsidR="00C63B8E" w:rsidRPr="00F01DE8">
        <w:t>.</w:t>
      </w:r>
      <w:r w:rsidR="00011880">
        <w:t xml:space="preserve"> V </w:t>
      </w:r>
      <w:r w:rsidR="001E5D10" w:rsidRPr="00F01DE8">
        <w:t xml:space="preserve">případě technických problémů s vyhotovením elektronické podoby daňového dokladu či jeho příloh (např. nečitelnost </w:t>
      </w:r>
      <w:proofErr w:type="spellStart"/>
      <w:r w:rsidR="001E5D10" w:rsidRPr="00F01DE8">
        <w:t>scanu</w:t>
      </w:r>
      <w:proofErr w:type="spellEnd"/>
      <w:r w:rsidR="001E5D10" w:rsidRPr="00F01DE8">
        <w:t>) bude objednatel akceptovat daňový doklad doručený v listinné podobě.</w:t>
      </w:r>
    </w:p>
    <w:p w14:paraId="04117CD9" w14:textId="61510DC6" w:rsidR="00D51AAD" w:rsidRPr="00B01C8B" w:rsidRDefault="00D51AAD" w:rsidP="00D51AAD">
      <w:pPr>
        <w:pStyle w:val="Text1-1"/>
      </w:pPr>
      <w:r>
        <w:t>Nárok</w:t>
      </w:r>
      <w:r w:rsidRPr="000B702D">
        <w:t xml:space="preserve"> na zaplacení ceny díla nebo jeho části vzniká zhotoviteli řádným a včasným splněním jeho závazku v souladu s touto smlouvo</w:t>
      </w:r>
      <w:r>
        <w:t>u na základě řádného předání a </w:t>
      </w:r>
      <w:r w:rsidRPr="000B702D">
        <w:t>převzetí provedeného díla nebo jeho části objednatelem.</w:t>
      </w:r>
      <w:r>
        <w:t xml:space="preserve"> Částí díla se pro potřeby tohoto ustanovení rozumí jednotlivé etapy uvedené v příloze č. 3 Smlouvy.</w:t>
      </w:r>
    </w:p>
    <w:p w14:paraId="177F7B93" w14:textId="77777777" w:rsidR="00FA4D85" w:rsidRDefault="00FA4D85" w:rsidP="00214C3E">
      <w:pPr>
        <w:pStyle w:val="Nadpis1-1"/>
      </w:pPr>
      <w:r>
        <w:t>SMLUVNÍ POKUTY a SANKCE</w:t>
      </w:r>
    </w:p>
    <w:p w14:paraId="10B47379" w14:textId="14CB3548" w:rsidR="00FA4D85" w:rsidRDefault="00FA4D85" w:rsidP="00FA4D85">
      <w:pPr>
        <w:pStyle w:val="Text1-1"/>
      </w:pPr>
      <w:r w:rsidRPr="00B959FE">
        <w:t>V </w:t>
      </w:r>
      <w:r>
        <w:t xml:space="preserve">případě nedodržení </w:t>
      </w:r>
      <w:r w:rsidR="008D24EE">
        <w:t>H</w:t>
      </w:r>
      <w:r w:rsidR="007D51F3">
        <w:t>armonogramu plněn</w:t>
      </w:r>
      <w:r w:rsidR="00FF6C78">
        <w:t>í</w:t>
      </w:r>
      <w:r w:rsidR="007D51F3">
        <w:t xml:space="preserve"> </w:t>
      </w:r>
      <w:r w:rsidRPr="00B959FE">
        <w:t xml:space="preserve">nebo </w:t>
      </w:r>
      <w:r>
        <w:t xml:space="preserve">v případě </w:t>
      </w:r>
      <w:r w:rsidRPr="00B959FE">
        <w:t>nesouladu díla</w:t>
      </w:r>
      <w:r>
        <w:t xml:space="preserve"> se zadávací dokumentací nebo </w:t>
      </w:r>
      <w:r w:rsidRPr="00B959FE">
        <w:t>s podmínkami dle této smlouvy</w:t>
      </w:r>
      <w:r>
        <w:t>,</w:t>
      </w:r>
      <w:r w:rsidRPr="00B959FE">
        <w:t xml:space="preserve"> je objednatel oprávněn požadovat po zhotoviteli smluvní pokutu dle čl. </w:t>
      </w:r>
      <w:r>
        <w:t>12.</w:t>
      </w:r>
      <w:r w:rsidRPr="00B959FE">
        <w:t xml:space="preserve"> Obchodních podmínek na </w:t>
      </w:r>
      <w:r>
        <w:t>projekční</w:t>
      </w:r>
      <w:r w:rsidRPr="00B959FE">
        <w:t xml:space="preserve"> práce u </w:t>
      </w:r>
      <w:proofErr w:type="gramStart"/>
      <w:r w:rsidRPr="00B959FE">
        <w:t>OŘ</w:t>
      </w:r>
      <w:proofErr w:type="gramEnd"/>
      <w:r w:rsidRPr="00B959FE">
        <w:t xml:space="preserve">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14:paraId="75BE9DDA" w14:textId="77777777" w:rsidR="007B3F34" w:rsidRDefault="007B3F34" w:rsidP="007B3F34">
      <w:pPr>
        <w:pStyle w:val="Text1-1"/>
      </w:pPr>
      <w:r>
        <w:t xml:space="preserve">Ostatní případy zajištěné smluvní pokutou a podmínky placení smluvních pokut jsou uvedeny v čl. 12 Obchodních podmínek na projekční práce u </w:t>
      </w:r>
      <w:proofErr w:type="gramStart"/>
      <w:r>
        <w:t>OŘ</w:t>
      </w:r>
      <w:proofErr w:type="gramEnd"/>
      <w:r>
        <w:t xml:space="preserve"> HKR.</w:t>
      </w:r>
    </w:p>
    <w:p w14:paraId="2CBABD8A" w14:textId="77777777" w:rsidR="007B3F34" w:rsidRDefault="007B3F34" w:rsidP="007B3F34">
      <w:pPr>
        <w:pStyle w:val="Text1-1"/>
        <w:rPr>
          <w:rFonts w:ascii="Arial" w:hAnsi="Arial" w:cs="Arial"/>
          <w:szCs w:val="22"/>
        </w:rPr>
      </w:pPr>
      <w:r>
        <w:t>Ve všech případech platí, že úhradou smluvní pokuty není dotčeno právo na náhradu škody.</w:t>
      </w:r>
    </w:p>
    <w:p w14:paraId="13062F07" w14:textId="77777777" w:rsidR="00FA4D85" w:rsidRPr="00FA4D85" w:rsidRDefault="007B3F34" w:rsidP="00FA4D85">
      <w:pPr>
        <w:pStyle w:val="Text1-1"/>
      </w:pPr>
      <w:r w:rsidRPr="00D126A2">
        <w:t>V případě prodlení s úhradou peněžitého plnění je objednatel povinen zaplatit zhotoviteli zákonný úrok z prodlení.</w:t>
      </w:r>
    </w:p>
    <w:p w14:paraId="6F46D57D" w14:textId="77777777" w:rsidR="00214C3E" w:rsidRDefault="00214C3E" w:rsidP="00214C3E">
      <w:pPr>
        <w:pStyle w:val="Nadpis1-1"/>
      </w:pPr>
      <w:r w:rsidRPr="00464C92">
        <w:t xml:space="preserve">ZÁVĚREČNÁ </w:t>
      </w:r>
      <w:r w:rsidRPr="00214C3E">
        <w:t>USTANOVENÍ</w:t>
      </w:r>
    </w:p>
    <w:p w14:paraId="0B791439" w14:textId="77777777" w:rsidR="00971DFA" w:rsidRPr="00971DFA" w:rsidRDefault="00971DFA" w:rsidP="00971DFA">
      <w:pPr>
        <w:pStyle w:val="Text1-1"/>
      </w:pPr>
      <w:r w:rsidRPr="00971DFA">
        <w:t>Podpis smlouvy je projevem souhlasu s celým jejím obsahem. Smlouva nabývá platnosti dnem podpisu poslední smluvní stranou a účinnosti dnem uveřejnění smlouvy v registru smluv.</w:t>
      </w:r>
    </w:p>
    <w:p w14:paraId="3F099344" w14:textId="77777777" w:rsidR="00971DFA" w:rsidRPr="00971DFA" w:rsidRDefault="00971DFA" w:rsidP="00971DFA">
      <w:pPr>
        <w:pStyle w:val="Text1-1"/>
      </w:pPr>
      <w:r w:rsidRPr="00971DFA">
        <w:t>Tuto smlouvu je možné měnit pouze písemně po vzájemné dohodě smluvních stran</w:t>
      </w:r>
      <w:r w:rsidR="00967BCB">
        <w:t>, a to formou číslovaných dodatků</w:t>
      </w:r>
      <w:r w:rsidRPr="00971DFA">
        <w:t>.</w:t>
      </w:r>
    </w:p>
    <w:p w14:paraId="6D637942" w14:textId="77777777" w:rsidR="00971DFA" w:rsidRDefault="00971DFA" w:rsidP="00971DFA">
      <w:pPr>
        <w:pStyle w:val="Text1-1"/>
      </w:pPr>
      <w:r w:rsidRPr="00971DFA">
        <w:t>Smluvní strany se zavazují, že veškeré případné spory, do nichž se při plnění této smlouvy dostanou, budou řešeny v prvé řadě dohodou. Zástupci smluvních stran se sejdou na základě písemné výzvy v dohodnutém termínu a místě nejpozději do 10 dnů ode dne doručení této výzvy. Veškeré spory z této smlouvy, u nichž nedojde k dohodě, budou řešit soudy České republiky.</w:t>
      </w:r>
    </w:p>
    <w:p w14:paraId="1C2FC5DA" w14:textId="77777777" w:rsidR="00B11AEA" w:rsidRPr="00B11AEA" w:rsidRDefault="00B11AEA" w:rsidP="00B11AEA">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záhlaví této smlouvy označily jako sféru své dispozice, a to bez ohledu na skutečnost, kdy se druhá strana fakticky s právním jednáním seznámí. Tudíž právní jednání je učiněno již samotným doručením na adresu uvedenou ve smlouvě.</w:t>
      </w:r>
    </w:p>
    <w:p w14:paraId="6FC5ECD2" w14:textId="77777777" w:rsidR="00B11AEA" w:rsidRPr="00B11AEA" w:rsidRDefault="00B11AEA" w:rsidP="00B11AEA">
      <w:pPr>
        <w:pStyle w:val="Text1-1"/>
      </w:pPr>
      <w:r w:rsidRPr="00B11AEA">
        <w:t>Smluvní strany prohlašují, že se seznámily s obsahem této smlouvy, že jsou její jednotlivé články dostatečně určité a srozumitelné z hlediska náležitostí pro vznik smluvního vztahu, a že smlouvu uzavírají na základě své svobodné a vážné vůle.</w:t>
      </w:r>
    </w:p>
    <w:p w14:paraId="171B3013" w14:textId="77777777" w:rsidR="00E87509" w:rsidRPr="00E87509" w:rsidRDefault="00E87509" w:rsidP="00E87509">
      <w:pPr>
        <w:pStyle w:val="Text1-1"/>
      </w:pPr>
      <w:r w:rsidRPr="00E87509">
        <w:t xml:space="preserve">Právní vztahy vyplývající z této smlouvy se řídí výhradně právem České republiky. Pokud není v této smlouvě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Pr="00E87509">
        <w:t xml:space="preserve">. </w:t>
      </w:r>
    </w:p>
    <w:p w14:paraId="090FFF14" w14:textId="77777777" w:rsidR="00E87509" w:rsidRPr="00E87509" w:rsidRDefault="00E87509" w:rsidP="00E87509">
      <w:pPr>
        <w:pStyle w:val="Text1-1"/>
      </w:pPr>
      <w:r w:rsidRPr="00E87509">
        <w:t>Tato smlouva je vyhotovena ve čtyřech stejnopisech. Každé vyhotovení má platnost originálu. Po podpisu obou smluvních stran objednatel obdrží dvě vyhotovení smlouvy o dílo a zhotovitel rovněž dvě vyhotovení.</w:t>
      </w:r>
    </w:p>
    <w:p w14:paraId="45B96241" w14:textId="77777777" w:rsidR="00E87509" w:rsidRPr="00E87509" w:rsidRDefault="00E87509" w:rsidP="00E87509">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14:paraId="73FB3618" w14:textId="77777777" w:rsidR="00E87509" w:rsidRPr="00E87509" w:rsidRDefault="00E87509" w:rsidP="00E87509">
      <w:pPr>
        <w:pStyle w:val="Text1-1"/>
      </w:pPr>
      <w:r w:rsidRPr="00E87509">
        <w:t>Zhotovitel bere na vědomí, že objednatel je povinným subjektem dle zákona č.</w:t>
      </w:r>
      <w:r w:rsidR="008B2FF7">
        <w:t> </w:t>
      </w:r>
      <w:r w:rsidRPr="00E87509">
        <w:t>340/2015 Sb., o zvláštních podmínkách účinnosti některých smluv, uveřejňování těchto smluv a registru smluv (zákon o registru smluv), ve znění pozdějších předpisů (dále jen „ZRS“), a souhlasí s uveřejněním textu smlouvy, příloh i případných dodatků včetně údajů o identifikaci smluvních stran, předmětu smlouvy, jeho ceně či hodnotě a</w:t>
      </w:r>
      <w:r w:rsidR="008B2FF7">
        <w:t> </w:t>
      </w:r>
      <w:r w:rsidRPr="00E87509">
        <w:t>datu uzavření. Zaslání smluv správci registru smluv k uveřejnění smluv obvykle zajišťuje objednatel, nicméně odpovědnost za uveřejnění smlouvy v registru smluv mají obě smluvní strany. Zhotovitel tedy není oprávněn v případě neuveřejnění smlouvy po objednateli požadovat náhradu škody nebo jakékoliv újmy, která by mu v</w:t>
      </w:r>
      <w:r w:rsidR="008B2FF7">
        <w:t> </w:t>
      </w:r>
      <w:r w:rsidRPr="00E87509">
        <w:t>této souvislosti vznikla nebo vzniknout mohla.</w:t>
      </w:r>
    </w:p>
    <w:p w14:paraId="075738CC" w14:textId="77777777" w:rsidR="00E87509" w:rsidRPr="00E87509" w:rsidRDefault="00E87509" w:rsidP="00E87509">
      <w:pPr>
        <w:pStyle w:val="Text1-1"/>
      </w:pPr>
      <w:r w:rsidRPr="00E87509">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82AAA2D" w14:textId="77777777" w:rsidR="00E87509" w:rsidRDefault="00E87509" w:rsidP="00E87509">
      <w:pPr>
        <w:pStyle w:val="Text1-1"/>
      </w:pPr>
      <w:r w:rsidRPr="00E87509">
        <w:t>Jestliže smluvní strana označí za své obchodní tajemství část obsahu smlouvy, která v</w:t>
      </w:r>
      <w:r w:rsidR="008B2FF7">
        <w:t> </w:t>
      </w:r>
      <w:r w:rsidRPr="00E87509">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zhotovitel neoznačí za své obchodní tajemství před uzavřením této smlouvy, nebude objednatel jako s</w:t>
      </w:r>
      <w:r w:rsidR="008B2FF7">
        <w:t> </w:t>
      </w:r>
      <w:r w:rsidRPr="00E87509">
        <w:t>obchodním tajemstvím nakládat a ani zodpovídat za případnou škodu či jinou újmu takovým postupem vzniklou. Označením obchodního tajemství ve smyslu předchozí věty se rozumí doručení písemného oznámení zhotovitele objednateli, které obsahuje přesnou identifikaci dotčených částí smlouvy, a to včetně odůvodnění, proč jsou tyto části smlouvy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57CF3F70" w14:textId="77777777" w:rsidR="005B5ACA" w:rsidRDefault="005B5ACA" w:rsidP="005B5ACA">
      <w:pPr>
        <w:pStyle w:val="Text1-1"/>
      </w:pPr>
      <w:r w:rsidRPr="005B5ACA">
        <w:t>Osoby uzavírající tuto smlouvu za smluvní strany souhlasí s uveřejněním svých osobních údajů, které jsou uvedeny v této smlouvě, spolu se smlouvou v registru smluv. Tento souhlas je udělen na dobu neurčitou.</w:t>
      </w:r>
    </w:p>
    <w:p w14:paraId="2F59DFCB" w14:textId="77777777" w:rsidR="00214C3E" w:rsidRPr="00F97DBD" w:rsidRDefault="00214C3E" w:rsidP="00214C3E">
      <w:pPr>
        <w:pStyle w:val="Text1-1"/>
      </w:pPr>
      <w:r w:rsidRPr="00F97DBD">
        <w:t>Součást Smlouvy tvoří tyto přílohy:</w:t>
      </w:r>
    </w:p>
    <w:p w14:paraId="25EB3DCC" w14:textId="77777777" w:rsidR="00517326" w:rsidRDefault="00517326" w:rsidP="00C84A44">
      <w:pPr>
        <w:pStyle w:val="Textbezodsazen"/>
        <w:ind w:left="728"/>
      </w:pPr>
      <w:r>
        <w:t>Příloha č. 1:</w:t>
      </w:r>
      <w:r>
        <w:tab/>
        <w:t xml:space="preserve">Obchodní podmínky na projekční práce u </w:t>
      </w:r>
      <w:proofErr w:type="gramStart"/>
      <w:r>
        <w:t>OŘ</w:t>
      </w:r>
      <w:proofErr w:type="gramEnd"/>
      <w:r>
        <w:t xml:space="preserve"> Hradec Králové</w:t>
      </w:r>
    </w:p>
    <w:p w14:paraId="4CAE86C9" w14:textId="6D1137D4" w:rsidR="0032463E" w:rsidRDefault="0032463E" w:rsidP="0032463E">
      <w:pPr>
        <w:pStyle w:val="Textbezodsazen"/>
        <w:ind w:left="728"/>
      </w:pPr>
      <w:r>
        <w:t>Příloha č. 2:</w:t>
      </w:r>
      <w:r>
        <w:tab/>
        <w:t xml:space="preserve">Rozpis Ceny díla </w:t>
      </w:r>
      <w:r w:rsidR="009477C4" w:rsidRPr="005C61A9">
        <w:t>dle stavebních objektů</w:t>
      </w:r>
    </w:p>
    <w:p w14:paraId="5E75B864" w14:textId="77777777" w:rsidR="0032463E" w:rsidRDefault="0032463E" w:rsidP="0032463E">
      <w:pPr>
        <w:pStyle w:val="Textbezodsazen"/>
        <w:ind w:left="728"/>
      </w:pPr>
      <w:r>
        <w:t>Příloha č. 3:</w:t>
      </w:r>
      <w:r>
        <w:tab/>
        <w:t>Harmonogram plnění</w:t>
      </w:r>
    </w:p>
    <w:p w14:paraId="652FB954" w14:textId="77777777" w:rsidR="00517326" w:rsidRDefault="00517326" w:rsidP="009F0867">
      <w:pPr>
        <w:pStyle w:val="Textbezodsazen"/>
      </w:pPr>
    </w:p>
    <w:p w14:paraId="72E5C605" w14:textId="77777777" w:rsidR="00406CE9" w:rsidRPr="00406CE9" w:rsidRDefault="00406CE9" w:rsidP="00406CE9">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73EAAD57" w14:textId="77777777" w:rsidR="00406CE9" w:rsidRPr="00406CE9" w:rsidRDefault="00406CE9" w:rsidP="00406CE9">
      <w:pPr>
        <w:spacing w:after="120"/>
        <w:jc w:val="both"/>
        <w:rPr>
          <w:rFonts w:ascii="Verdana" w:eastAsia="Verdana" w:hAnsi="Verdana" w:cs="Times New Roman"/>
        </w:rPr>
      </w:pPr>
    </w:p>
    <w:p w14:paraId="0D08E8CE" w14:textId="77777777" w:rsidR="00406CE9" w:rsidRPr="00406CE9" w:rsidRDefault="00406CE9" w:rsidP="00406CE9">
      <w:pPr>
        <w:spacing w:after="120"/>
        <w:jc w:val="both"/>
        <w:rPr>
          <w:rFonts w:ascii="Verdana" w:eastAsia="Verdana" w:hAnsi="Verdana" w:cs="Times New Roman"/>
        </w:rPr>
      </w:pPr>
    </w:p>
    <w:p w14:paraId="29D7E69A" w14:textId="77777777" w:rsidR="00406CE9" w:rsidRPr="00406CE9" w:rsidRDefault="00406CE9" w:rsidP="00406CE9">
      <w:pPr>
        <w:spacing w:after="120"/>
        <w:jc w:val="both"/>
        <w:rPr>
          <w:rFonts w:ascii="Verdana" w:eastAsia="Verdana" w:hAnsi="Verdana" w:cs="Times New Roman"/>
        </w:rPr>
      </w:pPr>
    </w:p>
    <w:p w14:paraId="5AB66B86" w14:textId="77777777" w:rsidR="00406CE9" w:rsidRPr="00406CE9" w:rsidRDefault="00406CE9" w:rsidP="00406CE9">
      <w:pPr>
        <w:spacing w:after="120"/>
        <w:jc w:val="both"/>
        <w:rPr>
          <w:rFonts w:ascii="Verdana" w:eastAsia="Verdana" w:hAnsi="Verdana" w:cs="Times New Roman"/>
        </w:rPr>
      </w:pPr>
    </w:p>
    <w:p w14:paraId="2347DBC2" w14:textId="77777777" w:rsidR="00406CE9" w:rsidRPr="00406CE9" w:rsidRDefault="00406CE9" w:rsidP="00406CE9">
      <w:pPr>
        <w:spacing w:after="120"/>
        <w:jc w:val="both"/>
        <w:rPr>
          <w:rFonts w:ascii="Verdana" w:eastAsia="Verdana" w:hAnsi="Verdana" w:cs="Times New Roman"/>
        </w:rPr>
      </w:pPr>
      <w:r w:rsidRPr="00406CE9">
        <w:rPr>
          <w:rFonts w:ascii="Verdana" w:eastAsia="Verdana" w:hAnsi="Verdana" w:cs="Times New Roman"/>
        </w:rPr>
        <w:t>V Hradci Králové dne</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t>V………………… dne ………</w:t>
      </w:r>
    </w:p>
    <w:p w14:paraId="16C6606B" w14:textId="77777777" w:rsidR="00406CE9" w:rsidRPr="00406CE9" w:rsidRDefault="00406CE9" w:rsidP="00406CE9">
      <w:pPr>
        <w:spacing w:after="120"/>
        <w:jc w:val="both"/>
        <w:rPr>
          <w:rFonts w:ascii="Verdana" w:eastAsia="Verdana" w:hAnsi="Verdana" w:cs="Times New Roman"/>
        </w:rPr>
      </w:pPr>
    </w:p>
    <w:p w14:paraId="536DB286" w14:textId="77777777" w:rsidR="00406CE9" w:rsidRPr="00406CE9" w:rsidRDefault="00406CE9" w:rsidP="00406CE9">
      <w:pPr>
        <w:spacing w:after="120"/>
        <w:jc w:val="both"/>
        <w:rPr>
          <w:rFonts w:ascii="Verdana" w:eastAsia="Verdana" w:hAnsi="Verdana" w:cs="Times New Roman"/>
        </w:rPr>
      </w:pPr>
    </w:p>
    <w:p w14:paraId="3266ADB9" w14:textId="77777777" w:rsidR="00406CE9" w:rsidRPr="00406CE9" w:rsidRDefault="00406CE9" w:rsidP="00406CE9">
      <w:pPr>
        <w:spacing w:after="120"/>
        <w:jc w:val="both"/>
        <w:rPr>
          <w:rFonts w:ascii="Verdana" w:eastAsia="Verdana" w:hAnsi="Verdana" w:cs="Times New Roman"/>
        </w:rPr>
      </w:pPr>
      <w:r w:rsidRPr="00406CE9">
        <w:rPr>
          <w:rFonts w:ascii="Verdana" w:eastAsia="Verdana" w:hAnsi="Verdana" w:cs="Times New Roman"/>
        </w:rPr>
        <w:t>………………………………………</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t>………………………………………</w:t>
      </w:r>
    </w:p>
    <w:p w14:paraId="28237364" w14:textId="77777777"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Ing. Lubor Hrubeš</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Times New Roman" w:hAnsi="Verdana" w:cs="Calibri"/>
          <w:bCs/>
          <w:lang w:eastAsia="cs-CZ"/>
        </w:rPr>
        <w:t>titul, jméno a příjmení</w:t>
      </w:r>
    </w:p>
    <w:p w14:paraId="730E8D5B" w14:textId="77777777" w:rsidR="00C84A44" w:rsidRPr="00406CE9" w:rsidRDefault="00385359" w:rsidP="00C84A44">
      <w:pPr>
        <w:spacing w:after="0"/>
        <w:jc w:val="both"/>
        <w:rPr>
          <w:rFonts w:ascii="Verdana" w:eastAsia="Verdana" w:hAnsi="Verdana" w:cs="Times New Roman"/>
        </w:rPr>
      </w:pPr>
      <w:r>
        <w:rPr>
          <w:rFonts w:ascii="Verdana" w:eastAsia="Verdana" w:hAnsi="Verdana" w:cs="Times New Roman"/>
        </w:rPr>
        <w:t>Správa železnic</w:t>
      </w:r>
      <w:r w:rsidR="00C84A44" w:rsidRPr="00406CE9">
        <w:rPr>
          <w:rFonts w:ascii="Verdana" w:eastAsia="Verdana" w:hAnsi="Verdana" w:cs="Times New Roman"/>
        </w:rPr>
        <w:t>,</w:t>
      </w:r>
      <w:r w:rsidR="00C84A44" w:rsidRPr="00C84A44">
        <w:rPr>
          <w:rFonts w:ascii="Verdana" w:eastAsia="Verdana" w:hAnsi="Verdana" w:cs="Times New Roman"/>
        </w:rPr>
        <w:t xml:space="preserve"> </w:t>
      </w:r>
      <w:r w:rsidRPr="00406CE9">
        <w:rPr>
          <w:rFonts w:ascii="Verdana" w:eastAsia="Verdana" w:hAnsi="Verdana" w:cs="Times New Roman"/>
        </w:rPr>
        <w:t>státní organizace</w:t>
      </w:r>
      <w:r w:rsidR="00C84A44">
        <w:rPr>
          <w:rFonts w:ascii="Verdana" w:eastAsia="Verdana" w:hAnsi="Verdana" w:cs="Times New Roman"/>
        </w:rPr>
        <w:tab/>
      </w:r>
      <w:r w:rsidR="00C84A44">
        <w:rPr>
          <w:rFonts w:ascii="Verdana" w:eastAsia="Verdana" w:hAnsi="Verdana" w:cs="Times New Roman"/>
        </w:rPr>
        <w:tab/>
      </w:r>
      <w:r w:rsidR="00C84A44">
        <w:rPr>
          <w:rFonts w:ascii="Verdana" w:eastAsia="Verdana" w:hAnsi="Verdana" w:cs="Times New Roman"/>
        </w:rPr>
        <w:tab/>
      </w:r>
      <w:r w:rsidR="0002749F">
        <w:rPr>
          <w:rFonts w:ascii="Verdana" w:eastAsia="Verdana" w:hAnsi="Verdana" w:cs="Times New Roman"/>
        </w:rPr>
        <w:t>společnost</w:t>
      </w:r>
    </w:p>
    <w:p w14:paraId="1051C795" w14:textId="77777777" w:rsidR="00C84A44" w:rsidRDefault="00385359" w:rsidP="00406CE9">
      <w:pPr>
        <w:spacing w:after="0"/>
        <w:jc w:val="both"/>
        <w:rPr>
          <w:rFonts w:ascii="Verdana" w:eastAsia="Verdana" w:hAnsi="Verdana" w:cs="Times New Roman"/>
        </w:rPr>
      </w:pPr>
      <w:r w:rsidRPr="00406CE9">
        <w:rPr>
          <w:rFonts w:ascii="Verdana" w:eastAsia="Verdana" w:hAnsi="Verdana" w:cs="Times New Roman"/>
        </w:rPr>
        <w:t>ředitel Oblastního ředitelství</w:t>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sidR="0002749F">
        <w:rPr>
          <w:rFonts w:ascii="Verdana" w:eastAsia="Verdana" w:hAnsi="Verdana" w:cs="Times New Roman"/>
        </w:rPr>
        <w:t>funkce</w:t>
      </w:r>
    </w:p>
    <w:p w14:paraId="2C626BC8" w14:textId="77777777" w:rsidR="00406CE9" w:rsidRPr="00406CE9" w:rsidRDefault="00385359" w:rsidP="00406CE9">
      <w:pPr>
        <w:spacing w:after="0"/>
        <w:jc w:val="both"/>
        <w:rPr>
          <w:rFonts w:ascii="Verdana" w:eastAsia="Verdana" w:hAnsi="Verdana" w:cs="Times New Roman"/>
        </w:rPr>
      </w:pPr>
      <w:r w:rsidRPr="00406CE9">
        <w:rPr>
          <w:rFonts w:ascii="Verdana" w:eastAsia="Verdana" w:hAnsi="Verdana" w:cs="Times New Roman"/>
        </w:rPr>
        <w:t>Hradec Králové</w:t>
      </w:r>
      <w:r w:rsidR="00406CE9" w:rsidRPr="00406CE9">
        <w:rPr>
          <w:rFonts w:ascii="Verdana" w:eastAsia="Verdana" w:hAnsi="Verdana" w:cs="Times New Roman"/>
        </w:rPr>
        <w:tab/>
      </w:r>
      <w:r w:rsidR="00406CE9" w:rsidRPr="00406CE9">
        <w:rPr>
          <w:rFonts w:ascii="Verdana" w:eastAsia="Verdana" w:hAnsi="Verdana" w:cs="Times New Roman"/>
        </w:rPr>
        <w:tab/>
      </w:r>
      <w:r w:rsidR="00406CE9" w:rsidRPr="00406CE9">
        <w:rPr>
          <w:rFonts w:ascii="Verdana" w:eastAsia="Verdana" w:hAnsi="Verdana" w:cs="Times New Roman"/>
        </w:rPr>
        <w:tab/>
      </w:r>
      <w:r w:rsidR="00406CE9" w:rsidRPr="00406CE9">
        <w:rPr>
          <w:rFonts w:ascii="Verdana" w:eastAsia="Verdana" w:hAnsi="Verdana" w:cs="Times New Roman"/>
        </w:rPr>
        <w:tab/>
      </w:r>
    </w:p>
    <w:p w14:paraId="56CDAA87" w14:textId="77777777"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14:paraId="2B13D2D6" w14:textId="77777777"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328C34C2" w14:textId="77777777"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47D0C839" w14:textId="77777777" w:rsidR="00406CE9" w:rsidRPr="00406CE9" w:rsidRDefault="00406CE9" w:rsidP="00406CE9">
      <w:pPr>
        <w:spacing w:after="120"/>
        <w:jc w:val="both"/>
        <w:rPr>
          <w:rFonts w:ascii="Verdana" w:eastAsia="Verdana" w:hAnsi="Verdana" w:cs="Times New Roman"/>
        </w:rPr>
      </w:pPr>
    </w:p>
    <w:p w14:paraId="2F9E1311" w14:textId="77777777" w:rsidR="003E07CB" w:rsidRPr="00406CE9" w:rsidRDefault="00406CE9" w:rsidP="00406CE9">
      <w:pPr>
        <w:suppressAutoHyphens/>
        <w:spacing w:before="120"/>
        <w:jc w:val="both"/>
        <w:rPr>
          <w:rFonts w:ascii="Verdana" w:eastAsia="Verdana" w:hAnsi="Verdana" w:cs="Verdana"/>
        </w:rPr>
      </w:pPr>
      <w:r w:rsidRPr="00406CE9">
        <w:rPr>
          <w:rFonts w:ascii="Verdana" w:eastAsia="Verdana" w:hAnsi="Verdana" w:cs="Verdana"/>
        </w:rPr>
        <w:t xml:space="preserve">Tato </w:t>
      </w:r>
      <w:r w:rsidR="00F26FD1">
        <w:rPr>
          <w:rFonts w:ascii="Verdana" w:eastAsia="Verdana" w:hAnsi="Verdana" w:cs="Verdana"/>
        </w:rPr>
        <w:t>smlouva</w:t>
      </w:r>
      <w:r w:rsidRPr="00406CE9">
        <w:rPr>
          <w:rFonts w:ascii="Verdana" w:eastAsia="Verdana" w:hAnsi="Verdana" w:cs="Verdana"/>
        </w:rPr>
        <w:t xml:space="preserve"> byla uveřejněna prostřednictvím registru smluv dne …………………</w:t>
      </w:r>
    </w:p>
    <w:p w14:paraId="5E4E3D47" w14:textId="77777777" w:rsidR="00CB4F6D" w:rsidRDefault="00CB4F6D">
      <w:r>
        <w:br w:type="page"/>
      </w:r>
    </w:p>
    <w:p w14:paraId="7A91BF48" w14:textId="77777777" w:rsidR="00CB4F6D" w:rsidRDefault="00CB4F6D" w:rsidP="009F0867">
      <w:pPr>
        <w:pStyle w:val="Textbezodsazen"/>
        <w:sectPr w:rsidR="00CB4F6D" w:rsidSect="004D09FB">
          <w:headerReference w:type="default" r:id="rId11"/>
          <w:footerReference w:type="default" r:id="rId12"/>
          <w:headerReference w:type="first" r:id="rId13"/>
          <w:footerReference w:type="first" r:id="rId14"/>
          <w:pgSz w:w="11906" w:h="16838" w:code="9"/>
          <w:pgMar w:top="1049" w:right="1134" w:bottom="1474" w:left="1418" w:header="595" w:footer="624" w:gutter="652"/>
          <w:cols w:space="708"/>
          <w:titlePg/>
          <w:docGrid w:linePitch="360"/>
        </w:sectPr>
      </w:pPr>
    </w:p>
    <w:p w14:paraId="44641BFA" w14:textId="77777777" w:rsidR="00CB4F6D" w:rsidRDefault="00CB4F6D" w:rsidP="00F762A8">
      <w:pPr>
        <w:pStyle w:val="Nadpisbezsl1-1"/>
      </w:pPr>
      <w:r>
        <w:t>Příloha č. 1</w:t>
      </w:r>
    </w:p>
    <w:p w14:paraId="4F92122C" w14:textId="77777777" w:rsidR="00E463D2" w:rsidRPr="00E463D2" w:rsidRDefault="00E463D2" w:rsidP="00E463D2">
      <w:pPr>
        <w:pStyle w:val="Nadpisbezsl1-2"/>
      </w:pPr>
      <w:r w:rsidRPr="00E463D2">
        <w:t>Obchodní podmínky</w:t>
      </w:r>
      <w:r w:rsidR="005B5ACA">
        <w:t xml:space="preserve"> na projekční práce</w:t>
      </w:r>
      <w:r w:rsidR="00284BB8">
        <w:t xml:space="preserve"> u </w:t>
      </w:r>
      <w:proofErr w:type="gramStart"/>
      <w:r w:rsidR="00284BB8">
        <w:t>OŘ</w:t>
      </w:r>
      <w:proofErr w:type="gramEnd"/>
      <w:r w:rsidR="00284BB8">
        <w:t xml:space="preserve"> Hradec Králové</w:t>
      </w:r>
    </w:p>
    <w:p w14:paraId="31CFFF59" w14:textId="18A546CA" w:rsidR="009952E5" w:rsidRDefault="00F335B2" w:rsidP="00F335B2">
      <w:pPr>
        <w:pStyle w:val="Textbezodsazen"/>
      </w:pPr>
      <w:r w:rsidRPr="00CA734E">
        <w:t xml:space="preserve">Obchodní podmínky </w:t>
      </w:r>
      <w:r>
        <w:t xml:space="preserve">na projekční práce u </w:t>
      </w:r>
      <w:proofErr w:type="gramStart"/>
      <w:r>
        <w:t>OŘ</w:t>
      </w:r>
      <w:proofErr w:type="gramEnd"/>
      <w:r>
        <w:t xml:space="preserve">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179969A2" w14:textId="77777777" w:rsidR="009952E5" w:rsidRDefault="009952E5" w:rsidP="00F335B2">
      <w:pPr>
        <w:pStyle w:val="Textbezodsazen"/>
      </w:pPr>
    </w:p>
    <w:p w14:paraId="172C571D" w14:textId="4B81B901" w:rsidR="0032463E" w:rsidRDefault="009952E5" w:rsidP="009952E5">
      <w:r>
        <w:br w:type="page"/>
      </w:r>
    </w:p>
    <w:p w14:paraId="05EAC646" w14:textId="77777777" w:rsidR="0032463E" w:rsidRDefault="0032463E" w:rsidP="0032463E">
      <w:pPr>
        <w:pStyle w:val="Nadpisbezsl1-1"/>
      </w:pPr>
      <w:r>
        <w:t>Příloha č. 2</w:t>
      </w:r>
    </w:p>
    <w:p w14:paraId="2CD5AD67" w14:textId="181341C1" w:rsidR="00B61444" w:rsidRDefault="0032463E" w:rsidP="002F32A9">
      <w:pPr>
        <w:pStyle w:val="Textbezodsazen"/>
        <w:rPr>
          <w:b/>
          <w:bCs/>
        </w:rPr>
      </w:pPr>
      <w:r>
        <w:rPr>
          <w:b/>
          <w:bCs/>
        </w:rPr>
        <w:t xml:space="preserve">Rozpis Ceny díla </w:t>
      </w:r>
      <w:r w:rsidRPr="005C61A9">
        <w:rPr>
          <w:b/>
          <w:bCs/>
        </w:rPr>
        <w:t>dle stavebních objektů</w:t>
      </w:r>
    </w:p>
    <w:p w14:paraId="4A50B70A" w14:textId="77777777" w:rsidR="00AA538C" w:rsidRPr="00870EF6" w:rsidRDefault="00AA538C" w:rsidP="00AA538C">
      <w:pPr>
        <w:pStyle w:val="Nadpisbezsl1-2"/>
        <w:rPr>
          <w:sz w:val="18"/>
          <w:u w:val="single"/>
        </w:rPr>
      </w:pPr>
      <w:r w:rsidRPr="00870EF6">
        <w:rPr>
          <w:u w:val="single"/>
        </w:rPr>
        <w:t>PZS v km 22,317</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0868B9" w14:paraId="7CAF0150" w14:textId="77777777" w:rsidTr="004220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6FC51743" w14:textId="77777777" w:rsidR="000868B9" w:rsidRDefault="000868B9" w:rsidP="00422056">
            <w:pPr>
              <w:pStyle w:val="Tabulka"/>
              <w:rPr>
                <w:rStyle w:val="Tun"/>
                <w:sz w:val="16"/>
                <w:szCs w:val="16"/>
              </w:rPr>
            </w:pPr>
            <w:r>
              <w:rPr>
                <w:rStyle w:val="Tun"/>
                <w:sz w:val="16"/>
                <w:szCs w:val="16"/>
              </w:rPr>
              <w:t>Položka</w:t>
            </w:r>
          </w:p>
        </w:tc>
        <w:tc>
          <w:tcPr>
            <w:tcW w:w="3216" w:type="dxa"/>
            <w:hideMark/>
          </w:tcPr>
          <w:p w14:paraId="771A59C6" w14:textId="77777777" w:rsidR="000868B9" w:rsidRDefault="000868B9" w:rsidP="0042205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48F30B9F" w14:textId="77777777" w:rsidR="000868B9" w:rsidRPr="00C27799" w:rsidRDefault="000868B9" w:rsidP="0042205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2F11B4FE" w14:textId="77777777" w:rsidR="000868B9" w:rsidRPr="00C27799" w:rsidRDefault="000868B9" w:rsidP="0042205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Množství *)</w:t>
            </w:r>
          </w:p>
        </w:tc>
        <w:tc>
          <w:tcPr>
            <w:tcW w:w="1293" w:type="dxa"/>
            <w:hideMark/>
          </w:tcPr>
          <w:p w14:paraId="55595322" w14:textId="77777777" w:rsidR="000868B9" w:rsidRPr="00C27799" w:rsidRDefault="000868B9" w:rsidP="0042205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Jednotková cena *)</w:t>
            </w:r>
          </w:p>
        </w:tc>
        <w:tc>
          <w:tcPr>
            <w:tcW w:w="1321" w:type="dxa"/>
            <w:hideMark/>
          </w:tcPr>
          <w:p w14:paraId="5ED7178A" w14:textId="77777777" w:rsidR="000868B9" w:rsidRPr="00C27799" w:rsidRDefault="000868B9" w:rsidP="0042205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Cena celkem *)</w:t>
            </w:r>
          </w:p>
        </w:tc>
      </w:tr>
      <w:tr w:rsidR="000868B9" w14:paraId="30777408" w14:textId="77777777" w:rsidTr="0042205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0D267C0" w14:textId="77777777" w:rsidR="000868B9" w:rsidRPr="00777263" w:rsidRDefault="000868B9" w:rsidP="00422056">
            <w:pPr>
              <w:pStyle w:val="Tabulka"/>
            </w:pPr>
            <w:r>
              <w:t>1</w:t>
            </w:r>
          </w:p>
        </w:tc>
        <w:tc>
          <w:tcPr>
            <w:tcW w:w="3216" w:type="dxa"/>
            <w:tcBorders>
              <w:top w:val="single" w:sz="2" w:space="0" w:color="auto"/>
              <w:left w:val="single" w:sz="2" w:space="0" w:color="auto"/>
              <w:bottom w:val="single" w:sz="2" w:space="0" w:color="auto"/>
              <w:right w:val="single" w:sz="2" w:space="0" w:color="auto"/>
            </w:tcBorders>
            <w:hideMark/>
          </w:tcPr>
          <w:p w14:paraId="02E31D2D" w14:textId="77777777" w:rsidR="000868B9" w:rsidRPr="00777263" w:rsidRDefault="000868B9" w:rsidP="00422056">
            <w:pPr>
              <w:pStyle w:val="Tabulka"/>
              <w:cnfStyle w:val="000000000000" w:firstRow="0" w:lastRow="0" w:firstColumn="0" w:lastColumn="0" w:oddVBand="0" w:evenVBand="0" w:oddHBand="0" w:evenHBand="0" w:firstRowFirstColumn="0" w:firstRowLastColumn="0" w:lastRowFirstColumn="0" w:lastRowLastColumn="0"/>
            </w:pPr>
            <w:r w:rsidRPr="00777263">
              <w:t>Technické zprávy</w:t>
            </w:r>
          </w:p>
        </w:tc>
        <w:tc>
          <w:tcPr>
            <w:tcW w:w="977" w:type="dxa"/>
            <w:tcBorders>
              <w:top w:val="single" w:sz="2" w:space="0" w:color="auto"/>
              <w:left w:val="single" w:sz="2" w:space="0" w:color="auto"/>
              <w:bottom w:val="single" w:sz="2" w:space="0" w:color="auto"/>
              <w:right w:val="single" w:sz="2" w:space="0" w:color="auto"/>
            </w:tcBorders>
            <w:hideMark/>
          </w:tcPr>
          <w:p w14:paraId="5DE2F474" w14:textId="77777777" w:rsidR="000868B9" w:rsidRPr="009477C4" w:rsidRDefault="000868B9" w:rsidP="0042205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77263">
              <w:t>ks</w:t>
            </w:r>
          </w:p>
        </w:tc>
        <w:tc>
          <w:tcPr>
            <w:tcW w:w="1005" w:type="dxa"/>
            <w:tcBorders>
              <w:top w:val="single" w:sz="2" w:space="0" w:color="auto"/>
              <w:left w:val="single" w:sz="2" w:space="0" w:color="auto"/>
              <w:bottom w:val="single" w:sz="2" w:space="0" w:color="auto"/>
              <w:right w:val="single" w:sz="2" w:space="0" w:color="auto"/>
            </w:tcBorders>
          </w:tcPr>
          <w:p w14:paraId="66C8ED51"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54531D7"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A95D0C9"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r>
      <w:tr w:rsidR="000868B9" w14:paraId="64955A32" w14:textId="77777777" w:rsidTr="0042205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1AB158B" w14:textId="77777777" w:rsidR="000868B9" w:rsidRPr="00777263" w:rsidRDefault="000868B9" w:rsidP="00422056">
            <w:pPr>
              <w:pStyle w:val="Tabulka"/>
            </w:pPr>
            <w:r>
              <w:t>2</w:t>
            </w:r>
          </w:p>
        </w:tc>
        <w:tc>
          <w:tcPr>
            <w:tcW w:w="3216" w:type="dxa"/>
            <w:tcBorders>
              <w:top w:val="single" w:sz="2" w:space="0" w:color="auto"/>
              <w:left w:val="single" w:sz="2" w:space="0" w:color="auto"/>
              <w:bottom w:val="single" w:sz="2" w:space="0" w:color="auto"/>
              <w:right w:val="single" w:sz="2" w:space="0" w:color="auto"/>
            </w:tcBorders>
            <w:hideMark/>
          </w:tcPr>
          <w:p w14:paraId="4B667001" w14:textId="77777777" w:rsidR="000868B9" w:rsidRPr="00777263" w:rsidRDefault="000868B9" w:rsidP="00422056">
            <w:pPr>
              <w:pStyle w:val="Tabulka"/>
              <w:cnfStyle w:val="000000000000" w:firstRow="0" w:lastRow="0" w:firstColumn="0" w:lastColumn="0" w:oddVBand="0" w:evenVBand="0" w:oddHBand="0" w:evenHBand="0" w:firstRowFirstColumn="0" w:firstRowLastColumn="0" w:lastRowFirstColumn="0" w:lastRowLastColumn="0"/>
            </w:pPr>
            <w:r w:rsidRPr="00777263">
              <w:t>Výkresová dokumentace</w:t>
            </w:r>
          </w:p>
        </w:tc>
        <w:tc>
          <w:tcPr>
            <w:tcW w:w="977" w:type="dxa"/>
            <w:tcBorders>
              <w:top w:val="single" w:sz="2" w:space="0" w:color="auto"/>
              <w:left w:val="single" w:sz="2" w:space="0" w:color="auto"/>
              <w:bottom w:val="single" w:sz="2" w:space="0" w:color="auto"/>
              <w:right w:val="single" w:sz="2" w:space="0" w:color="auto"/>
            </w:tcBorders>
            <w:shd w:val="clear" w:color="auto" w:fill="auto"/>
            <w:hideMark/>
          </w:tcPr>
          <w:p w14:paraId="33E3AF9B" w14:textId="77777777" w:rsidR="000868B9" w:rsidRPr="009477C4" w:rsidRDefault="000868B9" w:rsidP="00422056">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777263">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40D48D99"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548FA94"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BC1CAFE"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r>
      <w:tr w:rsidR="000868B9" w14:paraId="6DF8A616" w14:textId="77777777" w:rsidTr="0042205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0B22DE5" w14:textId="77777777" w:rsidR="000868B9" w:rsidRPr="00777263" w:rsidRDefault="000868B9" w:rsidP="00422056">
            <w:pPr>
              <w:pStyle w:val="Tabulka"/>
            </w:pPr>
            <w:r>
              <w:t>3</w:t>
            </w:r>
          </w:p>
        </w:tc>
        <w:tc>
          <w:tcPr>
            <w:tcW w:w="3216" w:type="dxa"/>
            <w:tcBorders>
              <w:top w:val="single" w:sz="2" w:space="0" w:color="auto"/>
              <w:left w:val="single" w:sz="2" w:space="0" w:color="auto"/>
              <w:bottom w:val="single" w:sz="2" w:space="0" w:color="auto"/>
              <w:right w:val="single" w:sz="2" w:space="0" w:color="auto"/>
            </w:tcBorders>
            <w:hideMark/>
          </w:tcPr>
          <w:p w14:paraId="5E977C16" w14:textId="77777777" w:rsidR="000868B9" w:rsidRPr="00777263" w:rsidRDefault="000868B9" w:rsidP="00422056">
            <w:pPr>
              <w:pStyle w:val="Tabulka"/>
              <w:cnfStyle w:val="000000000000" w:firstRow="0" w:lastRow="0" w:firstColumn="0" w:lastColumn="0" w:oddVBand="0" w:evenVBand="0" w:oddHBand="0" w:evenHBand="0" w:firstRowFirstColumn="0" w:firstRowLastColumn="0" w:lastRowFirstColumn="0" w:lastRowLastColumn="0"/>
            </w:pPr>
            <w:r w:rsidRPr="00777263">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74804649" w14:textId="77777777" w:rsidR="000868B9" w:rsidRPr="00777263" w:rsidRDefault="000868B9" w:rsidP="00422056">
            <w:pPr>
              <w:pStyle w:val="Tabulka"/>
              <w:cnfStyle w:val="000000000000" w:firstRow="0" w:lastRow="0" w:firstColumn="0" w:lastColumn="0" w:oddVBand="0" w:evenVBand="0" w:oddHBand="0" w:evenHBand="0" w:firstRowFirstColumn="0" w:firstRowLastColumn="0" w:lastRowFirstColumn="0" w:lastRowLastColumn="0"/>
            </w:pPr>
            <w:r w:rsidRPr="00777263">
              <w:t>km</w:t>
            </w:r>
          </w:p>
        </w:tc>
        <w:tc>
          <w:tcPr>
            <w:tcW w:w="1005" w:type="dxa"/>
            <w:tcBorders>
              <w:top w:val="single" w:sz="2" w:space="0" w:color="auto"/>
              <w:left w:val="single" w:sz="2" w:space="0" w:color="auto"/>
              <w:bottom w:val="single" w:sz="2" w:space="0" w:color="auto"/>
              <w:right w:val="single" w:sz="2" w:space="0" w:color="auto"/>
            </w:tcBorders>
          </w:tcPr>
          <w:p w14:paraId="781546BE"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347DA56"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5690040F"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r>
      <w:tr w:rsidR="000868B9" w14:paraId="6E394A4C" w14:textId="77777777" w:rsidTr="0042205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70896BF" w14:textId="77777777" w:rsidR="000868B9" w:rsidRPr="00777263" w:rsidRDefault="000868B9" w:rsidP="00422056">
            <w:pPr>
              <w:pStyle w:val="Tabulka"/>
            </w:pPr>
            <w:r>
              <w:t>4</w:t>
            </w:r>
          </w:p>
        </w:tc>
        <w:tc>
          <w:tcPr>
            <w:tcW w:w="3216" w:type="dxa"/>
            <w:tcBorders>
              <w:top w:val="single" w:sz="2" w:space="0" w:color="auto"/>
              <w:left w:val="single" w:sz="2" w:space="0" w:color="auto"/>
              <w:bottom w:val="single" w:sz="2" w:space="0" w:color="auto"/>
              <w:right w:val="single" w:sz="2" w:space="0" w:color="auto"/>
            </w:tcBorders>
            <w:hideMark/>
          </w:tcPr>
          <w:p w14:paraId="1F8C07DD" w14:textId="77777777" w:rsidR="000868B9" w:rsidRPr="00777263" w:rsidRDefault="000868B9" w:rsidP="00422056">
            <w:pPr>
              <w:pStyle w:val="Tabulka"/>
              <w:cnfStyle w:val="000000000000" w:firstRow="0" w:lastRow="0" w:firstColumn="0" w:lastColumn="0" w:oddVBand="0" w:evenVBand="0" w:oddHBand="0" w:evenHBand="0" w:firstRowFirstColumn="0" w:firstRowLastColumn="0" w:lastRowFirstColumn="0" w:lastRowLastColumn="0"/>
            </w:pPr>
            <w:r w:rsidRPr="00777263">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5A16611B" w14:textId="77777777" w:rsidR="000868B9" w:rsidRPr="009477C4" w:rsidRDefault="000868B9" w:rsidP="0042205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77263">
              <w:t>hod</w:t>
            </w:r>
          </w:p>
        </w:tc>
        <w:tc>
          <w:tcPr>
            <w:tcW w:w="1005" w:type="dxa"/>
            <w:tcBorders>
              <w:top w:val="single" w:sz="2" w:space="0" w:color="auto"/>
              <w:left w:val="single" w:sz="2" w:space="0" w:color="auto"/>
              <w:bottom w:val="single" w:sz="2" w:space="0" w:color="auto"/>
              <w:right w:val="single" w:sz="2" w:space="0" w:color="auto"/>
            </w:tcBorders>
          </w:tcPr>
          <w:p w14:paraId="27982F03"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45056A4"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69188F2B"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r>
      <w:tr w:rsidR="000868B9" w14:paraId="64469A2C" w14:textId="77777777" w:rsidTr="00422056">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26E4321B" w14:textId="77777777" w:rsidR="000868B9" w:rsidRPr="00540C69" w:rsidRDefault="000868B9" w:rsidP="00422056">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1B631040"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427323F1"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5636B356"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0B8ABB78" w14:textId="77777777" w:rsidR="000868B9" w:rsidRPr="00117275" w:rsidRDefault="000868B9" w:rsidP="00422056">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C27799">
              <w:rPr>
                <w:b/>
              </w:rPr>
              <w:t>xxx</w:t>
            </w:r>
            <w:proofErr w:type="spellEnd"/>
          </w:p>
        </w:tc>
      </w:tr>
    </w:tbl>
    <w:p w14:paraId="7B8FCCEF" w14:textId="77777777" w:rsidR="00AA538C" w:rsidRDefault="00AA538C" w:rsidP="00AA538C">
      <w:pPr>
        <w:pStyle w:val="Nadpisbezsl1-2"/>
      </w:pPr>
    </w:p>
    <w:p w14:paraId="56B5E216" w14:textId="77777777" w:rsidR="00AA538C" w:rsidRPr="00870EF6" w:rsidRDefault="00AA538C" w:rsidP="00AA538C">
      <w:pPr>
        <w:pStyle w:val="Nadpisbezsl1-2"/>
        <w:rPr>
          <w:sz w:val="18"/>
          <w:u w:val="single"/>
        </w:rPr>
      </w:pPr>
      <w:r w:rsidRPr="00870EF6">
        <w:rPr>
          <w:u w:val="single"/>
        </w:rPr>
        <w:t>PZS v km 26,470</w:t>
      </w:r>
    </w:p>
    <w:p w14:paraId="418EEBA7" w14:textId="796D56E0" w:rsidR="00AA538C" w:rsidRDefault="00AA538C" w:rsidP="00AA538C">
      <w:pPr>
        <w:pStyle w:val="Nadpisbezsl1-2"/>
        <w:rPr>
          <w:rFonts w:asciiTheme="minorHAnsi" w:hAnsiTheme="minorHAnsi"/>
          <w:b w:val="0"/>
          <w:sz w:val="18"/>
        </w:rPr>
      </w:pP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0868B9" w14:paraId="60C3F807" w14:textId="77777777" w:rsidTr="004220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4569C8A9" w14:textId="77777777" w:rsidR="000868B9" w:rsidRDefault="000868B9" w:rsidP="00422056">
            <w:pPr>
              <w:pStyle w:val="Tabulka"/>
              <w:rPr>
                <w:rStyle w:val="Tun"/>
                <w:sz w:val="16"/>
                <w:szCs w:val="16"/>
              </w:rPr>
            </w:pPr>
            <w:r>
              <w:rPr>
                <w:rStyle w:val="Tun"/>
                <w:sz w:val="16"/>
                <w:szCs w:val="16"/>
              </w:rPr>
              <w:t>Položka</w:t>
            </w:r>
          </w:p>
        </w:tc>
        <w:tc>
          <w:tcPr>
            <w:tcW w:w="3216" w:type="dxa"/>
            <w:hideMark/>
          </w:tcPr>
          <w:p w14:paraId="0643E57F" w14:textId="77777777" w:rsidR="000868B9" w:rsidRDefault="000868B9" w:rsidP="0042205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75C7F467" w14:textId="77777777" w:rsidR="000868B9" w:rsidRPr="00C27799" w:rsidRDefault="000868B9" w:rsidP="0042205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12F80743" w14:textId="77777777" w:rsidR="000868B9" w:rsidRPr="00C27799" w:rsidRDefault="000868B9" w:rsidP="0042205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Množství *)</w:t>
            </w:r>
          </w:p>
        </w:tc>
        <w:tc>
          <w:tcPr>
            <w:tcW w:w="1293" w:type="dxa"/>
            <w:hideMark/>
          </w:tcPr>
          <w:p w14:paraId="503B41EC" w14:textId="77777777" w:rsidR="000868B9" w:rsidRPr="00C27799" w:rsidRDefault="000868B9" w:rsidP="0042205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Jednotková cena *)</w:t>
            </w:r>
          </w:p>
        </w:tc>
        <w:tc>
          <w:tcPr>
            <w:tcW w:w="1321" w:type="dxa"/>
            <w:hideMark/>
          </w:tcPr>
          <w:p w14:paraId="0C5CD780" w14:textId="77777777" w:rsidR="000868B9" w:rsidRPr="00C27799" w:rsidRDefault="000868B9" w:rsidP="0042205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Cena celkem *)</w:t>
            </w:r>
          </w:p>
        </w:tc>
      </w:tr>
      <w:tr w:rsidR="000868B9" w14:paraId="720A7EFC" w14:textId="77777777" w:rsidTr="0042205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90F1D07" w14:textId="77777777" w:rsidR="000868B9" w:rsidRPr="00777263" w:rsidRDefault="000868B9" w:rsidP="00422056">
            <w:pPr>
              <w:pStyle w:val="Tabulka"/>
            </w:pPr>
            <w:r>
              <w:t>1</w:t>
            </w:r>
          </w:p>
        </w:tc>
        <w:tc>
          <w:tcPr>
            <w:tcW w:w="3216" w:type="dxa"/>
            <w:tcBorders>
              <w:top w:val="single" w:sz="2" w:space="0" w:color="auto"/>
              <w:left w:val="single" w:sz="2" w:space="0" w:color="auto"/>
              <w:bottom w:val="single" w:sz="2" w:space="0" w:color="auto"/>
              <w:right w:val="single" w:sz="2" w:space="0" w:color="auto"/>
            </w:tcBorders>
            <w:hideMark/>
          </w:tcPr>
          <w:p w14:paraId="33D97261" w14:textId="77777777" w:rsidR="000868B9" w:rsidRPr="00777263" w:rsidRDefault="000868B9" w:rsidP="00422056">
            <w:pPr>
              <w:pStyle w:val="Tabulka"/>
              <w:cnfStyle w:val="000000000000" w:firstRow="0" w:lastRow="0" w:firstColumn="0" w:lastColumn="0" w:oddVBand="0" w:evenVBand="0" w:oddHBand="0" w:evenHBand="0" w:firstRowFirstColumn="0" w:firstRowLastColumn="0" w:lastRowFirstColumn="0" w:lastRowLastColumn="0"/>
            </w:pPr>
            <w:r w:rsidRPr="00777263">
              <w:t>Technické zprávy</w:t>
            </w:r>
          </w:p>
        </w:tc>
        <w:tc>
          <w:tcPr>
            <w:tcW w:w="977" w:type="dxa"/>
            <w:tcBorders>
              <w:top w:val="single" w:sz="2" w:space="0" w:color="auto"/>
              <w:left w:val="single" w:sz="2" w:space="0" w:color="auto"/>
              <w:bottom w:val="single" w:sz="2" w:space="0" w:color="auto"/>
              <w:right w:val="single" w:sz="2" w:space="0" w:color="auto"/>
            </w:tcBorders>
            <w:hideMark/>
          </w:tcPr>
          <w:p w14:paraId="3805CF1A" w14:textId="77777777" w:rsidR="000868B9" w:rsidRPr="009477C4" w:rsidRDefault="000868B9" w:rsidP="0042205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77263">
              <w:t>ks</w:t>
            </w:r>
          </w:p>
        </w:tc>
        <w:tc>
          <w:tcPr>
            <w:tcW w:w="1005" w:type="dxa"/>
            <w:tcBorders>
              <w:top w:val="single" w:sz="2" w:space="0" w:color="auto"/>
              <w:left w:val="single" w:sz="2" w:space="0" w:color="auto"/>
              <w:bottom w:val="single" w:sz="2" w:space="0" w:color="auto"/>
              <w:right w:val="single" w:sz="2" w:space="0" w:color="auto"/>
            </w:tcBorders>
          </w:tcPr>
          <w:p w14:paraId="51E6E672"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22380A1"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70A5277"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r>
      <w:tr w:rsidR="000868B9" w14:paraId="4D6549B7" w14:textId="77777777" w:rsidTr="0042205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7B68EFF" w14:textId="77777777" w:rsidR="000868B9" w:rsidRPr="00777263" w:rsidRDefault="000868B9" w:rsidP="00422056">
            <w:pPr>
              <w:pStyle w:val="Tabulka"/>
            </w:pPr>
            <w:r>
              <w:t>2</w:t>
            </w:r>
          </w:p>
        </w:tc>
        <w:tc>
          <w:tcPr>
            <w:tcW w:w="3216" w:type="dxa"/>
            <w:tcBorders>
              <w:top w:val="single" w:sz="2" w:space="0" w:color="auto"/>
              <w:left w:val="single" w:sz="2" w:space="0" w:color="auto"/>
              <w:bottom w:val="single" w:sz="2" w:space="0" w:color="auto"/>
              <w:right w:val="single" w:sz="2" w:space="0" w:color="auto"/>
            </w:tcBorders>
            <w:hideMark/>
          </w:tcPr>
          <w:p w14:paraId="51989371" w14:textId="77777777" w:rsidR="000868B9" w:rsidRPr="00777263" w:rsidRDefault="000868B9" w:rsidP="00422056">
            <w:pPr>
              <w:pStyle w:val="Tabulka"/>
              <w:cnfStyle w:val="000000000000" w:firstRow="0" w:lastRow="0" w:firstColumn="0" w:lastColumn="0" w:oddVBand="0" w:evenVBand="0" w:oddHBand="0" w:evenHBand="0" w:firstRowFirstColumn="0" w:firstRowLastColumn="0" w:lastRowFirstColumn="0" w:lastRowLastColumn="0"/>
            </w:pPr>
            <w:r w:rsidRPr="00777263">
              <w:t>Výkresová dokumentace</w:t>
            </w:r>
          </w:p>
        </w:tc>
        <w:tc>
          <w:tcPr>
            <w:tcW w:w="977" w:type="dxa"/>
            <w:tcBorders>
              <w:top w:val="single" w:sz="2" w:space="0" w:color="auto"/>
              <w:left w:val="single" w:sz="2" w:space="0" w:color="auto"/>
              <w:bottom w:val="single" w:sz="2" w:space="0" w:color="auto"/>
              <w:right w:val="single" w:sz="2" w:space="0" w:color="auto"/>
            </w:tcBorders>
            <w:shd w:val="clear" w:color="auto" w:fill="auto"/>
            <w:hideMark/>
          </w:tcPr>
          <w:p w14:paraId="655D48D7" w14:textId="77777777" w:rsidR="000868B9" w:rsidRPr="009477C4" w:rsidRDefault="000868B9" w:rsidP="00422056">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777263">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46C0446F"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90E387B"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1999E94"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r>
      <w:tr w:rsidR="000868B9" w14:paraId="318CC228" w14:textId="77777777" w:rsidTr="0042205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1C9C2EE" w14:textId="77777777" w:rsidR="000868B9" w:rsidRPr="00777263" w:rsidRDefault="000868B9" w:rsidP="00422056">
            <w:pPr>
              <w:pStyle w:val="Tabulka"/>
            </w:pPr>
            <w:r>
              <w:t>3</w:t>
            </w:r>
          </w:p>
        </w:tc>
        <w:tc>
          <w:tcPr>
            <w:tcW w:w="3216" w:type="dxa"/>
            <w:tcBorders>
              <w:top w:val="single" w:sz="2" w:space="0" w:color="auto"/>
              <w:left w:val="single" w:sz="2" w:space="0" w:color="auto"/>
              <w:bottom w:val="single" w:sz="2" w:space="0" w:color="auto"/>
              <w:right w:val="single" w:sz="2" w:space="0" w:color="auto"/>
            </w:tcBorders>
            <w:hideMark/>
          </w:tcPr>
          <w:p w14:paraId="7447E8F1" w14:textId="77777777" w:rsidR="000868B9" w:rsidRPr="00777263" w:rsidRDefault="000868B9" w:rsidP="00422056">
            <w:pPr>
              <w:pStyle w:val="Tabulka"/>
              <w:cnfStyle w:val="000000000000" w:firstRow="0" w:lastRow="0" w:firstColumn="0" w:lastColumn="0" w:oddVBand="0" w:evenVBand="0" w:oddHBand="0" w:evenHBand="0" w:firstRowFirstColumn="0" w:firstRowLastColumn="0" w:lastRowFirstColumn="0" w:lastRowLastColumn="0"/>
            </w:pPr>
            <w:r w:rsidRPr="00777263">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05C06682" w14:textId="77777777" w:rsidR="000868B9" w:rsidRPr="00777263" w:rsidRDefault="000868B9" w:rsidP="00422056">
            <w:pPr>
              <w:pStyle w:val="Tabulka"/>
              <w:cnfStyle w:val="000000000000" w:firstRow="0" w:lastRow="0" w:firstColumn="0" w:lastColumn="0" w:oddVBand="0" w:evenVBand="0" w:oddHBand="0" w:evenHBand="0" w:firstRowFirstColumn="0" w:firstRowLastColumn="0" w:lastRowFirstColumn="0" w:lastRowLastColumn="0"/>
            </w:pPr>
            <w:r w:rsidRPr="00777263">
              <w:t>km</w:t>
            </w:r>
          </w:p>
        </w:tc>
        <w:tc>
          <w:tcPr>
            <w:tcW w:w="1005" w:type="dxa"/>
            <w:tcBorders>
              <w:top w:val="single" w:sz="2" w:space="0" w:color="auto"/>
              <w:left w:val="single" w:sz="2" w:space="0" w:color="auto"/>
              <w:bottom w:val="single" w:sz="2" w:space="0" w:color="auto"/>
              <w:right w:val="single" w:sz="2" w:space="0" w:color="auto"/>
            </w:tcBorders>
          </w:tcPr>
          <w:p w14:paraId="41292D91"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3C5F12F"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BC28C4A"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r>
      <w:tr w:rsidR="000868B9" w14:paraId="65ADC6EF" w14:textId="77777777" w:rsidTr="0042205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001591E" w14:textId="77777777" w:rsidR="000868B9" w:rsidRPr="00777263" w:rsidRDefault="000868B9" w:rsidP="00422056">
            <w:pPr>
              <w:pStyle w:val="Tabulka"/>
            </w:pPr>
            <w:r>
              <w:t>4</w:t>
            </w:r>
          </w:p>
        </w:tc>
        <w:tc>
          <w:tcPr>
            <w:tcW w:w="3216" w:type="dxa"/>
            <w:tcBorders>
              <w:top w:val="single" w:sz="2" w:space="0" w:color="auto"/>
              <w:left w:val="single" w:sz="2" w:space="0" w:color="auto"/>
              <w:bottom w:val="single" w:sz="2" w:space="0" w:color="auto"/>
              <w:right w:val="single" w:sz="2" w:space="0" w:color="auto"/>
            </w:tcBorders>
            <w:hideMark/>
          </w:tcPr>
          <w:p w14:paraId="4EC48C8B" w14:textId="77777777" w:rsidR="000868B9" w:rsidRPr="00777263" w:rsidRDefault="000868B9" w:rsidP="00422056">
            <w:pPr>
              <w:pStyle w:val="Tabulka"/>
              <w:cnfStyle w:val="000000000000" w:firstRow="0" w:lastRow="0" w:firstColumn="0" w:lastColumn="0" w:oddVBand="0" w:evenVBand="0" w:oddHBand="0" w:evenHBand="0" w:firstRowFirstColumn="0" w:firstRowLastColumn="0" w:lastRowFirstColumn="0" w:lastRowLastColumn="0"/>
            </w:pPr>
            <w:r w:rsidRPr="00777263">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6550969F" w14:textId="77777777" w:rsidR="000868B9" w:rsidRPr="009477C4" w:rsidRDefault="000868B9" w:rsidP="0042205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77263">
              <w:t>hod</w:t>
            </w:r>
          </w:p>
        </w:tc>
        <w:tc>
          <w:tcPr>
            <w:tcW w:w="1005" w:type="dxa"/>
            <w:tcBorders>
              <w:top w:val="single" w:sz="2" w:space="0" w:color="auto"/>
              <w:left w:val="single" w:sz="2" w:space="0" w:color="auto"/>
              <w:bottom w:val="single" w:sz="2" w:space="0" w:color="auto"/>
              <w:right w:val="single" w:sz="2" w:space="0" w:color="auto"/>
            </w:tcBorders>
          </w:tcPr>
          <w:p w14:paraId="5FAF4F91"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38C468A"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77B064F"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r>
      <w:tr w:rsidR="000868B9" w14:paraId="01C77326" w14:textId="77777777" w:rsidTr="00422056">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56B5AE8B" w14:textId="77777777" w:rsidR="000868B9" w:rsidRPr="00540C69" w:rsidRDefault="000868B9" w:rsidP="00422056">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12F5DDAB"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7D45B46C"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76278220"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64B7FF3B" w14:textId="77777777" w:rsidR="000868B9" w:rsidRPr="00117275" w:rsidRDefault="000868B9" w:rsidP="00422056">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C27799">
              <w:rPr>
                <w:b/>
              </w:rPr>
              <w:t>xxx</w:t>
            </w:r>
            <w:proofErr w:type="spellEnd"/>
          </w:p>
        </w:tc>
      </w:tr>
    </w:tbl>
    <w:p w14:paraId="72AABE6A" w14:textId="113D7F11" w:rsidR="00AA538C" w:rsidRDefault="00AA538C">
      <w:pPr>
        <w:rPr>
          <w:szCs w:val="20"/>
        </w:rPr>
      </w:pPr>
    </w:p>
    <w:p w14:paraId="466A5C8D" w14:textId="77777777" w:rsidR="00AA538C" w:rsidRDefault="00AA538C" w:rsidP="00AA538C">
      <w:pPr>
        <w:pStyle w:val="Nadpisbezsl1-2"/>
        <w:rPr>
          <w:rFonts w:asciiTheme="minorHAnsi" w:hAnsiTheme="minorHAnsi"/>
          <w:b w:val="0"/>
          <w:sz w:val="18"/>
        </w:rPr>
      </w:pPr>
    </w:p>
    <w:p w14:paraId="22F33026" w14:textId="77777777" w:rsidR="00AA538C" w:rsidRPr="00400AFB" w:rsidRDefault="00AA538C" w:rsidP="00AA538C">
      <w:pPr>
        <w:pStyle w:val="Nadpisbezsl1-2"/>
        <w:rPr>
          <w:sz w:val="18"/>
          <w:u w:val="single"/>
        </w:rPr>
      </w:pPr>
      <w:r w:rsidRPr="00400AFB">
        <w:rPr>
          <w:u w:val="single"/>
        </w:rPr>
        <w:t>PZS v km 28,466</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0868B9" w14:paraId="41A1FB8C" w14:textId="77777777" w:rsidTr="004220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1419F4DE" w14:textId="77777777" w:rsidR="000868B9" w:rsidRDefault="000868B9" w:rsidP="00422056">
            <w:pPr>
              <w:pStyle w:val="Tabulka"/>
              <w:rPr>
                <w:rStyle w:val="Tun"/>
                <w:sz w:val="16"/>
                <w:szCs w:val="16"/>
              </w:rPr>
            </w:pPr>
            <w:r>
              <w:rPr>
                <w:rStyle w:val="Tun"/>
                <w:sz w:val="16"/>
                <w:szCs w:val="16"/>
              </w:rPr>
              <w:t>Položka</w:t>
            </w:r>
          </w:p>
        </w:tc>
        <w:tc>
          <w:tcPr>
            <w:tcW w:w="3216" w:type="dxa"/>
            <w:hideMark/>
          </w:tcPr>
          <w:p w14:paraId="42D3A0FF" w14:textId="77777777" w:rsidR="000868B9" w:rsidRDefault="000868B9" w:rsidP="0042205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4BD420E4" w14:textId="77777777" w:rsidR="000868B9" w:rsidRPr="00C27799" w:rsidRDefault="000868B9" w:rsidP="0042205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23FEA4E5" w14:textId="77777777" w:rsidR="000868B9" w:rsidRPr="00C27799" w:rsidRDefault="000868B9" w:rsidP="0042205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Množství *)</w:t>
            </w:r>
          </w:p>
        </w:tc>
        <w:tc>
          <w:tcPr>
            <w:tcW w:w="1293" w:type="dxa"/>
            <w:hideMark/>
          </w:tcPr>
          <w:p w14:paraId="7B08A567" w14:textId="77777777" w:rsidR="000868B9" w:rsidRPr="00C27799" w:rsidRDefault="000868B9" w:rsidP="0042205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Jednotková cena *)</w:t>
            </w:r>
          </w:p>
        </w:tc>
        <w:tc>
          <w:tcPr>
            <w:tcW w:w="1321" w:type="dxa"/>
            <w:hideMark/>
          </w:tcPr>
          <w:p w14:paraId="15BE53CF" w14:textId="77777777" w:rsidR="000868B9" w:rsidRPr="00C27799" w:rsidRDefault="000868B9" w:rsidP="0042205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Cena celkem *)</w:t>
            </w:r>
          </w:p>
        </w:tc>
      </w:tr>
      <w:tr w:rsidR="000868B9" w14:paraId="5528E83B" w14:textId="77777777" w:rsidTr="0042205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E3C1168" w14:textId="77777777" w:rsidR="000868B9" w:rsidRPr="00777263" w:rsidRDefault="000868B9" w:rsidP="00422056">
            <w:pPr>
              <w:pStyle w:val="Tabulka"/>
            </w:pPr>
            <w:r>
              <w:t>1</w:t>
            </w:r>
          </w:p>
        </w:tc>
        <w:tc>
          <w:tcPr>
            <w:tcW w:w="3216" w:type="dxa"/>
            <w:tcBorders>
              <w:top w:val="single" w:sz="2" w:space="0" w:color="auto"/>
              <w:left w:val="single" w:sz="2" w:space="0" w:color="auto"/>
              <w:bottom w:val="single" w:sz="2" w:space="0" w:color="auto"/>
              <w:right w:val="single" w:sz="2" w:space="0" w:color="auto"/>
            </w:tcBorders>
            <w:hideMark/>
          </w:tcPr>
          <w:p w14:paraId="6174C408" w14:textId="77777777" w:rsidR="000868B9" w:rsidRPr="00777263" w:rsidRDefault="000868B9" w:rsidP="00422056">
            <w:pPr>
              <w:pStyle w:val="Tabulka"/>
              <w:cnfStyle w:val="000000000000" w:firstRow="0" w:lastRow="0" w:firstColumn="0" w:lastColumn="0" w:oddVBand="0" w:evenVBand="0" w:oddHBand="0" w:evenHBand="0" w:firstRowFirstColumn="0" w:firstRowLastColumn="0" w:lastRowFirstColumn="0" w:lastRowLastColumn="0"/>
            </w:pPr>
            <w:r w:rsidRPr="00777263">
              <w:t>Technické zprávy</w:t>
            </w:r>
          </w:p>
        </w:tc>
        <w:tc>
          <w:tcPr>
            <w:tcW w:w="977" w:type="dxa"/>
            <w:tcBorders>
              <w:top w:val="single" w:sz="2" w:space="0" w:color="auto"/>
              <w:left w:val="single" w:sz="2" w:space="0" w:color="auto"/>
              <w:bottom w:val="single" w:sz="2" w:space="0" w:color="auto"/>
              <w:right w:val="single" w:sz="2" w:space="0" w:color="auto"/>
            </w:tcBorders>
            <w:hideMark/>
          </w:tcPr>
          <w:p w14:paraId="57914D7B" w14:textId="77777777" w:rsidR="000868B9" w:rsidRPr="009477C4" w:rsidRDefault="000868B9" w:rsidP="0042205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77263">
              <w:t>ks</w:t>
            </w:r>
          </w:p>
        </w:tc>
        <w:tc>
          <w:tcPr>
            <w:tcW w:w="1005" w:type="dxa"/>
            <w:tcBorders>
              <w:top w:val="single" w:sz="2" w:space="0" w:color="auto"/>
              <w:left w:val="single" w:sz="2" w:space="0" w:color="auto"/>
              <w:bottom w:val="single" w:sz="2" w:space="0" w:color="auto"/>
              <w:right w:val="single" w:sz="2" w:space="0" w:color="auto"/>
            </w:tcBorders>
          </w:tcPr>
          <w:p w14:paraId="7C565B12"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7F0B741"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8B2F9E1"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r>
      <w:tr w:rsidR="000868B9" w14:paraId="3D88D1B1" w14:textId="77777777" w:rsidTr="0042205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D6201D1" w14:textId="77777777" w:rsidR="000868B9" w:rsidRPr="00777263" w:rsidRDefault="000868B9" w:rsidP="00422056">
            <w:pPr>
              <w:pStyle w:val="Tabulka"/>
            </w:pPr>
            <w:r>
              <w:t>2</w:t>
            </w:r>
          </w:p>
        </w:tc>
        <w:tc>
          <w:tcPr>
            <w:tcW w:w="3216" w:type="dxa"/>
            <w:tcBorders>
              <w:top w:val="single" w:sz="2" w:space="0" w:color="auto"/>
              <w:left w:val="single" w:sz="2" w:space="0" w:color="auto"/>
              <w:bottom w:val="single" w:sz="2" w:space="0" w:color="auto"/>
              <w:right w:val="single" w:sz="2" w:space="0" w:color="auto"/>
            </w:tcBorders>
            <w:hideMark/>
          </w:tcPr>
          <w:p w14:paraId="53EC755C" w14:textId="77777777" w:rsidR="000868B9" w:rsidRPr="00777263" w:rsidRDefault="000868B9" w:rsidP="00422056">
            <w:pPr>
              <w:pStyle w:val="Tabulka"/>
              <w:cnfStyle w:val="000000000000" w:firstRow="0" w:lastRow="0" w:firstColumn="0" w:lastColumn="0" w:oddVBand="0" w:evenVBand="0" w:oddHBand="0" w:evenHBand="0" w:firstRowFirstColumn="0" w:firstRowLastColumn="0" w:lastRowFirstColumn="0" w:lastRowLastColumn="0"/>
            </w:pPr>
            <w:r w:rsidRPr="00777263">
              <w:t>Výkresová dokumentace</w:t>
            </w:r>
          </w:p>
        </w:tc>
        <w:tc>
          <w:tcPr>
            <w:tcW w:w="977" w:type="dxa"/>
            <w:tcBorders>
              <w:top w:val="single" w:sz="2" w:space="0" w:color="auto"/>
              <w:left w:val="single" w:sz="2" w:space="0" w:color="auto"/>
              <w:bottom w:val="single" w:sz="2" w:space="0" w:color="auto"/>
              <w:right w:val="single" w:sz="2" w:space="0" w:color="auto"/>
            </w:tcBorders>
            <w:shd w:val="clear" w:color="auto" w:fill="auto"/>
            <w:hideMark/>
          </w:tcPr>
          <w:p w14:paraId="315F1A5F" w14:textId="77777777" w:rsidR="000868B9" w:rsidRPr="009477C4" w:rsidRDefault="000868B9" w:rsidP="00422056">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777263">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28838116"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7FBE2E9"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53CEE24"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r>
      <w:tr w:rsidR="000868B9" w14:paraId="41168C41" w14:textId="77777777" w:rsidTr="0042205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4E13B75" w14:textId="77777777" w:rsidR="000868B9" w:rsidRPr="00777263" w:rsidRDefault="000868B9" w:rsidP="00422056">
            <w:pPr>
              <w:pStyle w:val="Tabulka"/>
            </w:pPr>
            <w:r>
              <w:t>3</w:t>
            </w:r>
          </w:p>
        </w:tc>
        <w:tc>
          <w:tcPr>
            <w:tcW w:w="3216" w:type="dxa"/>
            <w:tcBorders>
              <w:top w:val="single" w:sz="2" w:space="0" w:color="auto"/>
              <w:left w:val="single" w:sz="2" w:space="0" w:color="auto"/>
              <w:bottom w:val="single" w:sz="2" w:space="0" w:color="auto"/>
              <w:right w:val="single" w:sz="2" w:space="0" w:color="auto"/>
            </w:tcBorders>
            <w:hideMark/>
          </w:tcPr>
          <w:p w14:paraId="0FB2CE46" w14:textId="77777777" w:rsidR="000868B9" w:rsidRPr="00777263" w:rsidRDefault="000868B9" w:rsidP="00422056">
            <w:pPr>
              <w:pStyle w:val="Tabulka"/>
              <w:cnfStyle w:val="000000000000" w:firstRow="0" w:lastRow="0" w:firstColumn="0" w:lastColumn="0" w:oddVBand="0" w:evenVBand="0" w:oddHBand="0" w:evenHBand="0" w:firstRowFirstColumn="0" w:firstRowLastColumn="0" w:lastRowFirstColumn="0" w:lastRowLastColumn="0"/>
            </w:pPr>
            <w:r w:rsidRPr="00777263">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59A013F1" w14:textId="77777777" w:rsidR="000868B9" w:rsidRPr="00777263" w:rsidRDefault="000868B9" w:rsidP="00422056">
            <w:pPr>
              <w:pStyle w:val="Tabulka"/>
              <w:cnfStyle w:val="000000000000" w:firstRow="0" w:lastRow="0" w:firstColumn="0" w:lastColumn="0" w:oddVBand="0" w:evenVBand="0" w:oddHBand="0" w:evenHBand="0" w:firstRowFirstColumn="0" w:firstRowLastColumn="0" w:lastRowFirstColumn="0" w:lastRowLastColumn="0"/>
            </w:pPr>
            <w:r w:rsidRPr="00777263">
              <w:t>km</w:t>
            </w:r>
          </w:p>
        </w:tc>
        <w:tc>
          <w:tcPr>
            <w:tcW w:w="1005" w:type="dxa"/>
            <w:tcBorders>
              <w:top w:val="single" w:sz="2" w:space="0" w:color="auto"/>
              <w:left w:val="single" w:sz="2" w:space="0" w:color="auto"/>
              <w:bottom w:val="single" w:sz="2" w:space="0" w:color="auto"/>
              <w:right w:val="single" w:sz="2" w:space="0" w:color="auto"/>
            </w:tcBorders>
          </w:tcPr>
          <w:p w14:paraId="6D29ED73"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C873A01"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6AC9217C"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r>
      <w:tr w:rsidR="000868B9" w14:paraId="4C8B9F65" w14:textId="77777777" w:rsidTr="0042205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90F7D58" w14:textId="77777777" w:rsidR="000868B9" w:rsidRPr="00777263" w:rsidRDefault="000868B9" w:rsidP="00422056">
            <w:pPr>
              <w:pStyle w:val="Tabulka"/>
            </w:pPr>
            <w:r>
              <w:t>4</w:t>
            </w:r>
          </w:p>
        </w:tc>
        <w:tc>
          <w:tcPr>
            <w:tcW w:w="3216" w:type="dxa"/>
            <w:tcBorders>
              <w:top w:val="single" w:sz="2" w:space="0" w:color="auto"/>
              <w:left w:val="single" w:sz="2" w:space="0" w:color="auto"/>
              <w:bottom w:val="single" w:sz="2" w:space="0" w:color="auto"/>
              <w:right w:val="single" w:sz="2" w:space="0" w:color="auto"/>
            </w:tcBorders>
            <w:hideMark/>
          </w:tcPr>
          <w:p w14:paraId="024869BF" w14:textId="77777777" w:rsidR="000868B9" w:rsidRPr="00777263" w:rsidRDefault="000868B9" w:rsidP="00422056">
            <w:pPr>
              <w:pStyle w:val="Tabulka"/>
              <w:cnfStyle w:val="000000000000" w:firstRow="0" w:lastRow="0" w:firstColumn="0" w:lastColumn="0" w:oddVBand="0" w:evenVBand="0" w:oddHBand="0" w:evenHBand="0" w:firstRowFirstColumn="0" w:firstRowLastColumn="0" w:lastRowFirstColumn="0" w:lastRowLastColumn="0"/>
            </w:pPr>
            <w:r w:rsidRPr="00777263">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2F0D7085" w14:textId="77777777" w:rsidR="000868B9" w:rsidRPr="009477C4" w:rsidRDefault="000868B9" w:rsidP="0042205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77263">
              <w:t>hod</w:t>
            </w:r>
          </w:p>
        </w:tc>
        <w:tc>
          <w:tcPr>
            <w:tcW w:w="1005" w:type="dxa"/>
            <w:tcBorders>
              <w:top w:val="single" w:sz="2" w:space="0" w:color="auto"/>
              <w:left w:val="single" w:sz="2" w:space="0" w:color="auto"/>
              <w:bottom w:val="single" w:sz="2" w:space="0" w:color="auto"/>
              <w:right w:val="single" w:sz="2" w:space="0" w:color="auto"/>
            </w:tcBorders>
          </w:tcPr>
          <w:p w14:paraId="31A277A2"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0D4601D"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E77FF58"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r>
      <w:tr w:rsidR="000868B9" w14:paraId="3C2E26B4" w14:textId="77777777" w:rsidTr="00422056">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236ECA06" w14:textId="77777777" w:rsidR="000868B9" w:rsidRPr="00540C69" w:rsidRDefault="000868B9" w:rsidP="00422056">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6C4903F8"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482A3F59"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17CD15B9"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31C70C43" w14:textId="77777777" w:rsidR="000868B9" w:rsidRPr="00117275" w:rsidRDefault="000868B9" w:rsidP="00422056">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C27799">
              <w:rPr>
                <w:b/>
              </w:rPr>
              <w:t>xxx</w:t>
            </w:r>
            <w:proofErr w:type="spellEnd"/>
          </w:p>
        </w:tc>
      </w:tr>
    </w:tbl>
    <w:p w14:paraId="42AA20B6" w14:textId="46276934" w:rsidR="00AA538C" w:rsidRDefault="00AA538C" w:rsidP="00AA538C">
      <w:pPr>
        <w:pStyle w:val="Nadpisbezsl1-2"/>
        <w:rPr>
          <w:rFonts w:asciiTheme="minorHAnsi" w:hAnsiTheme="minorHAnsi"/>
          <w:b w:val="0"/>
          <w:sz w:val="18"/>
        </w:rPr>
      </w:pPr>
    </w:p>
    <w:p w14:paraId="70FBD857" w14:textId="29DF9F15" w:rsidR="000868B9" w:rsidRDefault="000868B9" w:rsidP="00AA538C">
      <w:pPr>
        <w:pStyle w:val="Nadpisbezsl1-2"/>
        <w:rPr>
          <w:rFonts w:asciiTheme="minorHAnsi" w:hAnsiTheme="minorHAnsi"/>
          <w:b w:val="0"/>
          <w:sz w:val="18"/>
        </w:rPr>
      </w:pPr>
    </w:p>
    <w:p w14:paraId="02E6C3F8" w14:textId="35412A0D" w:rsidR="000868B9" w:rsidRDefault="000868B9" w:rsidP="00AA538C">
      <w:pPr>
        <w:pStyle w:val="Nadpisbezsl1-2"/>
        <w:rPr>
          <w:rFonts w:asciiTheme="minorHAnsi" w:hAnsiTheme="minorHAnsi"/>
          <w:b w:val="0"/>
          <w:sz w:val="18"/>
        </w:rPr>
      </w:pPr>
    </w:p>
    <w:p w14:paraId="1FF70E44" w14:textId="383558AC" w:rsidR="000868B9" w:rsidRDefault="000868B9" w:rsidP="00AA538C">
      <w:pPr>
        <w:pStyle w:val="Nadpisbezsl1-2"/>
        <w:rPr>
          <w:rFonts w:asciiTheme="minorHAnsi" w:hAnsiTheme="minorHAnsi"/>
          <w:b w:val="0"/>
          <w:sz w:val="18"/>
        </w:rPr>
      </w:pPr>
    </w:p>
    <w:p w14:paraId="7197867D" w14:textId="1E4D949F" w:rsidR="000868B9" w:rsidRDefault="000868B9" w:rsidP="00AA538C">
      <w:pPr>
        <w:pStyle w:val="Nadpisbezsl1-2"/>
        <w:rPr>
          <w:rFonts w:asciiTheme="minorHAnsi" w:hAnsiTheme="minorHAnsi"/>
          <w:b w:val="0"/>
          <w:sz w:val="18"/>
        </w:rPr>
      </w:pPr>
    </w:p>
    <w:p w14:paraId="214B5CC6" w14:textId="77777777" w:rsidR="000868B9" w:rsidRPr="00EF46DD" w:rsidRDefault="000868B9" w:rsidP="00AA538C">
      <w:pPr>
        <w:pStyle w:val="Nadpisbezsl1-2"/>
        <w:rPr>
          <w:rFonts w:asciiTheme="minorHAnsi" w:hAnsiTheme="minorHAnsi"/>
          <w:b w:val="0"/>
          <w:sz w:val="18"/>
        </w:rPr>
      </w:pPr>
    </w:p>
    <w:p w14:paraId="13B5C461" w14:textId="77777777" w:rsidR="00AA538C" w:rsidRPr="00870EF6" w:rsidRDefault="00AA538C" w:rsidP="00AA538C">
      <w:pPr>
        <w:pStyle w:val="Nadpisbezsl1-2"/>
        <w:rPr>
          <w:sz w:val="18"/>
          <w:u w:val="single"/>
        </w:rPr>
      </w:pPr>
      <w:r w:rsidRPr="00870EF6">
        <w:rPr>
          <w:u w:val="single"/>
        </w:rPr>
        <w:t>PZS v km 28,925</w:t>
      </w:r>
    </w:p>
    <w:tbl>
      <w:tblPr>
        <w:tblStyle w:val="Tabulka10"/>
        <w:tblW w:w="8730" w:type="dxa"/>
        <w:tblInd w:w="85" w:type="dxa"/>
        <w:tblLayout w:type="fixed"/>
        <w:tblLook w:val="04A0" w:firstRow="1" w:lastRow="0" w:firstColumn="1" w:lastColumn="0" w:noHBand="0" w:noVBand="1"/>
      </w:tblPr>
      <w:tblGrid>
        <w:gridCol w:w="918"/>
        <w:gridCol w:w="3216"/>
        <w:gridCol w:w="977"/>
        <w:gridCol w:w="1005"/>
        <w:gridCol w:w="1293"/>
        <w:gridCol w:w="1321"/>
      </w:tblGrid>
      <w:tr w:rsidR="000868B9" w14:paraId="4592F070" w14:textId="77777777" w:rsidTr="000868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7CB799F6" w14:textId="77777777" w:rsidR="000868B9" w:rsidRDefault="000868B9" w:rsidP="00422056">
            <w:pPr>
              <w:pStyle w:val="Tabulka"/>
              <w:rPr>
                <w:rStyle w:val="Tun"/>
                <w:sz w:val="16"/>
                <w:szCs w:val="16"/>
              </w:rPr>
            </w:pPr>
            <w:r>
              <w:rPr>
                <w:rStyle w:val="Tun"/>
                <w:sz w:val="16"/>
                <w:szCs w:val="16"/>
              </w:rPr>
              <w:t>Položka</w:t>
            </w:r>
          </w:p>
        </w:tc>
        <w:tc>
          <w:tcPr>
            <w:tcW w:w="3216" w:type="dxa"/>
            <w:hideMark/>
          </w:tcPr>
          <w:p w14:paraId="2A9A6A1B" w14:textId="77777777" w:rsidR="000868B9" w:rsidRDefault="000868B9" w:rsidP="0042205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00E54B7B" w14:textId="77777777" w:rsidR="000868B9" w:rsidRPr="00C27799" w:rsidRDefault="000868B9" w:rsidP="0042205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778D4D9A" w14:textId="77777777" w:rsidR="000868B9" w:rsidRPr="00C27799" w:rsidRDefault="000868B9" w:rsidP="0042205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Množství *)</w:t>
            </w:r>
          </w:p>
        </w:tc>
        <w:tc>
          <w:tcPr>
            <w:tcW w:w="1293" w:type="dxa"/>
            <w:hideMark/>
          </w:tcPr>
          <w:p w14:paraId="02E6F553" w14:textId="77777777" w:rsidR="000868B9" w:rsidRPr="00C27799" w:rsidRDefault="000868B9" w:rsidP="0042205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Jednotková cena *)</w:t>
            </w:r>
          </w:p>
        </w:tc>
        <w:tc>
          <w:tcPr>
            <w:tcW w:w="1321" w:type="dxa"/>
            <w:hideMark/>
          </w:tcPr>
          <w:p w14:paraId="715E3137" w14:textId="77777777" w:rsidR="000868B9" w:rsidRPr="00C27799" w:rsidRDefault="000868B9" w:rsidP="0042205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Cena celkem *)</w:t>
            </w:r>
          </w:p>
        </w:tc>
      </w:tr>
      <w:tr w:rsidR="000868B9" w14:paraId="760EA349" w14:textId="77777777" w:rsidTr="000868B9">
        <w:tc>
          <w:tcPr>
            <w:cnfStyle w:val="001000000000" w:firstRow="0" w:lastRow="0" w:firstColumn="1" w:lastColumn="0" w:oddVBand="0" w:evenVBand="0" w:oddHBand="0" w:evenHBand="0" w:firstRowFirstColumn="0" w:firstRowLastColumn="0" w:lastRowFirstColumn="0" w:lastRowLastColumn="0"/>
            <w:tcW w:w="918" w:type="dxa"/>
            <w:hideMark/>
          </w:tcPr>
          <w:p w14:paraId="311EC0FF" w14:textId="77777777" w:rsidR="000868B9" w:rsidRPr="00777263" w:rsidRDefault="000868B9" w:rsidP="00422056">
            <w:pPr>
              <w:pStyle w:val="Tabulka"/>
            </w:pPr>
            <w:r>
              <w:t>1</w:t>
            </w:r>
          </w:p>
        </w:tc>
        <w:tc>
          <w:tcPr>
            <w:tcW w:w="3216" w:type="dxa"/>
            <w:hideMark/>
          </w:tcPr>
          <w:p w14:paraId="03DEB4FB" w14:textId="77777777" w:rsidR="000868B9" w:rsidRPr="00777263" w:rsidRDefault="000868B9" w:rsidP="00422056">
            <w:pPr>
              <w:pStyle w:val="Tabulka"/>
              <w:cnfStyle w:val="000000000000" w:firstRow="0" w:lastRow="0" w:firstColumn="0" w:lastColumn="0" w:oddVBand="0" w:evenVBand="0" w:oddHBand="0" w:evenHBand="0" w:firstRowFirstColumn="0" w:firstRowLastColumn="0" w:lastRowFirstColumn="0" w:lastRowLastColumn="0"/>
            </w:pPr>
            <w:r w:rsidRPr="00777263">
              <w:t>Technické zprávy</w:t>
            </w:r>
          </w:p>
        </w:tc>
        <w:tc>
          <w:tcPr>
            <w:tcW w:w="977" w:type="dxa"/>
            <w:hideMark/>
          </w:tcPr>
          <w:p w14:paraId="11D1B975" w14:textId="77777777" w:rsidR="000868B9" w:rsidRPr="009477C4" w:rsidRDefault="000868B9" w:rsidP="0042205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77263">
              <w:t>ks</w:t>
            </w:r>
          </w:p>
        </w:tc>
        <w:tc>
          <w:tcPr>
            <w:tcW w:w="1005" w:type="dxa"/>
          </w:tcPr>
          <w:p w14:paraId="35C480CA"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293" w:type="dxa"/>
          </w:tcPr>
          <w:p w14:paraId="4E8DA391"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321" w:type="dxa"/>
          </w:tcPr>
          <w:p w14:paraId="2AC8D7E1"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r>
      <w:tr w:rsidR="000868B9" w14:paraId="439AC4E5" w14:textId="77777777" w:rsidTr="000868B9">
        <w:tc>
          <w:tcPr>
            <w:cnfStyle w:val="001000000000" w:firstRow="0" w:lastRow="0" w:firstColumn="1" w:lastColumn="0" w:oddVBand="0" w:evenVBand="0" w:oddHBand="0" w:evenHBand="0" w:firstRowFirstColumn="0" w:firstRowLastColumn="0" w:lastRowFirstColumn="0" w:lastRowLastColumn="0"/>
            <w:tcW w:w="918" w:type="dxa"/>
            <w:hideMark/>
          </w:tcPr>
          <w:p w14:paraId="2A9B0B7A" w14:textId="77777777" w:rsidR="000868B9" w:rsidRPr="00777263" w:rsidRDefault="000868B9" w:rsidP="00422056">
            <w:pPr>
              <w:pStyle w:val="Tabulka"/>
            </w:pPr>
            <w:r>
              <w:t>2</w:t>
            </w:r>
          </w:p>
        </w:tc>
        <w:tc>
          <w:tcPr>
            <w:tcW w:w="3216" w:type="dxa"/>
            <w:hideMark/>
          </w:tcPr>
          <w:p w14:paraId="191406CA" w14:textId="77777777" w:rsidR="000868B9" w:rsidRPr="00777263" w:rsidRDefault="000868B9" w:rsidP="00422056">
            <w:pPr>
              <w:pStyle w:val="Tabulka"/>
              <w:cnfStyle w:val="000000000000" w:firstRow="0" w:lastRow="0" w:firstColumn="0" w:lastColumn="0" w:oddVBand="0" w:evenVBand="0" w:oddHBand="0" w:evenHBand="0" w:firstRowFirstColumn="0" w:firstRowLastColumn="0" w:lastRowFirstColumn="0" w:lastRowLastColumn="0"/>
            </w:pPr>
            <w:r w:rsidRPr="00777263">
              <w:t>Výkresová dokumentace</w:t>
            </w:r>
          </w:p>
        </w:tc>
        <w:tc>
          <w:tcPr>
            <w:tcW w:w="977" w:type="dxa"/>
            <w:hideMark/>
          </w:tcPr>
          <w:p w14:paraId="30552117" w14:textId="77777777" w:rsidR="000868B9" w:rsidRPr="009477C4" w:rsidRDefault="000868B9" w:rsidP="00422056">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777263">
              <w:t>kpl</w:t>
            </w:r>
            <w:proofErr w:type="spellEnd"/>
          </w:p>
        </w:tc>
        <w:tc>
          <w:tcPr>
            <w:tcW w:w="1005" w:type="dxa"/>
          </w:tcPr>
          <w:p w14:paraId="4CE3418D"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293" w:type="dxa"/>
          </w:tcPr>
          <w:p w14:paraId="4556A207"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321" w:type="dxa"/>
          </w:tcPr>
          <w:p w14:paraId="2792BE49"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r>
      <w:tr w:rsidR="000868B9" w14:paraId="39942F97" w14:textId="77777777" w:rsidTr="000868B9">
        <w:tc>
          <w:tcPr>
            <w:cnfStyle w:val="001000000000" w:firstRow="0" w:lastRow="0" w:firstColumn="1" w:lastColumn="0" w:oddVBand="0" w:evenVBand="0" w:oddHBand="0" w:evenHBand="0" w:firstRowFirstColumn="0" w:firstRowLastColumn="0" w:lastRowFirstColumn="0" w:lastRowLastColumn="0"/>
            <w:tcW w:w="918" w:type="dxa"/>
            <w:hideMark/>
          </w:tcPr>
          <w:p w14:paraId="23805EE2" w14:textId="77777777" w:rsidR="000868B9" w:rsidRPr="00777263" w:rsidRDefault="000868B9" w:rsidP="00422056">
            <w:pPr>
              <w:pStyle w:val="Tabulka"/>
            </w:pPr>
            <w:r>
              <w:t>3</w:t>
            </w:r>
          </w:p>
        </w:tc>
        <w:tc>
          <w:tcPr>
            <w:tcW w:w="3216" w:type="dxa"/>
            <w:hideMark/>
          </w:tcPr>
          <w:p w14:paraId="0EC4C7D7" w14:textId="77777777" w:rsidR="000868B9" w:rsidRPr="00777263" w:rsidRDefault="000868B9" w:rsidP="00422056">
            <w:pPr>
              <w:pStyle w:val="Tabulka"/>
              <w:cnfStyle w:val="000000000000" w:firstRow="0" w:lastRow="0" w:firstColumn="0" w:lastColumn="0" w:oddVBand="0" w:evenVBand="0" w:oddHBand="0" w:evenHBand="0" w:firstRowFirstColumn="0" w:firstRowLastColumn="0" w:lastRowFirstColumn="0" w:lastRowLastColumn="0"/>
            </w:pPr>
            <w:r w:rsidRPr="00777263">
              <w:t>Geodetická příloha</w:t>
            </w:r>
          </w:p>
        </w:tc>
        <w:tc>
          <w:tcPr>
            <w:tcW w:w="977" w:type="dxa"/>
            <w:hideMark/>
          </w:tcPr>
          <w:p w14:paraId="2E333E60" w14:textId="77777777" w:rsidR="000868B9" w:rsidRPr="00777263" w:rsidRDefault="000868B9" w:rsidP="00422056">
            <w:pPr>
              <w:pStyle w:val="Tabulka"/>
              <w:cnfStyle w:val="000000000000" w:firstRow="0" w:lastRow="0" w:firstColumn="0" w:lastColumn="0" w:oddVBand="0" w:evenVBand="0" w:oddHBand="0" w:evenHBand="0" w:firstRowFirstColumn="0" w:firstRowLastColumn="0" w:lastRowFirstColumn="0" w:lastRowLastColumn="0"/>
            </w:pPr>
            <w:r w:rsidRPr="00777263">
              <w:t>km</w:t>
            </w:r>
          </w:p>
        </w:tc>
        <w:tc>
          <w:tcPr>
            <w:tcW w:w="1005" w:type="dxa"/>
          </w:tcPr>
          <w:p w14:paraId="7EECB659"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293" w:type="dxa"/>
          </w:tcPr>
          <w:p w14:paraId="5A1C6D7D"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321" w:type="dxa"/>
          </w:tcPr>
          <w:p w14:paraId="0FA149AD"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r>
      <w:tr w:rsidR="000868B9" w14:paraId="6A7F64AD" w14:textId="77777777" w:rsidTr="000868B9">
        <w:tc>
          <w:tcPr>
            <w:cnfStyle w:val="001000000000" w:firstRow="0" w:lastRow="0" w:firstColumn="1" w:lastColumn="0" w:oddVBand="0" w:evenVBand="0" w:oddHBand="0" w:evenHBand="0" w:firstRowFirstColumn="0" w:firstRowLastColumn="0" w:lastRowFirstColumn="0" w:lastRowLastColumn="0"/>
            <w:tcW w:w="918" w:type="dxa"/>
            <w:hideMark/>
          </w:tcPr>
          <w:p w14:paraId="04F2811C" w14:textId="77777777" w:rsidR="000868B9" w:rsidRPr="00777263" w:rsidRDefault="000868B9" w:rsidP="00422056">
            <w:pPr>
              <w:pStyle w:val="Tabulka"/>
            </w:pPr>
            <w:r>
              <w:t>4</w:t>
            </w:r>
          </w:p>
        </w:tc>
        <w:tc>
          <w:tcPr>
            <w:tcW w:w="3216" w:type="dxa"/>
            <w:hideMark/>
          </w:tcPr>
          <w:p w14:paraId="664FCD10" w14:textId="77777777" w:rsidR="000868B9" w:rsidRPr="00777263" w:rsidRDefault="000868B9" w:rsidP="00422056">
            <w:pPr>
              <w:pStyle w:val="Tabulka"/>
              <w:cnfStyle w:val="000000000000" w:firstRow="0" w:lastRow="0" w:firstColumn="0" w:lastColumn="0" w:oddVBand="0" w:evenVBand="0" w:oddHBand="0" w:evenHBand="0" w:firstRowFirstColumn="0" w:firstRowLastColumn="0" w:lastRowFirstColumn="0" w:lastRowLastColumn="0"/>
            </w:pPr>
            <w:r w:rsidRPr="00777263">
              <w:t>Inženýrská činnost (včetně zajištění dokumentace pro stavební povolení)</w:t>
            </w:r>
          </w:p>
        </w:tc>
        <w:tc>
          <w:tcPr>
            <w:tcW w:w="977" w:type="dxa"/>
            <w:hideMark/>
          </w:tcPr>
          <w:p w14:paraId="1E7ABA01" w14:textId="77777777" w:rsidR="000868B9" w:rsidRPr="009477C4" w:rsidRDefault="000868B9" w:rsidP="0042205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77263">
              <w:t>hod</w:t>
            </w:r>
          </w:p>
        </w:tc>
        <w:tc>
          <w:tcPr>
            <w:tcW w:w="1005" w:type="dxa"/>
          </w:tcPr>
          <w:p w14:paraId="653E6E03"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293" w:type="dxa"/>
          </w:tcPr>
          <w:p w14:paraId="270F4507"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321" w:type="dxa"/>
          </w:tcPr>
          <w:p w14:paraId="0FD7F284"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r>
      <w:tr w:rsidR="000868B9" w14:paraId="2003CE72" w14:textId="77777777" w:rsidTr="000868B9">
        <w:trPr>
          <w:gridAfter w:val="1"/>
          <w:wAfter w:w="1321" w:type="dxa"/>
        </w:trPr>
        <w:tc>
          <w:tcPr>
            <w:cnfStyle w:val="001000000000" w:firstRow="0" w:lastRow="0" w:firstColumn="1" w:lastColumn="0" w:oddVBand="0" w:evenVBand="0" w:oddHBand="0" w:evenHBand="0" w:firstRowFirstColumn="0" w:firstRowLastColumn="0" w:lastRowFirstColumn="0" w:lastRowLastColumn="0"/>
            <w:tcW w:w="918" w:type="dxa"/>
            <w:hideMark/>
          </w:tcPr>
          <w:p w14:paraId="34463FED" w14:textId="77777777" w:rsidR="000868B9" w:rsidRPr="00540C69" w:rsidRDefault="000868B9" w:rsidP="00422056">
            <w:pPr>
              <w:pStyle w:val="Tabulka"/>
              <w:rPr>
                <w:b/>
              </w:rPr>
            </w:pPr>
            <w:r w:rsidRPr="00540C69">
              <w:rPr>
                <w:b/>
              </w:rPr>
              <w:t>Celkem za služby:</w:t>
            </w:r>
          </w:p>
        </w:tc>
        <w:tc>
          <w:tcPr>
            <w:tcW w:w="3216" w:type="dxa"/>
          </w:tcPr>
          <w:p w14:paraId="060F4357"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977" w:type="dxa"/>
          </w:tcPr>
          <w:p w14:paraId="129704B9"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005" w:type="dxa"/>
          </w:tcPr>
          <w:p w14:paraId="469CF5D0" w14:textId="77777777" w:rsidR="000868B9" w:rsidRDefault="000868B9" w:rsidP="00422056">
            <w:pPr>
              <w:pStyle w:val="Tabulka"/>
              <w:cnfStyle w:val="000000000000" w:firstRow="0" w:lastRow="0" w:firstColumn="0" w:lastColumn="0" w:oddVBand="0" w:evenVBand="0" w:oddHBand="0" w:evenHBand="0" w:firstRowFirstColumn="0" w:firstRowLastColumn="0" w:lastRowFirstColumn="0" w:lastRowLastColumn="0"/>
            </w:pPr>
          </w:p>
        </w:tc>
        <w:tc>
          <w:tcPr>
            <w:tcW w:w="1293" w:type="dxa"/>
          </w:tcPr>
          <w:p w14:paraId="0E8F06C8" w14:textId="77777777" w:rsidR="000868B9" w:rsidRPr="00117275" w:rsidRDefault="000868B9" w:rsidP="00422056">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C27799">
              <w:rPr>
                <w:b/>
              </w:rPr>
              <w:t>xxx</w:t>
            </w:r>
            <w:proofErr w:type="spellEnd"/>
          </w:p>
        </w:tc>
      </w:tr>
    </w:tbl>
    <w:p w14:paraId="16F4BF52" w14:textId="6F6E1ECB" w:rsidR="0032463E" w:rsidRDefault="0032463E" w:rsidP="00B61444">
      <w:pPr>
        <w:pStyle w:val="Textbezslovn"/>
        <w:ind w:left="142"/>
      </w:pPr>
    </w:p>
    <w:p w14:paraId="50980DD2" w14:textId="77777777" w:rsidR="001533EA" w:rsidRDefault="001533EA" w:rsidP="00F9556C">
      <w:pPr>
        <w:pStyle w:val="Textbezslovn"/>
        <w:ind w:left="0"/>
      </w:pPr>
    </w:p>
    <w:p w14:paraId="294B18F3" w14:textId="113D5358" w:rsidR="0032463E" w:rsidRDefault="00117275" w:rsidP="0032463E">
      <w:pPr>
        <w:pStyle w:val="Textbezodsazen"/>
      </w:pPr>
      <w:r>
        <w:t xml:space="preserve">*) nevyplněné údaje </w:t>
      </w:r>
      <w:r>
        <w:rPr>
          <w:highlight w:val="yellow"/>
        </w:rPr>
        <w:t>VLOŽÍ ZHOTOVITEL</w:t>
      </w:r>
    </w:p>
    <w:p w14:paraId="387CD15D" w14:textId="77777777" w:rsidR="0065340E" w:rsidRDefault="0065340E" w:rsidP="0065340E">
      <w:pPr>
        <w:pStyle w:val="Textbezslovn"/>
        <w:ind w:left="0"/>
      </w:pPr>
      <w:r>
        <w:t>Všechny ceny jsou uvedené v Kč bez DPH.</w:t>
      </w:r>
    </w:p>
    <w:p w14:paraId="590709CF" w14:textId="0611706C" w:rsidR="00A37B40" w:rsidRDefault="00A37B40" w:rsidP="0032463E">
      <w:pPr>
        <w:pStyle w:val="Textbezodsazen"/>
      </w:pPr>
    </w:p>
    <w:p w14:paraId="486DDC3D" w14:textId="77777777" w:rsidR="000B702D" w:rsidRDefault="000B702D" w:rsidP="0032463E">
      <w:pPr>
        <w:pStyle w:val="Textbezodsazen"/>
      </w:pPr>
    </w:p>
    <w:p w14:paraId="5508DA12" w14:textId="5D7786FA" w:rsidR="000B702D" w:rsidRDefault="000B702D" w:rsidP="0032463E">
      <w:pPr>
        <w:pStyle w:val="Textbezodsazen"/>
      </w:pPr>
    </w:p>
    <w:p w14:paraId="4D822000" w14:textId="0027F3D1" w:rsidR="000868B9" w:rsidRDefault="000868B9">
      <w:r>
        <w:br w:type="page"/>
      </w:r>
    </w:p>
    <w:p w14:paraId="17C13ED8" w14:textId="77777777" w:rsidR="000B702D" w:rsidRDefault="000B702D" w:rsidP="0032463E">
      <w:pPr>
        <w:pStyle w:val="Textbezodsazen"/>
      </w:pPr>
    </w:p>
    <w:p w14:paraId="4EBA4667" w14:textId="77777777" w:rsidR="0032463E" w:rsidRDefault="0032463E" w:rsidP="0032463E">
      <w:pPr>
        <w:pStyle w:val="Nadpisbezsl1-1"/>
      </w:pPr>
      <w:r>
        <w:t>Příloha č. 3</w:t>
      </w:r>
    </w:p>
    <w:p w14:paraId="5B2BBD40" w14:textId="65DBBA77" w:rsidR="0032463E" w:rsidRDefault="0032463E" w:rsidP="0032463E">
      <w:pPr>
        <w:pStyle w:val="Nadpisbezsl1-2"/>
      </w:pPr>
      <w:r>
        <w:t>Harmonogram plnění</w:t>
      </w:r>
    </w:p>
    <w:p w14:paraId="398D6017" w14:textId="77777777" w:rsidR="00117275" w:rsidRDefault="00117275" w:rsidP="0032463E">
      <w:pPr>
        <w:pStyle w:val="Nadpisbezsl1-2"/>
      </w:pPr>
    </w:p>
    <w:tbl>
      <w:tblPr>
        <w:tblStyle w:val="Tabulka10"/>
        <w:tblW w:w="0" w:type="auto"/>
        <w:tblLook w:val="04A0" w:firstRow="1" w:lastRow="0" w:firstColumn="1" w:lastColumn="0" w:noHBand="0" w:noVBand="1"/>
      </w:tblPr>
      <w:tblGrid>
        <w:gridCol w:w="1789"/>
        <w:gridCol w:w="2352"/>
        <w:gridCol w:w="2435"/>
        <w:gridCol w:w="2126"/>
      </w:tblGrid>
      <w:tr w:rsidR="000868B9" w14:paraId="329811E9" w14:textId="77777777" w:rsidTr="000868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89" w:type="dxa"/>
            <w:hideMark/>
          </w:tcPr>
          <w:p w14:paraId="35137DDE" w14:textId="77777777" w:rsidR="000868B9" w:rsidRDefault="000868B9" w:rsidP="00422056">
            <w:pPr>
              <w:pStyle w:val="Tabulka"/>
              <w:rPr>
                <w:rStyle w:val="Tun"/>
              </w:rPr>
            </w:pPr>
            <w:r>
              <w:rPr>
                <w:rStyle w:val="Tun"/>
              </w:rPr>
              <w:t>Část Díla</w:t>
            </w:r>
          </w:p>
        </w:tc>
        <w:tc>
          <w:tcPr>
            <w:tcW w:w="2352" w:type="dxa"/>
            <w:hideMark/>
          </w:tcPr>
          <w:p w14:paraId="47D07907" w14:textId="77777777" w:rsidR="000868B9" w:rsidRDefault="000868B9" w:rsidP="00422056">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Doba plnění</w:t>
            </w:r>
          </w:p>
        </w:tc>
        <w:tc>
          <w:tcPr>
            <w:tcW w:w="2435" w:type="dxa"/>
            <w:hideMark/>
          </w:tcPr>
          <w:p w14:paraId="23BFD10B" w14:textId="77777777" w:rsidR="000868B9" w:rsidRDefault="000868B9" w:rsidP="00422056">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Popis činností prováděných v Dílčí etapě</w:t>
            </w:r>
          </w:p>
        </w:tc>
        <w:tc>
          <w:tcPr>
            <w:tcW w:w="2126" w:type="dxa"/>
            <w:hideMark/>
          </w:tcPr>
          <w:p w14:paraId="10C36220" w14:textId="77777777" w:rsidR="000868B9" w:rsidRDefault="000868B9" w:rsidP="00422056">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Podmínky dokončení Dílčí etapy</w:t>
            </w:r>
          </w:p>
        </w:tc>
      </w:tr>
      <w:tr w:rsidR="000868B9" w14:paraId="69ED330E" w14:textId="77777777" w:rsidTr="000868B9">
        <w:trPr>
          <w:trHeight w:val="282"/>
        </w:trPr>
        <w:tc>
          <w:tcPr>
            <w:cnfStyle w:val="001000000000" w:firstRow="0" w:lastRow="0" w:firstColumn="1" w:lastColumn="0" w:oddVBand="0" w:evenVBand="0" w:oddHBand="0" w:evenHBand="0" w:firstRowFirstColumn="0" w:firstRowLastColumn="0" w:lastRowFirstColumn="0" w:lastRowLastColumn="0"/>
            <w:tcW w:w="1789" w:type="dxa"/>
            <w:hideMark/>
          </w:tcPr>
          <w:p w14:paraId="0EF3D889" w14:textId="77777777" w:rsidR="000868B9" w:rsidRPr="008D536A" w:rsidRDefault="000868B9" w:rsidP="00422056">
            <w:pPr>
              <w:pStyle w:val="Textbezodsazen"/>
              <w:rPr>
                <w:rStyle w:val="Tun"/>
                <w:sz w:val="16"/>
                <w:szCs w:val="16"/>
              </w:rPr>
            </w:pPr>
            <w:r w:rsidRPr="008D536A">
              <w:rPr>
                <w:rStyle w:val="Tun"/>
                <w:sz w:val="16"/>
                <w:szCs w:val="16"/>
              </w:rPr>
              <w:t>Termín zahájení prací</w:t>
            </w:r>
          </w:p>
        </w:tc>
        <w:tc>
          <w:tcPr>
            <w:tcW w:w="2352" w:type="dxa"/>
            <w:hideMark/>
          </w:tcPr>
          <w:p w14:paraId="3BC6BEC9" w14:textId="77777777" w:rsidR="000868B9" w:rsidRPr="008D536A" w:rsidRDefault="000868B9" w:rsidP="00422056">
            <w:pPr>
              <w:pStyle w:val="Textbezodsazen"/>
              <w:jc w:val="left"/>
              <w:cnfStyle w:val="000000000000" w:firstRow="0" w:lastRow="0" w:firstColumn="0" w:lastColumn="0" w:oddVBand="0" w:evenVBand="0" w:oddHBand="0" w:evenHBand="0" w:firstRowFirstColumn="0" w:firstRowLastColumn="0" w:lastRowFirstColumn="0" w:lastRowLastColumn="0"/>
            </w:pPr>
            <w:r w:rsidRPr="008D536A">
              <w:rPr>
                <w:sz w:val="16"/>
                <w:szCs w:val="16"/>
              </w:rPr>
              <w:t>ihned po nabytí účinnosti Smlouvy</w:t>
            </w:r>
          </w:p>
        </w:tc>
        <w:tc>
          <w:tcPr>
            <w:tcW w:w="2435" w:type="dxa"/>
            <w:hideMark/>
          </w:tcPr>
          <w:p w14:paraId="5291F5A4" w14:textId="77777777" w:rsidR="000868B9" w:rsidRPr="008D536A" w:rsidRDefault="000868B9" w:rsidP="00422056">
            <w:pPr>
              <w:pStyle w:val="Textbezodsazen"/>
              <w:jc w:val="left"/>
              <w:cnfStyle w:val="000000000000" w:firstRow="0" w:lastRow="0" w:firstColumn="0" w:lastColumn="0" w:oddVBand="0" w:evenVBand="0" w:oddHBand="0" w:evenHBand="0" w:firstRowFirstColumn="0" w:firstRowLastColumn="0" w:lastRowFirstColumn="0" w:lastRowLastColumn="0"/>
            </w:pPr>
            <w:r w:rsidRPr="008D536A">
              <w:t>-</w:t>
            </w:r>
          </w:p>
        </w:tc>
        <w:tc>
          <w:tcPr>
            <w:tcW w:w="2126" w:type="dxa"/>
            <w:hideMark/>
          </w:tcPr>
          <w:p w14:paraId="44897F80" w14:textId="77777777" w:rsidR="000868B9" w:rsidRPr="008D536A" w:rsidRDefault="000868B9" w:rsidP="00422056">
            <w:pPr>
              <w:pStyle w:val="Textbezodsazen"/>
              <w:jc w:val="left"/>
              <w:cnfStyle w:val="000000000000" w:firstRow="0" w:lastRow="0" w:firstColumn="0" w:lastColumn="0" w:oddVBand="0" w:evenVBand="0" w:oddHBand="0" w:evenHBand="0" w:firstRowFirstColumn="0" w:firstRowLastColumn="0" w:lastRowFirstColumn="0" w:lastRowLastColumn="0"/>
            </w:pPr>
            <w:r w:rsidRPr="008D536A">
              <w:t>-</w:t>
            </w:r>
          </w:p>
        </w:tc>
      </w:tr>
      <w:tr w:rsidR="000868B9" w:rsidRPr="00044CD7" w14:paraId="73C10172" w14:textId="77777777" w:rsidTr="000868B9">
        <w:tc>
          <w:tcPr>
            <w:cnfStyle w:val="001000000000" w:firstRow="0" w:lastRow="0" w:firstColumn="1" w:lastColumn="0" w:oddVBand="0" w:evenVBand="0" w:oddHBand="0" w:evenHBand="0" w:firstRowFirstColumn="0" w:firstRowLastColumn="0" w:lastRowFirstColumn="0" w:lastRowLastColumn="0"/>
            <w:tcW w:w="1789" w:type="dxa"/>
            <w:hideMark/>
          </w:tcPr>
          <w:p w14:paraId="16771004" w14:textId="77777777" w:rsidR="000868B9" w:rsidRPr="00044CD7" w:rsidRDefault="000868B9" w:rsidP="00422056">
            <w:pPr>
              <w:pStyle w:val="Textbezodsazen"/>
              <w:rPr>
                <w:rStyle w:val="Tun"/>
              </w:rPr>
            </w:pPr>
            <w:r w:rsidRPr="00044CD7">
              <w:rPr>
                <w:rStyle w:val="Tun"/>
                <w:sz w:val="16"/>
                <w:szCs w:val="16"/>
              </w:rPr>
              <w:t>Termín dokončení Díla</w:t>
            </w:r>
          </w:p>
        </w:tc>
        <w:tc>
          <w:tcPr>
            <w:tcW w:w="2352" w:type="dxa"/>
            <w:hideMark/>
          </w:tcPr>
          <w:p w14:paraId="70AE30A2" w14:textId="77777777" w:rsidR="000868B9" w:rsidRPr="00044CD7" w:rsidRDefault="000868B9" w:rsidP="00422056">
            <w:pPr>
              <w:pStyle w:val="Textbezodsazen"/>
              <w:jc w:val="left"/>
              <w:cnfStyle w:val="000000000000" w:firstRow="0" w:lastRow="0" w:firstColumn="0" w:lastColumn="0" w:oddVBand="0" w:evenVBand="0" w:oddHBand="0" w:evenHBand="0" w:firstRowFirstColumn="0" w:firstRowLastColumn="0" w:lastRowFirstColumn="0" w:lastRowLastColumn="0"/>
            </w:pPr>
            <w:r w:rsidRPr="00044CD7">
              <w:rPr>
                <w:b/>
                <w:sz w:val="16"/>
                <w:szCs w:val="16"/>
              </w:rPr>
              <w:t xml:space="preserve">Do 18 měsíců </w:t>
            </w:r>
            <w:r w:rsidRPr="00044CD7">
              <w:rPr>
                <w:sz w:val="16"/>
                <w:szCs w:val="16"/>
              </w:rPr>
              <w:t>od nabytí účinnosti Smlouvy</w:t>
            </w:r>
          </w:p>
        </w:tc>
        <w:tc>
          <w:tcPr>
            <w:tcW w:w="2435" w:type="dxa"/>
            <w:hideMark/>
          </w:tcPr>
          <w:p w14:paraId="658CA61E" w14:textId="77777777" w:rsidR="000868B9" w:rsidRPr="00044CD7" w:rsidRDefault="000868B9" w:rsidP="00422056">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044CD7">
              <w:rPr>
                <w:sz w:val="16"/>
                <w:szCs w:val="16"/>
              </w:rPr>
              <w:t>Finální verze PDPS a RDS</w:t>
            </w:r>
          </w:p>
        </w:tc>
        <w:tc>
          <w:tcPr>
            <w:tcW w:w="2126" w:type="dxa"/>
            <w:hideMark/>
          </w:tcPr>
          <w:p w14:paraId="5FCDC30F" w14:textId="77777777" w:rsidR="000868B9" w:rsidRPr="00044CD7" w:rsidRDefault="000868B9" w:rsidP="00422056">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044CD7">
              <w:rPr>
                <w:sz w:val="16"/>
                <w:szCs w:val="16"/>
              </w:rPr>
              <w:t xml:space="preserve">Finální (konečný) předávací protokol </w:t>
            </w:r>
          </w:p>
        </w:tc>
      </w:tr>
    </w:tbl>
    <w:p w14:paraId="5199BE5C" w14:textId="77777777" w:rsidR="0032463E" w:rsidRDefault="0032463E" w:rsidP="0032463E">
      <w:pPr>
        <w:pStyle w:val="Textbezodsazen"/>
      </w:pPr>
    </w:p>
    <w:p w14:paraId="4067992E" w14:textId="77777777" w:rsidR="0032463E" w:rsidRDefault="0032463E" w:rsidP="0032463E">
      <w:pPr>
        <w:pStyle w:val="Textbezodsazen"/>
        <w:rPr>
          <w:b/>
          <w:bCs/>
        </w:rPr>
      </w:pPr>
    </w:p>
    <w:p w14:paraId="616C4FCD" w14:textId="77777777" w:rsidR="0032463E" w:rsidRDefault="0032463E" w:rsidP="0032463E">
      <w:pPr>
        <w:pStyle w:val="Textbezodsazen"/>
        <w:rPr>
          <w:b/>
          <w:bCs/>
        </w:rPr>
      </w:pPr>
    </w:p>
    <w:p w14:paraId="133E605D" w14:textId="77777777" w:rsidR="0032463E" w:rsidRDefault="0032463E" w:rsidP="0032463E">
      <w:pPr>
        <w:pStyle w:val="Textbezodsazen"/>
        <w:rPr>
          <w:b/>
          <w:bCs/>
        </w:rPr>
      </w:pPr>
    </w:p>
    <w:p w14:paraId="15B3FE7D" w14:textId="160A0EE0" w:rsidR="0032463E" w:rsidRPr="00F97DBD" w:rsidRDefault="0032463E" w:rsidP="00F335B2">
      <w:pPr>
        <w:pStyle w:val="Textbezodsazen"/>
        <w:rPr>
          <w:b/>
          <w:bCs/>
        </w:rPr>
      </w:pPr>
    </w:p>
    <w:sectPr w:rsidR="0032463E" w:rsidRPr="00F97DBD" w:rsidSect="00652DBA">
      <w:headerReference w:type="default" r:id="rId15"/>
      <w:footerReference w:type="default" r:id="rId16"/>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29226" w14:textId="77777777" w:rsidR="00980CFE" w:rsidRDefault="00980CFE" w:rsidP="00962258">
      <w:pPr>
        <w:spacing w:after="0" w:line="240" w:lineRule="auto"/>
      </w:pPr>
      <w:r>
        <w:separator/>
      </w:r>
    </w:p>
  </w:endnote>
  <w:endnote w:type="continuationSeparator" w:id="0">
    <w:p w14:paraId="0B2D9083" w14:textId="77777777" w:rsidR="00980CFE" w:rsidRDefault="00980CF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538C" w14:paraId="090FE323" w14:textId="77777777" w:rsidTr="00EB46E5">
      <w:tc>
        <w:tcPr>
          <w:tcW w:w="1361" w:type="dxa"/>
          <w:tcMar>
            <w:left w:w="0" w:type="dxa"/>
            <w:right w:w="0" w:type="dxa"/>
          </w:tcMar>
          <w:vAlign w:val="bottom"/>
        </w:tcPr>
        <w:p w14:paraId="3534BE46" w14:textId="551BF912" w:rsidR="00AA538C" w:rsidRPr="00B8518B" w:rsidRDefault="00AA538C"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0E10">
            <w:rPr>
              <w:rStyle w:val="slostrnky"/>
              <w:noProof/>
            </w:rPr>
            <w:t>5</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SECTIONPAGES   \* MERGEFORMAT </w:instrText>
          </w:r>
          <w:r>
            <w:rPr>
              <w:b/>
              <w:color w:val="FF5200" w:themeColor="accent2"/>
              <w:sz w:val="14"/>
              <w:szCs w:val="14"/>
            </w:rPr>
            <w:fldChar w:fldCharType="separate"/>
          </w:r>
          <w:r w:rsidR="00D70E10">
            <w:rPr>
              <w:b/>
              <w:noProof/>
              <w:color w:val="FF5200" w:themeColor="accent2"/>
              <w:sz w:val="14"/>
              <w:szCs w:val="14"/>
            </w:rPr>
            <w:t>8</w:t>
          </w:r>
          <w:r>
            <w:rPr>
              <w:b/>
              <w:color w:val="FF5200" w:themeColor="accent2"/>
              <w:sz w:val="14"/>
              <w:szCs w:val="14"/>
            </w:rPr>
            <w:fldChar w:fldCharType="end"/>
          </w:r>
        </w:p>
      </w:tc>
      <w:tc>
        <w:tcPr>
          <w:tcW w:w="284" w:type="dxa"/>
          <w:shd w:val="clear" w:color="auto" w:fill="auto"/>
          <w:tcMar>
            <w:left w:w="0" w:type="dxa"/>
            <w:right w:w="0" w:type="dxa"/>
          </w:tcMar>
        </w:tcPr>
        <w:p w14:paraId="4374473D" w14:textId="77777777" w:rsidR="00AA538C" w:rsidRDefault="00AA538C" w:rsidP="00B8518B">
          <w:pPr>
            <w:pStyle w:val="Zpat"/>
          </w:pPr>
        </w:p>
      </w:tc>
      <w:tc>
        <w:tcPr>
          <w:tcW w:w="425" w:type="dxa"/>
          <w:shd w:val="clear" w:color="auto" w:fill="auto"/>
          <w:tcMar>
            <w:left w:w="0" w:type="dxa"/>
            <w:right w:w="0" w:type="dxa"/>
          </w:tcMar>
        </w:tcPr>
        <w:p w14:paraId="5EDDD7C2" w14:textId="77777777" w:rsidR="00AA538C" w:rsidRDefault="00AA538C" w:rsidP="00B8518B">
          <w:pPr>
            <w:pStyle w:val="Zpat"/>
          </w:pPr>
        </w:p>
      </w:tc>
      <w:tc>
        <w:tcPr>
          <w:tcW w:w="8505" w:type="dxa"/>
        </w:tcPr>
        <w:p w14:paraId="7FAB1D31" w14:textId="77777777" w:rsidR="00AA538C" w:rsidRPr="00177DD4" w:rsidRDefault="00AA538C" w:rsidP="00F422D3">
          <w:pPr>
            <w:pStyle w:val="Zpat0"/>
            <w:rPr>
              <w:b/>
              <w:sz w:val="14"/>
            </w:rPr>
          </w:pPr>
          <w:r w:rsidRPr="00177DD4">
            <w:rPr>
              <w:b/>
              <w:sz w:val="14"/>
            </w:rPr>
            <w:t>SMLOUVA O DÍLO</w:t>
          </w:r>
        </w:p>
        <w:p w14:paraId="628BDA55" w14:textId="77777777" w:rsidR="00AA538C" w:rsidRPr="00177DD4" w:rsidRDefault="00AA538C" w:rsidP="00F422D3">
          <w:pPr>
            <w:pStyle w:val="Zpat0"/>
            <w:rPr>
              <w:sz w:val="14"/>
            </w:rPr>
          </w:pPr>
          <w:r w:rsidRPr="00177DD4">
            <w:rPr>
              <w:sz w:val="14"/>
            </w:rPr>
            <w:t>Služby</w:t>
          </w:r>
        </w:p>
        <w:p w14:paraId="2A43E0B2" w14:textId="72647AFA" w:rsidR="00AA538C" w:rsidRPr="005C61A9" w:rsidRDefault="00AA538C" w:rsidP="00F422D3">
          <w:pPr>
            <w:pStyle w:val="Zpat0"/>
            <w:rPr>
              <w:sz w:val="14"/>
              <w:szCs w:val="14"/>
            </w:rPr>
          </w:pPr>
          <w:r w:rsidRPr="005C61A9">
            <w:rPr>
              <w:rFonts w:ascii="Verdana" w:eastAsia="Verdana" w:hAnsi="Verdana" w:cs="Times New Roman"/>
              <w:sz w:val="14"/>
              <w:szCs w:val="14"/>
            </w:rPr>
            <w:t>Vypracování projektové dokumentace „Oprava PZS v úseku Rožďalovice – Nemyčeves“</w:t>
          </w:r>
        </w:p>
      </w:tc>
    </w:tr>
  </w:tbl>
  <w:p w14:paraId="41895A5B" w14:textId="77777777" w:rsidR="00AA538C" w:rsidRPr="00B8518B" w:rsidRDefault="00AA538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1B34" w14:textId="77777777" w:rsidR="00AA538C" w:rsidRPr="00B8518B" w:rsidRDefault="00AA538C" w:rsidP="00460660">
    <w:pPr>
      <w:pStyle w:val="Zpat"/>
      <w:rPr>
        <w:sz w:val="2"/>
        <w:szCs w:val="2"/>
      </w:rPr>
    </w:pPr>
  </w:p>
  <w:p w14:paraId="27479D8B" w14:textId="77777777" w:rsidR="00AA538C" w:rsidRPr="00460660" w:rsidRDefault="00AA538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538C" w14:paraId="72C408CF" w14:textId="77777777" w:rsidTr="00AA538C">
      <w:tc>
        <w:tcPr>
          <w:tcW w:w="1361" w:type="dxa"/>
          <w:tcMar>
            <w:left w:w="0" w:type="dxa"/>
            <w:right w:w="0" w:type="dxa"/>
          </w:tcMar>
          <w:vAlign w:val="bottom"/>
        </w:tcPr>
        <w:p w14:paraId="28509C99" w14:textId="77777777" w:rsidR="00AA538C" w:rsidRPr="00B8518B" w:rsidRDefault="00AA538C" w:rsidP="00652DBA">
          <w:pPr>
            <w:pStyle w:val="Zpat"/>
            <w:jc w:val="right"/>
            <w:rPr>
              <w:rStyle w:val="slostrnky"/>
            </w:rPr>
          </w:pPr>
        </w:p>
      </w:tc>
      <w:tc>
        <w:tcPr>
          <w:tcW w:w="284" w:type="dxa"/>
          <w:shd w:val="clear" w:color="auto" w:fill="auto"/>
          <w:tcMar>
            <w:left w:w="0" w:type="dxa"/>
            <w:right w:w="0" w:type="dxa"/>
          </w:tcMar>
        </w:tcPr>
        <w:p w14:paraId="379472D3" w14:textId="77777777" w:rsidR="00AA538C" w:rsidRDefault="00AA538C" w:rsidP="00AA538C">
          <w:pPr>
            <w:pStyle w:val="Zpat"/>
          </w:pPr>
        </w:p>
      </w:tc>
      <w:tc>
        <w:tcPr>
          <w:tcW w:w="425" w:type="dxa"/>
          <w:shd w:val="clear" w:color="auto" w:fill="auto"/>
          <w:tcMar>
            <w:left w:w="0" w:type="dxa"/>
            <w:right w:w="0" w:type="dxa"/>
          </w:tcMar>
        </w:tcPr>
        <w:p w14:paraId="5505C8F1" w14:textId="77777777" w:rsidR="00AA538C" w:rsidRDefault="00AA538C" w:rsidP="00AA538C">
          <w:pPr>
            <w:pStyle w:val="Zpat"/>
          </w:pPr>
        </w:p>
      </w:tc>
      <w:tc>
        <w:tcPr>
          <w:tcW w:w="8505" w:type="dxa"/>
        </w:tcPr>
        <w:p w14:paraId="59FA998B" w14:textId="77777777" w:rsidR="00AA538C" w:rsidRPr="00177DD4" w:rsidRDefault="00AA538C" w:rsidP="00AA538C">
          <w:pPr>
            <w:pStyle w:val="Zpat0"/>
            <w:rPr>
              <w:b/>
              <w:sz w:val="14"/>
            </w:rPr>
          </w:pPr>
          <w:r w:rsidRPr="00177DD4">
            <w:rPr>
              <w:b/>
              <w:sz w:val="14"/>
            </w:rPr>
            <w:t>SMLOUVA O DÍLO</w:t>
          </w:r>
        </w:p>
        <w:p w14:paraId="7DE15B15" w14:textId="77777777" w:rsidR="00AA538C" w:rsidRPr="00177DD4" w:rsidRDefault="00AA538C" w:rsidP="00AA538C">
          <w:pPr>
            <w:pStyle w:val="Zpat0"/>
            <w:rPr>
              <w:sz w:val="14"/>
            </w:rPr>
          </w:pPr>
          <w:r w:rsidRPr="00177DD4">
            <w:rPr>
              <w:sz w:val="14"/>
            </w:rPr>
            <w:t>Služby</w:t>
          </w:r>
        </w:p>
        <w:p w14:paraId="497042EB" w14:textId="13CEAC7A" w:rsidR="00AA538C" w:rsidRPr="005C61A9" w:rsidRDefault="00AA538C" w:rsidP="00AA538C">
          <w:pPr>
            <w:pStyle w:val="Zpat0"/>
            <w:rPr>
              <w:sz w:val="14"/>
              <w:szCs w:val="14"/>
            </w:rPr>
          </w:pPr>
          <w:r w:rsidRPr="005C61A9">
            <w:rPr>
              <w:rFonts w:ascii="Verdana" w:eastAsia="Verdana" w:hAnsi="Verdana" w:cs="Times New Roman"/>
              <w:sz w:val="14"/>
              <w:szCs w:val="14"/>
            </w:rPr>
            <w:t>Vypracování projektové dokumentace „Oprava PZS v úseku Rožďalovice – Nemyčeves“</w:t>
          </w:r>
        </w:p>
      </w:tc>
    </w:tr>
  </w:tbl>
  <w:p w14:paraId="6592EC6D" w14:textId="77777777" w:rsidR="00AA538C" w:rsidRPr="00B8518B" w:rsidRDefault="00AA538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1F1819" w14:textId="77777777" w:rsidR="00980CFE" w:rsidRDefault="00980CFE" w:rsidP="00962258">
      <w:pPr>
        <w:spacing w:after="0" w:line="240" w:lineRule="auto"/>
      </w:pPr>
      <w:r>
        <w:separator/>
      </w:r>
    </w:p>
  </w:footnote>
  <w:footnote w:type="continuationSeparator" w:id="0">
    <w:p w14:paraId="2D969133" w14:textId="77777777" w:rsidR="00980CFE" w:rsidRDefault="00980CF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538C" w14:paraId="3221B5FE" w14:textId="77777777" w:rsidTr="00C02D0A">
      <w:trPr>
        <w:trHeight w:hRule="exact" w:val="454"/>
      </w:trPr>
      <w:tc>
        <w:tcPr>
          <w:tcW w:w="1361" w:type="dxa"/>
          <w:tcMar>
            <w:top w:w="57" w:type="dxa"/>
            <w:left w:w="0" w:type="dxa"/>
            <w:right w:w="0" w:type="dxa"/>
          </w:tcMar>
        </w:tcPr>
        <w:p w14:paraId="0421B014" w14:textId="77777777" w:rsidR="00AA538C" w:rsidRPr="00B8518B" w:rsidRDefault="00AA538C" w:rsidP="00523EA7">
          <w:pPr>
            <w:pStyle w:val="Zpat"/>
            <w:rPr>
              <w:rStyle w:val="slostrnky"/>
            </w:rPr>
          </w:pPr>
        </w:p>
      </w:tc>
      <w:tc>
        <w:tcPr>
          <w:tcW w:w="3458" w:type="dxa"/>
          <w:shd w:val="clear" w:color="auto" w:fill="auto"/>
          <w:tcMar>
            <w:top w:w="57" w:type="dxa"/>
            <w:left w:w="0" w:type="dxa"/>
            <w:right w:w="0" w:type="dxa"/>
          </w:tcMar>
        </w:tcPr>
        <w:p w14:paraId="1B6CA00C" w14:textId="77777777" w:rsidR="00AA538C" w:rsidRDefault="00AA538C" w:rsidP="00523EA7">
          <w:pPr>
            <w:pStyle w:val="Zpat"/>
          </w:pPr>
        </w:p>
      </w:tc>
      <w:tc>
        <w:tcPr>
          <w:tcW w:w="5698" w:type="dxa"/>
          <w:shd w:val="clear" w:color="auto" w:fill="auto"/>
          <w:tcMar>
            <w:top w:w="57" w:type="dxa"/>
            <w:left w:w="0" w:type="dxa"/>
            <w:right w:w="0" w:type="dxa"/>
          </w:tcMar>
        </w:tcPr>
        <w:p w14:paraId="3144A95A" w14:textId="77777777" w:rsidR="00AA538C" w:rsidRPr="00D6163D" w:rsidRDefault="00AA538C" w:rsidP="00D6163D">
          <w:pPr>
            <w:pStyle w:val="Druhdokumentu"/>
          </w:pPr>
        </w:p>
      </w:tc>
    </w:tr>
  </w:tbl>
  <w:p w14:paraId="524F9203" w14:textId="77777777" w:rsidR="00AA538C" w:rsidRPr="00D6163D" w:rsidRDefault="00AA538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A538C" w14:paraId="640893E4" w14:textId="77777777" w:rsidTr="00B22106">
      <w:trPr>
        <w:trHeight w:hRule="exact" w:val="936"/>
      </w:trPr>
      <w:tc>
        <w:tcPr>
          <w:tcW w:w="1361" w:type="dxa"/>
          <w:tcMar>
            <w:left w:w="0" w:type="dxa"/>
            <w:right w:w="0" w:type="dxa"/>
          </w:tcMar>
        </w:tcPr>
        <w:p w14:paraId="637A6AFE" w14:textId="77777777" w:rsidR="00AA538C" w:rsidRPr="00B8518B" w:rsidRDefault="00AA538C" w:rsidP="00FC6389">
          <w:pPr>
            <w:pStyle w:val="Zpat"/>
            <w:rPr>
              <w:rStyle w:val="slostrnky"/>
            </w:rPr>
          </w:pPr>
        </w:p>
      </w:tc>
      <w:tc>
        <w:tcPr>
          <w:tcW w:w="3458" w:type="dxa"/>
          <w:shd w:val="clear" w:color="auto" w:fill="auto"/>
          <w:tcMar>
            <w:left w:w="0" w:type="dxa"/>
            <w:right w:w="0" w:type="dxa"/>
          </w:tcMar>
        </w:tcPr>
        <w:p w14:paraId="6A678968" w14:textId="77777777" w:rsidR="00AA538C" w:rsidRDefault="00AA538C" w:rsidP="00FC6389">
          <w:pPr>
            <w:pStyle w:val="Zpat"/>
          </w:pPr>
        </w:p>
      </w:tc>
      <w:tc>
        <w:tcPr>
          <w:tcW w:w="5756" w:type="dxa"/>
          <w:shd w:val="clear" w:color="auto" w:fill="auto"/>
          <w:tcMar>
            <w:left w:w="0" w:type="dxa"/>
            <w:right w:w="0" w:type="dxa"/>
          </w:tcMar>
        </w:tcPr>
        <w:p w14:paraId="210F53A5" w14:textId="77777777" w:rsidR="00AA538C" w:rsidRPr="00D6163D" w:rsidRDefault="00AA538C" w:rsidP="00FC6389">
          <w:pPr>
            <w:pStyle w:val="Druhdokumentu"/>
          </w:pPr>
        </w:p>
      </w:tc>
    </w:tr>
    <w:tr w:rsidR="00AA538C" w14:paraId="5B86A378" w14:textId="77777777" w:rsidTr="00B22106">
      <w:trPr>
        <w:trHeight w:hRule="exact" w:val="936"/>
      </w:trPr>
      <w:tc>
        <w:tcPr>
          <w:tcW w:w="1361" w:type="dxa"/>
          <w:tcMar>
            <w:left w:w="0" w:type="dxa"/>
            <w:right w:w="0" w:type="dxa"/>
          </w:tcMar>
        </w:tcPr>
        <w:p w14:paraId="381E7F73" w14:textId="77777777" w:rsidR="00AA538C" w:rsidRPr="00B8518B" w:rsidRDefault="00AA538C" w:rsidP="00FC6389">
          <w:pPr>
            <w:pStyle w:val="Zpat"/>
            <w:rPr>
              <w:rStyle w:val="slostrnky"/>
            </w:rPr>
          </w:pPr>
        </w:p>
      </w:tc>
      <w:tc>
        <w:tcPr>
          <w:tcW w:w="3458" w:type="dxa"/>
          <w:shd w:val="clear" w:color="auto" w:fill="auto"/>
          <w:tcMar>
            <w:left w:w="0" w:type="dxa"/>
            <w:right w:w="0" w:type="dxa"/>
          </w:tcMar>
        </w:tcPr>
        <w:p w14:paraId="050C2EA8" w14:textId="77777777" w:rsidR="00AA538C" w:rsidRDefault="00AA538C" w:rsidP="00FC6389">
          <w:pPr>
            <w:pStyle w:val="Zpat"/>
          </w:pPr>
        </w:p>
      </w:tc>
      <w:tc>
        <w:tcPr>
          <w:tcW w:w="5756" w:type="dxa"/>
          <w:shd w:val="clear" w:color="auto" w:fill="auto"/>
          <w:tcMar>
            <w:left w:w="0" w:type="dxa"/>
            <w:right w:w="0" w:type="dxa"/>
          </w:tcMar>
        </w:tcPr>
        <w:p w14:paraId="3F668845" w14:textId="77777777" w:rsidR="00AA538C" w:rsidRPr="00D6163D" w:rsidRDefault="00AA538C" w:rsidP="00FC6389">
          <w:pPr>
            <w:pStyle w:val="Druhdokumentu"/>
          </w:pPr>
        </w:p>
      </w:tc>
    </w:tr>
  </w:tbl>
  <w:p w14:paraId="573A1BB8" w14:textId="77777777" w:rsidR="00AA538C" w:rsidRPr="00D6163D" w:rsidRDefault="00AA538C" w:rsidP="00FC6389">
    <w:pPr>
      <w:pStyle w:val="Zhlav"/>
      <w:rPr>
        <w:sz w:val="8"/>
        <w:szCs w:val="8"/>
      </w:rPr>
    </w:pPr>
    <w:r>
      <w:rPr>
        <w:noProof/>
        <w:lang w:eastAsia="cs-CZ"/>
      </w:rPr>
      <w:drawing>
        <wp:anchor distT="0" distB="0" distL="114300" distR="114300" simplePos="0" relativeHeight="251670528" behindDoc="0" locked="1" layoutInCell="1" allowOverlap="1" wp14:anchorId="64258506" wp14:editId="0E6D2ED8">
          <wp:simplePos x="0" y="0"/>
          <wp:positionH relativeFrom="page">
            <wp:posOffset>419100</wp:posOffset>
          </wp:positionH>
          <wp:positionV relativeFrom="page">
            <wp:posOffset>399415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B46359C" w14:textId="77777777" w:rsidR="00AA538C" w:rsidRPr="00460660" w:rsidRDefault="00AA538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538C" w14:paraId="2ED7E681" w14:textId="77777777" w:rsidTr="00C02D0A">
      <w:trPr>
        <w:trHeight w:hRule="exact" w:val="454"/>
      </w:trPr>
      <w:tc>
        <w:tcPr>
          <w:tcW w:w="1361" w:type="dxa"/>
          <w:tcMar>
            <w:top w:w="57" w:type="dxa"/>
            <w:left w:w="0" w:type="dxa"/>
            <w:right w:w="0" w:type="dxa"/>
          </w:tcMar>
        </w:tcPr>
        <w:p w14:paraId="4A62288F" w14:textId="77777777" w:rsidR="00AA538C" w:rsidRPr="00B8518B" w:rsidRDefault="00AA538C" w:rsidP="00523EA7">
          <w:pPr>
            <w:pStyle w:val="Zpat"/>
            <w:rPr>
              <w:rStyle w:val="slostrnky"/>
            </w:rPr>
          </w:pPr>
        </w:p>
      </w:tc>
      <w:tc>
        <w:tcPr>
          <w:tcW w:w="3458" w:type="dxa"/>
          <w:shd w:val="clear" w:color="auto" w:fill="auto"/>
          <w:tcMar>
            <w:top w:w="57" w:type="dxa"/>
            <w:left w:w="0" w:type="dxa"/>
            <w:right w:w="0" w:type="dxa"/>
          </w:tcMar>
        </w:tcPr>
        <w:p w14:paraId="32BAD14A" w14:textId="77777777" w:rsidR="00AA538C" w:rsidRDefault="00AA538C" w:rsidP="00523EA7">
          <w:pPr>
            <w:pStyle w:val="Zpat"/>
          </w:pPr>
        </w:p>
      </w:tc>
      <w:tc>
        <w:tcPr>
          <w:tcW w:w="5698" w:type="dxa"/>
          <w:shd w:val="clear" w:color="auto" w:fill="auto"/>
          <w:tcMar>
            <w:top w:w="57" w:type="dxa"/>
            <w:left w:w="0" w:type="dxa"/>
            <w:right w:w="0" w:type="dxa"/>
          </w:tcMar>
        </w:tcPr>
        <w:p w14:paraId="43FBD2EF" w14:textId="77777777" w:rsidR="00AA538C" w:rsidRPr="00D6163D" w:rsidRDefault="00AA538C" w:rsidP="00D6163D">
          <w:pPr>
            <w:pStyle w:val="Druhdokumentu"/>
          </w:pPr>
        </w:p>
      </w:tc>
    </w:tr>
  </w:tbl>
  <w:p w14:paraId="2BB2A7E0" w14:textId="77777777" w:rsidR="00AA538C" w:rsidRPr="00D6163D" w:rsidRDefault="00AA538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D74375"/>
    <w:multiLevelType w:val="multilevel"/>
    <w:tmpl w:val="E744C154"/>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6A03BE2"/>
    <w:multiLevelType w:val="hybridMultilevel"/>
    <w:tmpl w:val="22706F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0"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505ABB"/>
    <w:multiLevelType w:val="multilevel"/>
    <w:tmpl w:val="8B4C4B18"/>
    <w:lvl w:ilvl="0">
      <w:start w:val="4"/>
      <w:numFmt w:val="decimal"/>
      <w:lvlText w:val="%1."/>
      <w:lvlJc w:val="left"/>
      <w:pPr>
        <w:tabs>
          <w:tab w:val="num" w:pos="360"/>
        </w:tabs>
        <w:ind w:left="360" w:hanging="360"/>
      </w:pPr>
      <w:rPr>
        <w:rFonts w:hint="default"/>
        <w:b/>
      </w:rPr>
    </w:lvl>
    <w:lvl w:ilvl="1">
      <w:start w:val="1"/>
      <w:numFmt w:val="decimal"/>
      <w:lvlText w:val="6.%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15:restartNumberingAfterBreak="0">
    <w:nsid w:val="2FED5E1D"/>
    <w:multiLevelType w:val="multilevel"/>
    <w:tmpl w:val="45EE3B62"/>
    <w:lvl w:ilvl="0">
      <w:start w:val="4"/>
      <w:numFmt w:val="decimal"/>
      <w:lvlText w:val="%1."/>
      <w:lvlJc w:val="left"/>
      <w:pPr>
        <w:tabs>
          <w:tab w:val="num" w:pos="360"/>
        </w:tabs>
        <w:ind w:left="360" w:hanging="360"/>
      </w:pPr>
      <w:rPr>
        <w:rFonts w:hint="default"/>
        <w:b/>
      </w:rPr>
    </w:lvl>
    <w:lvl w:ilvl="1">
      <w:start w:val="1"/>
      <w:numFmt w:val="decimal"/>
      <w:lvlText w:val="8.%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0" w15:restartNumberingAfterBreak="0">
    <w:nsid w:val="40A2548E"/>
    <w:multiLevelType w:val="multilevel"/>
    <w:tmpl w:val="8648D92A"/>
    <w:lvl w:ilvl="0">
      <w:start w:val="4"/>
      <w:numFmt w:val="decimal"/>
      <w:lvlText w:val="%1."/>
      <w:lvlJc w:val="left"/>
      <w:pPr>
        <w:tabs>
          <w:tab w:val="num" w:pos="360"/>
        </w:tabs>
        <w:ind w:left="360" w:hanging="360"/>
      </w:pPr>
      <w:rPr>
        <w:rFonts w:hint="default"/>
        <w:b/>
      </w:rPr>
    </w:lvl>
    <w:lvl w:ilvl="1">
      <w:start w:val="1"/>
      <w:numFmt w:val="decimal"/>
      <w:lvlText w:val="5.%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53C6BBF"/>
    <w:multiLevelType w:val="multilevel"/>
    <w:tmpl w:val="64DEF89A"/>
    <w:lvl w:ilvl="0">
      <w:start w:val="4"/>
      <w:numFmt w:val="decimal"/>
      <w:lvlText w:val="%1."/>
      <w:lvlJc w:val="left"/>
      <w:pPr>
        <w:tabs>
          <w:tab w:val="num" w:pos="360"/>
        </w:tabs>
        <w:ind w:left="360" w:hanging="360"/>
      </w:pPr>
      <w:rPr>
        <w:rFonts w:hint="default"/>
        <w:b/>
      </w:rPr>
    </w:lvl>
    <w:lvl w:ilvl="1">
      <w:start w:val="1"/>
      <w:numFmt w:val="decimal"/>
      <w:lvlText w:val="9.%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2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28"/>
  </w:num>
  <w:num w:numId="4">
    <w:abstractNumId w:val="13"/>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1"/>
  </w:num>
  <w:num w:numId="8">
    <w:abstractNumId w:val="25"/>
  </w:num>
  <w:num w:numId="9">
    <w:abstractNumId w:val="0"/>
  </w:num>
  <w:num w:numId="10">
    <w:abstractNumId w:val="5"/>
  </w:num>
  <w:num w:numId="11">
    <w:abstractNumId w:val="29"/>
  </w:num>
  <w:num w:numId="12">
    <w:abstractNumId w:val="0"/>
  </w:num>
  <w:num w:numId="13">
    <w:abstractNumId w:val="5"/>
  </w:num>
  <w:num w:numId="14">
    <w:abstractNumId w:val="5"/>
  </w:num>
  <w:num w:numId="15">
    <w:abstractNumId w:val="16"/>
  </w:num>
  <w:num w:numId="16">
    <w:abstractNumId w:val="16"/>
  </w:num>
  <w:num w:numId="17">
    <w:abstractNumId w:val="16"/>
  </w:num>
  <w:num w:numId="18">
    <w:abstractNumId w:val="21"/>
  </w:num>
  <w:num w:numId="19">
    <w:abstractNumId w:val="21"/>
  </w:num>
  <w:num w:numId="20">
    <w:abstractNumId w:val="21"/>
  </w:num>
  <w:num w:numId="21">
    <w:abstractNumId w:val="25"/>
  </w:num>
  <w:num w:numId="22">
    <w:abstractNumId w:val="0"/>
  </w:num>
  <w:num w:numId="23">
    <w:abstractNumId w:val="0"/>
  </w:num>
  <w:num w:numId="24">
    <w:abstractNumId w:val="5"/>
  </w:num>
  <w:num w:numId="25">
    <w:abstractNumId w:val="5"/>
  </w:num>
  <w:num w:numId="26">
    <w:abstractNumId w:val="29"/>
  </w:num>
  <w:num w:numId="27">
    <w:abstractNumId w:val="18"/>
  </w:num>
  <w:num w:numId="28">
    <w:abstractNumId w:val="4"/>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5"/>
  </w:num>
  <w:num w:numId="36">
    <w:abstractNumId w:val="7"/>
  </w:num>
  <w:num w:numId="37">
    <w:abstractNumId w:val="17"/>
  </w:num>
  <w:num w:numId="38">
    <w:abstractNumId w:val="27"/>
  </w:num>
  <w:num w:numId="39">
    <w:abstractNumId w:val="3"/>
  </w:num>
  <w:num w:numId="40">
    <w:abstractNumId w:val="9"/>
  </w:num>
  <w:num w:numId="41">
    <w:abstractNumId w:val="26"/>
  </w:num>
  <w:num w:numId="42">
    <w:abstractNumId w:val="1"/>
  </w:num>
  <w:num w:numId="43">
    <w:abstractNumId w:val="12"/>
  </w:num>
  <w:num w:numId="44">
    <w:abstractNumId w:val="20"/>
  </w:num>
  <w:num w:numId="45">
    <w:abstractNumId w:val="11"/>
  </w:num>
  <w:num w:numId="46">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24"/>
  </w:num>
  <w:num w:numId="49">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0679"/>
    <w:rsid w:val="00000F1F"/>
    <w:rsid w:val="00005046"/>
    <w:rsid w:val="00007997"/>
    <w:rsid w:val="00011880"/>
    <w:rsid w:val="00017F3C"/>
    <w:rsid w:val="000263A5"/>
    <w:rsid w:val="0002749F"/>
    <w:rsid w:val="00040E2B"/>
    <w:rsid w:val="00041EC8"/>
    <w:rsid w:val="00043C69"/>
    <w:rsid w:val="0004467E"/>
    <w:rsid w:val="00056BB3"/>
    <w:rsid w:val="0006588D"/>
    <w:rsid w:val="00067A5E"/>
    <w:rsid w:val="000719BB"/>
    <w:rsid w:val="00072A65"/>
    <w:rsid w:val="00072C1E"/>
    <w:rsid w:val="000868B9"/>
    <w:rsid w:val="00093642"/>
    <w:rsid w:val="000A06F1"/>
    <w:rsid w:val="000B4EB8"/>
    <w:rsid w:val="000B702D"/>
    <w:rsid w:val="000C41F2"/>
    <w:rsid w:val="000D22C4"/>
    <w:rsid w:val="000D27D1"/>
    <w:rsid w:val="000E1A7F"/>
    <w:rsid w:val="00112864"/>
    <w:rsid w:val="00114472"/>
    <w:rsid w:val="00114988"/>
    <w:rsid w:val="00115069"/>
    <w:rsid w:val="001150F2"/>
    <w:rsid w:val="00117275"/>
    <w:rsid w:val="00143EC0"/>
    <w:rsid w:val="00145D71"/>
    <w:rsid w:val="001533EA"/>
    <w:rsid w:val="001656A2"/>
    <w:rsid w:val="00165977"/>
    <w:rsid w:val="00170EC5"/>
    <w:rsid w:val="001747C1"/>
    <w:rsid w:val="00177D6B"/>
    <w:rsid w:val="00177DD4"/>
    <w:rsid w:val="001913F8"/>
    <w:rsid w:val="00191F90"/>
    <w:rsid w:val="001B1A21"/>
    <w:rsid w:val="001B4AA1"/>
    <w:rsid w:val="001B4E74"/>
    <w:rsid w:val="001C2A3F"/>
    <w:rsid w:val="001C645F"/>
    <w:rsid w:val="001D6587"/>
    <w:rsid w:val="001D6FD7"/>
    <w:rsid w:val="001E5D10"/>
    <w:rsid w:val="001E678E"/>
    <w:rsid w:val="001E6B7C"/>
    <w:rsid w:val="001F0BA7"/>
    <w:rsid w:val="001F458E"/>
    <w:rsid w:val="002038D5"/>
    <w:rsid w:val="002071BB"/>
    <w:rsid w:val="00207DF5"/>
    <w:rsid w:val="0021440B"/>
    <w:rsid w:val="00214C3E"/>
    <w:rsid w:val="00224A3C"/>
    <w:rsid w:val="0022516E"/>
    <w:rsid w:val="00230947"/>
    <w:rsid w:val="00240B81"/>
    <w:rsid w:val="00247D01"/>
    <w:rsid w:val="00261A5B"/>
    <w:rsid w:val="00262E5B"/>
    <w:rsid w:val="00263E6F"/>
    <w:rsid w:val="00263E8B"/>
    <w:rsid w:val="00275050"/>
    <w:rsid w:val="00276762"/>
    <w:rsid w:val="00276AFE"/>
    <w:rsid w:val="00284BB8"/>
    <w:rsid w:val="0029346F"/>
    <w:rsid w:val="002A3B57"/>
    <w:rsid w:val="002A5051"/>
    <w:rsid w:val="002A5468"/>
    <w:rsid w:val="002C31BF"/>
    <w:rsid w:val="002C7A28"/>
    <w:rsid w:val="002D7FD6"/>
    <w:rsid w:val="002E0CD7"/>
    <w:rsid w:val="002E0CFB"/>
    <w:rsid w:val="002E5C7B"/>
    <w:rsid w:val="002F273D"/>
    <w:rsid w:val="002F32A9"/>
    <w:rsid w:val="002F4333"/>
    <w:rsid w:val="0032463E"/>
    <w:rsid w:val="00327EEF"/>
    <w:rsid w:val="0033239F"/>
    <w:rsid w:val="0034274B"/>
    <w:rsid w:val="0034719F"/>
    <w:rsid w:val="00350A35"/>
    <w:rsid w:val="003571D8"/>
    <w:rsid w:val="00357BC6"/>
    <w:rsid w:val="00361422"/>
    <w:rsid w:val="0037545D"/>
    <w:rsid w:val="00381EFC"/>
    <w:rsid w:val="00384BD5"/>
    <w:rsid w:val="00385359"/>
    <w:rsid w:val="00392910"/>
    <w:rsid w:val="00392EB6"/>
    <w:rsid w:val="003956C6"/>
    <w:rsid w:val="003A197F"/>
    <w:rsid w:val="003A2DF0"/>
    <w:rsid w:val="003C33F2"/>
    <w:rsid w:val="003C3608"/>
    <w:rsid w:val="003D756E"/>
    <w:rsid w:val="003E07CB"/>
    <w:rsid w:val="003E420D"/>
    <w:rsid w:val="003E4C13"/>
    <w:rsid w:val="003F2D4F"/>
    <w:rsid w:val="00406CE9"/>
    <w:rsid w:val="004078F3"/>
    <w:rsid w:val="004112D1"/>
    <w:rsid w:val="00414DAF"/>
    <w:rsid w:val="00420B82"/>
    <w:rsid w:val="00426E96"/>
    <w:rsid w:val="00427794"/>
    <w:rsid w:val="00431B10"/>
    <w:rsid w:val="00450F07"/>
    <w:rsid w:val="00453CD3"/>
    <w:rsid w:val="0046002F"/>
    <w:rsid w:val="00460660"/>
    <w:rsid w:val="00464BA9"/>
    <w:rsid w:val="004818C3"/>
    <w:rsid w:val="00482306"/>
    <w:rsid w:val="00483969"/>
    <w:rsid w:val="00485CE8"/>
    <w:rsid w:val="00486107"/>
    <w:rsid w:val="00491827"/>
    <w:rsid w:val="004A5646"/>
    <w:rsid w:val="004C4399"/>
    <w:rsid w:val="004C47D6"/>
    <w:rsid w:val="004C5D1C"/>
    <w:rsid w:val="004C787C"/>
    <w:rsid w:val="004D09FB"/>
    <w:rsid w:val="004E7A1F"/>
    <w:rsid w:val="004F4B9B"/>
    <w:rsid w:val="00502690"/>
    <w:rsid w:val="0050666E"/>
    <w:rsid w:val="00507A84"/>
    <w:rsid w:val="00511AB9"/>
    <w:rsid w:val="00517326"/>
    <w:rsid w:val="00522380"/>
    <w:rsid w:val="00523BB5"/>
    <w:rsid w:val="00523EA7"/>
    <w:rsid w:val="00523ECE"/>
    <w:rsid w:val="005406EB"/>
    <w:rsid w:val="00540C69"/>
    <w:rsid w:val="00544797"/>
    <w:rsid w:val="00545D69"/>
    <w:rsid w:val="00550911"/>
    <w:rsid w:val="005511F7"/>
    <w:rsid w:val="00553375"/>
    <w:rsid w:val="00555884"/>
    <w:rsid w:val="00557DDF"/>
    <w:rsid w:val="005736B7"/>
    <w:rsid w:val="00575E5A"/>
    <w:rsid w:val="00580245"/>
    <w:rsid w:val="00596502"/>
    <w:rsid w:val="005A1F44"/>
    <w:rsid w:val="005B5ACA"/>
    <w:rsid w:val="005C61A9"/>
    <w:rsid w:val="005D3C39"/>
    <w:rsid w:val="00601A8C"/>
    <w:rsid w:val="00602FD6"/>
    <w:rsid w:val="0061068E"/>
    <w:rsid w:val="006115D3"/>
    <w:rsid w:val="00624262"/>
    <w:rsid w:val="00630948"/>
    <w:rsid w:val="006379CF"/>
    <w:rsid w:val="00652DBA"/>
    <w:rsid w:val="0065340E"/>
    <w:rsid w:val="0065610E"/>
    <w:rsid w:val="00657A25"/>
    <w:rsid w:val="00660AD3"/>
    <w:rsid w:val="00672CD6"/>
    <w:rsid w:val="006776B6"/>
    <w:rsid w:val="00691134"/>
    <w:rsid w:val="00693150"/>
    <w:rsid w:val="006960BF"/>
    <w:rsid w:val="006A5570"/>
    <w:rsid w:val="006A689C"/>
    <w:rsid w:val="006B3D79"/>
    <w:rsid w:val="006B6FE4"/>
    <w:rsid w:val="006C0BB6"/>
    <w:rsid w:val="006C2343"/>
    <w:rsid w:val="006C442A"/>
    <w:rsid w:val="006C490F"/>
    <w:rsid w:val="006C7460"/>
    <w:rsid w:val="006D3D66"/>
    <w:rsid w:val="006E055F"/>
    <w:rsid w:val="006E0578"/>
    <w:rsid w:val="006E314D"/>
    <w:rsid w:val="006F773D"/>
    <w:rsid w:val="00710723"/>
    <w:rsid w:val="007145F3"/>
    <w:rsid w:val="007162F4"/>
    <w:rsid w:val="00723ED1"/>
    <w:rsid w:val="00731EF9"/>
    <w:rsid w:val="0073583F"/>
    <w:rsid w:val="00740AF5"/>
    <w:rsid w:val="00743525"/>
    <w:rsid w:val="00744076"/>
    <w:rsid w:val="007541A2"/>
    <w:rsid w:val="00755818"/>
    <w:rsid w:val="007616C2"/>
    <w:rsid w:val="0076286B"/>
    <w:rsid w:val="00766846"/>
    <w:rsid w:val="0077673A"/>
    <w:rsid w:val="007846E1"/>
    <w:rsid w:val="007847D6"/>
    <w:rsid w:val="007A5172"/>
    <w:rsid w:val="007A67A0"/>
    <w:rsid w:val="007A6E42"/>
    <w:rsid w:val="007A7344"/>
    <w:rsid w:val="007B3F34"/>
    <w:rsid w:val="007B570C"/>
    <w:rsid w:val="007C5F76"/>
    <w:rsid w:val="007D0186"/>
    <w:rsid w:val="007D51F3"/>
    <w:rsid w:val="007D5D19"/>
    <w:rsid w:val="007E4A6E"/>
    <w:rsid w:val="007E4E7B"/>
    <w:rsid w:val="007F56A7"/>
    <w:rsid w:val="00800851"/>
    <w:rsid w:val="00807DD0"/>
    <w:rsid w:val="00821D01"/>
    <w:rsid w:val="00823CA4"/>
    <w:rsid w:val="00823E9F"/>
    <w:rsid w:val="00826B7B"/>
    <w:rsid w:val="0083038D"/>
    <w:rsid w:val="00846789"/>
    <w:rsid w:val="008537E0"/>
    <w:rsid w:val="00855710"/>
    <w:rsid w:val="00866994"/>
    <w:rsid w:val="00891465"/>
    <w:rsid w:val="008A3568"/>
    <w:rsid w:val="008B075C"/>
    <w:rsid w:val="008B2FF7"/>
    <w:rsid w:val="008B699A"/>
    <w:rsid w:val="008C50F3"/>
    <w:rsid w:val="008C7EFE"/>
    <w:rsid w:val="008D03B9"/>
    <w:rsid w:val="008D24EE"/>
    <w:rsid w:val="008D30C7"/>
    <w:rsid w:val="008D5A67"/>
    <w:rsid w:val="008D74F5"/>
    <w:rsid w:val="008E08A3"/>
    <w:rsid w:val="008F18D6"/>
    <w:rsid w:val="008F2C9B"/>
    <w:rsid w:val="008F4040"/>
    <w:rsid w:val="008F797B"/>
    <w:rsid w:val="009020DB"/>
    <w:rsid w:val="00904780"/>
    <w:rsid w:val="0090635B"/>
    <w:rsid w:val="00922385"/>
    <w:rsid w:val="009223DF"/>
    <w:rsid w:val="00932961"/>
    <w:rsid w:val="00933211"/>
    <w:rsid w:val="00936091"/>
    <w:rsid w:val="00940D8A"/>
    <w:rsid w:val="009477C4"/>
    <w:rsid w:val="00962258"/>
    <w:rsid w:val="009678B7"/>
    <w:rsid w:val="00967BCB"/>
    <w:rsid w:val="00971DFA"/>
    <w:rsid w:val="00980CFE"/>
    <w:rsid w:val="00984906"/>
    <w:rsid w:val="00985312"/>
    <w:rsid w:val="00992D9C"/>
    <w:rsid w:val="009952E5"/>
    <w:rsid w:val="00996CB8"/>
    <w:rsid w:val="009B0111"/>
    <w:rsid w:val="009B2E97"/>
    <w:rsid w:val="009B4201"/>
    <w:rsid w:val="009B5146"/>
    <w:rsid w:val="009B54E2"/>
    <w:rsid w:val="009C418E"/>
    <w:rsid w:val="009C442C"/>
    <w:rsid w:val="009E07F4"/>
    <w:rsid w:val="009F0867"/>
    <w:rsid w:val="009F309B"/>
    <w:rsid w:val="009F392E"/>
    <w:rsid w:val="009F53C5"/>
    <w:rsid w:val="009F638B"/>
    <w:rsid w:val="00A0740E"/>
    <w:rsid w:val="00A13B65"/>
    <w:rsid w:val="00A21A01"/>
    <w:rsid w:val="00A37B40"/>
    <w:rsid w:val="00A4222A"/>
    <w:rsid w:val="00A50641"/>
    <w:rsid w:val="00A50C2E"/>
    <w:rsid w:val="00A530BF"/>
    <w:rsid w:val="00A6177B"/>
    <w:rsid w:val="00A66136"/>
    <w:rsid w:val="00A671E9"/>
    <w:rsid w:val="00A71189"/>
    <w:rsid w:val="00A7364A"/>
    <w:rsid w:val="00A74DCC"/>
    <w:rsid w:val="00A753ED"/>
    <w:rsid w:val="00A77512"/>
    <w:rsid w:val="00A94C2F"/>
    <w:rsid w:val="00A96495"/>
    <w:rsid w:val="00AA4CBB"/>
    <w:rsid w:val="00AA538C"/>
    <w:rsid w:val="00AA65FA"/>
    <w:rsid w:val="00AA7351"/>
    <w:rsid w:val="00AA7AB8"/>
    <w:rsid w:val="00AD056F"/>
    <w:rsid w:val="00AD0C7B"/>
    <w:rsid w:val="00AD5F1A"/>
    <w:rsid w:val="00AD6731"/>
    <w:rsid w:val="00B008D5"/>
    <w:rsid w:val="00B0238F"/>
    <w:rsid w:val="00B02F73"/>
    <w:rsid w:val="00B05B31"/>
    <w:rsid w:val="00B0619F"/>
    <w:rsid w:val="00B11AEA"/>
    <w:rsid w:val="00B13A26"/>
    <w:rsid w:val="00B15D0D"/>
    <w:rsid w:val="00B22106"/>
    <w:rsid w:val="00B22FF7"/>
    <w:rsid w:val="00B2418D"/>
    <w:rsid w:val="00B42F40"/>
    <w:rsid w:val="00B5399A"/>
    <w:rsid w:val="00B5431A"/>
    <w:rsid w:val="00B548DC"/>
    <w:rsid w:val="00B61444"/>
    <w:rsid w:val="00B65939"/>
    <w:rsid w:val="00B757BF"/>
    <w:rsid w:val="00B75EE1"/>
    <w:rsid w:val="00B77481"/>
    <w:rsid w:val="00B8518B"/>
    <w:rsid w:val="00B9112A"/>
    <w:rsid w:val="00B955DF"/>
    <w:rsid w:val="00B97CC3"/>
    <w:rsid w:val="00BA6B83"/>
    <w:rsid w:val="00BC06C4"/>
    <w:rsid w:val="00BD7E91"/>
    <w:rsid w:val="00BD7F0D"/>
    <w:rsid w:val="00BF0A90"/>
    <w:rsid w:val="00C02D0A"/>
    <w:rsid w:val="00C03A6E"/>
    <w:rsid w:val="00C11E78"/>
    <w:rsid w:val="00C226C0"/>
    <w:rsid w:val="00C37459"/>
    <w:rsid w:val="00C42371"/>
    <w:rsid w:val="00C42FE6"/>
    <w:rsid w:val="00C44F6A"/>
    <w:rsid w:val="00C45470"/>
    <w:rsid w:val="00C4797C"/>
    <w:rsid w:val="00C53E39"/>
    <w:rsid w:val="00C53E7B"/>
    <w:rsid w:val="00C6198E"/>
    <w:rsid w:val="00C63B8E"/>
    <w:rsid w:val="00C63E53"/>
    <w:rsid w:val="00C708EA"/>
    <w:rsid w:val="00C73224"/>
    <w:rsid w:val="00C778A5"/>
    <w:rsid w:val="00C84A44"/>
    <w:rsid w:val="00C95162"/>
    <w:rsid w:val="00CB02B4"/>
    <w:rsid w:val="00CB4F6D"/>
    <w:rsid w:val="00CB6A37"/>
    <w:rsid w:val="00CB7684"/>
    <w:rsid w:val="00CC7C8F"/>
    <w:rsid w:val="00CD1FC4"/>
    <w:rsid w:val="00CD316B"/>
    <w:rsid w:val="00CD7022"/>
    <w:rsid w:val="00D0197E"/>
    <w:rsid w:val="00D034A0"/>
    <w:rsid w:val="00D06BD0"/>
    <w:rsid w:val="00D21061"/>
    <w:rsid w:val="00D232F4"/>
    <w:rsid w:val="00D32554"/>
    <w:rsid w:val="00D4108E"/>
    <w:rsid w:val="00D418B1"/>
    <w:rsid w:val="00D4328E"/>
    <w:rsid w:val="00D51AAD"/>
    <w:rsid w:val="00D6163D"/>
    <w:rsid w:val="00D6239F"/>
    <w:rsid w:val="00D6460C"/>
    <w:rsid w:val="00D70E10"/>
    <w:rsid w:val="00D72C1C"/>
    <w:rsid w:val="00D831A3"/>
    <w:rsid w:val="00D84FB3"/>
    <w:rsid w:val="00D97BE3"/>
    <w:rsid w:val="00DA3711"/>
    <w:rsid w:val="00DD46F3"/>
    <w:rsid w:val="00DD514B"/>
    <w:rsid w:val="00DE56F2"/>
    <w:rsid w:val="00DF116D"/>
    <w:rsid w:val="00DF7033"/>
    <w:rsid w:val="00E05BA6"/>
    <w:rsid w:val="00E16FF7"/>
    <w:rsid w:val="00E26D68"/>
    <w:rsid w:val="00E301D4"/>
    <w:rsid w:val="00E378A4"/>
    <w:rsid w:val="00E37FEA"/>
    <w:rsid w:val="00E44045"/>
    <w:rsid w:val="00E463D2"/>
    <w:rsid w:val="00E6165E"/>
    <w:rsid w:val="00E618C4"/>
    <w:rsid w:val="00E65137"/>
    <w:rsid w:val="00E7415D"/>
    <w:rsid w:val="00E83BC3"/>
    <w:rsid w:val="00E87509"/>
    <w:rsid w:val="00E878EE"/>
    <w:rsid w:val="00E901A3"/>
    <w:rsid w:val="00EA1E76"/>
    <w:rsid w:val="00EA585B"/>
    <w:rsid w:val="00EA6EC7"/>
    <w:rsid w:val="00EB104F"/>
    <w:rsid w:val="00EB46E5"/>
    <w:rsid w:val="00EC53D5"/>
    <w:rsid w:val="00ED14BD"/>
    <w:rsid w:val="00ED29F1"/>
    <w:rsid w:val="00EF05B5"/>
    <w:rsid w:val="00F016C7"/>
    <w:rsid w:val="00F01DE8"/>
    <w:rsid w:val="00F12DEC"/>
    <w:rsid w:val="00F1715C"/>
    <w:rsid w:val="00F24489"/>
    <w:rsid w:val="00F26FD1"/>
    <w:rsid w:val="00F310F8"/>
    <w:rsid w:val="00F335B2"/>
    <w:rsid w:val="00F35939"/>
    <w:rsid w:val="00F422D3"/>
    <w:rsid w:val="00F45607"/>
    <w:rsid w:val="00F4722B"/>
    <w:rsid w:val="00F54432"/>
    <w:rsid w:val="00F659EB"/>
    <w:rsid w:val="00F6726B"/>
    <w:rsid w:val="00F70006"/>
    <w:rsid w:val="00F7405C"/>
    <w:rsid w:val="00F762A8"/>
    <w:rsid w:val="00F80705"/>
    <w:rsid w:val="00F86BA6"/>
    <w:rsid w:val="00F9556C"/>
    <w:rsid w:val="00F95FBD"/>
    <w:rsid w:val="00FA4D85"/>
    <w:rsid w:val="00FB1F1C"/>
    <w:rsid w:val="00FB6342"/>
    <w:rsid w:val="00FC2F44"/>
    <w:rsid w:val="00FC5943"/>
    <w:rsid w:val="00FC6389"/>
    <w:rsid w:val="00FE6AEC"/>
    <w:rsid w:val="00FF6C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AACB05"/>
  <w14:defaultImageDpi w14:val="32767"/>
  <w15:docId w15:val="{77266533-3974-4E58-BE72-7C497257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table" w:customStyle="1" w:styleId="Tabulka11">
    <w:name w:val="_Tabulka_11"/>
    <w:basedOn w:val="Mkatabulky"/>
    <w:uiPriority w:val="99"/>
    <w:rsid w:val="000B702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160583">
      <w:bodyDiv w:val="1"/>
      <w:marLeft w:val="0"/>
      <w:marRight w:val="0"/>
      <w:marTop w:val="0"/>
      <w:marBottom w:val="0"/>
      <w:divBdr>
        <w:top w:val="none" w:sz="0" w:space="0" w:color="auto"/>
        <w:left w:val="none" w:sz="0" w:space="0" w:color="auto"/>
        <w:bottom w:val="none" w:sz="0" w:space="0" w:color="auto"/>
        <w:right w:val="none" w:sz="0" w:space="0" w:color="auto"/>
      </w:divBdr>
    </w:div>
    <w:div w:id="201530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9A701A7-2391-485F-913C-33855B5EC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125</TotalTime>
  <Pages>12</Pages>
  <Words>3615</Words>
  <Characters>21329</Characters>
  <Application>Microsoft Office Word</Application>
  <DocSecurity>0</DocSecurity>
  <Lines>177</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Šimiaková Nikola</cp:lastModifiedBy>
  <cp:revision>14</cp:revision>
  <cp:lastPrinted>2019-03-12T14:16:00Z</cp:lastPrinted>
  <dcterms:created xsi:type="dcterms:W3CDTF">2020-10-21T12:25:00Z</dcterms:created>
  <dcterms:modified xsi:type="dcterms:W3CDTF">2021-01-07T05:14:00Z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